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D04" w:rsidRDefault="00814585" w:rsidP="00814585">
      <w:pPr>
        <w:pStyle w:val="NoSpacing"/>
        <w:jc w:val="center"/>
      </w:pPr>
      <w:r>
        <w:rPr>
          <w:noProof/>
          <w:lang w:eastAsia="en-GB"/>
        </w:rPr>
        <w:drawing>
          <wp:inline distT="0" distB="0" distL="0" distR="0" wp14:anchorId="3023ECA6" wp14:editId="6D3A79BD">
            <wp:extent cx="2828925" cy="771525"/>
            <wp:effectExtent l="0" t="0" r="9525" b="9525"/>
            <wp:docPr id="4" name="Picture 4" descr="Prim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imary"/>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28925" cy="771525"/>
                    </a:xfrm>
                    <a:prstGeom prst="rect">
                      <a:avLst/>
                    </a:prstGeom>
                    <a:noFill/>
                    <a:ln>
                      <a:noFill/>
                    </a:ln>
                  </pic:spPr>
                </pic:pic>
              </a:graphicData>
            </a:graphic>
          </wp:inline>
        </w:drawing>
      </w:r>
    </w:p>
    <w:p w:rsidR="00814585" w:rsidRDefault="00814585" w:rsidP="00814585">
      <w:pPr>
        <w:pStyle w:val="NoSpacing"/>
        <w:jc w:val="center"/>
      </w:pPr>
    </w:p>
    <w:tbl>
      <w:tblPr>
        <w:tblStyle w:val="TableGrid"/>
        <w:tblW w:w="0" w:type="auto"/>
        <w:tblLook w:val="04A0" w:firstRow="1" w:lastRow="0" w:firstColumn="1" w:lastColumn="0" w:noHBand="0" w:noVBand="1"/>
      </w:tblPr>
      <w:tblGrid>
        <w:gridCol w:w="5228"/>
        <w:gridCol w:w="5228"/>
      </w:tblGrid>
      <w:tr w:rsidR="00814585" w:rsidRPr="001E6086" w:rsidTr="001E6086">
        <w:tc>
          <w:tcPr>
            <w:tcW w:w="10456" w:type="dxa"/>
            <w:gridSpan w:val="2"/>
            <w:shd w:val="clear" w:color="auto" w:fill="008080"/>
          </w:tcPr>
          <w:p w:rsidR="00814585" w:rsidRPr="001E6086" w:rsidRDefault="00814585" w:rsidP="00814585">
            <w:pPr>
              <w:pStyle w:val="NoSpacing"/>
              <w:rPr>
                <w:rFonts w:ascii="Arial Narrow" w:hAnsi="Arial Narrow" w:cs="Arial"/>
                <w:b/>
                <w:color w:val="FFFFFF" w:themeColor="background1"/>
                <w:sz w:val="32"/>
                <w:szCs w:val="32"/>
              </w:rPr>
            </w:pPr>
            <w:r w:rsidRPr="001E6086">
              <w:rPr>
                <w:rFonts w:ascii="Arial Narrow" w:hAnsi="Arial Narrow" w:cs="Arial"/>
                <w:b/>
                <w:color w:val="FFFFFF" w:themeColor="background1"/>
                <w:sz w:val="32"/>
                <w:szCs w:val="32"/>
              </w:rPr>
              <w:t>JOB APPLICATION FORM – PART 1</w:t>
            </w:r>
          </w:p>
        </w:tc>
      </w:tr>
      <w:tr w:rsidR="00814585" w:rsidTr="001E6086">
        <w:tc>
          <w:tcPr>
            <w:tcW w:w="10456" w:type="dxa"/>
            <w:gridSpan w:val="2"/>
          </w:tcPr>
          <w:p w:rsidR="001E6086" w:rsidRDefault="001E6086" w:rsidP="00814585">
            <w:pPr>
              <w:pStyle w:val="NoSpacing"/>
              <w:rPr>
                <w:rFonts w:ascii="Arial Narrow" w:hAnsi="Arial Narrow"/>
              </w:rPr>
            </w:pPr>
          </w:p>
          <w:p w:rsidR="00814585" w:rsidRDefault="00814585" w:rsidP="00814585">
            <w:pPr>
              <w:pStyle w:val="NoSpacing"/>
              <w:rPr>
                <w:rFonts w:ascii="Arial Narrow" w:hAnsi="Arial Narrow"/>
              </w:rPr>
            </w:pPr>
            <w:r w:rsidRPr="001E6086">
              <w:rPr>
                <w:rFonts w:ascii="Arial Narrow" w:hAnsi="Arial Narrow"/>
              </w:rPr>
              <w:t>Please note that you</w:t>
            </w:r>
            <w:r w:rsidR="00DA655D">
              <w:rPr>
                <w:rFonts w:ascii="Arial Narrow" w:hAnsi="Arial Narrow"/>
              </w:rPr>
              <w:t xml:space="preserve"> will also need to </w:t>
            </w:r>
            <w:r w:rsidR="00DA655D" w:rsidRPr="00DA655D">
              <w:rPr>
                <w:rFonts w:ascii="Arial Narrow" w:hAnsi="Arial Narrow"/>
                <w:b/>
              </w:rPr>
              <w:t>complete Part 2 of this application form</w:t>
            </w:r>
            <w:r w:rsidR="00DA655D">
              <w:rPr>
                <w:rFonts w:ascii="Arial Narrow" w:hAnsi="Arial Narrow"/>
              </w:rPr>
              <w:t>. Part</w:t>
            </w:r>
            <w:r w:rsidRPr="001E6086">
              <w:rPr>
                <w:rFonts w:ascii="Arial Narrow" w:hAnsi="Arial Narrow"/>
              </w:rPr>
              <w:t xml:space="preserve"> 2 is retained by the Human Resources department and not made </w:t>
            </w:r>
            <w:r w:rsidR="001E6086" w:rsidRPr="001E6086">
              <w:rPr>
                <w:rFonts w:ascii="Arial Narrow" w:hAnsi="Arial Narrow"/>
              </w:rPr>
              <w:t>available</w:t>
            </w:r>
            <w:r w:rsidRPr="001E6086">
              <w:rPr>
                <w:rFonts w:ascii="Arial Narrow" w:hAnsi="Arial Narrow"/>
              </w:rPr>
              <w:t xml:space="preserve"> for shortlisting.</w:t>
            </w:r>
          </w:p>
          <w:p w:rsidR="00FB74AE" w:rsidRPr="001E6086" w:rsidRDefault="00FB74AE" w:rsidP="00814585">
            <w:pPr>
              <w:pStyle w:val="NoSpacing"/>
              <w:rPr>
                <w:rFonts w:ascii="Arial Narrow" w:hAnsi="Arial Narrow"/>
              </w:rPr>
            </w:pPr>
          </w:p>
          <w:p w:rsidR="00814585" w:rsidRPr="001E6086" w:rsidRDefault="00814585" w:rsidP="00814585">
            <w:pPr>
              <w:pStyle w:val="NoSpacing"/>
              <w:rPr>
                <w:rFonts w:ascii="Arial Narrow" w:hAnsi="Arial Narrow"/>
              </w:rPr>
            </w:pPr>
            <w:r w:rsidRPr="001E6086">
              <w:rPr>
                <w:rFonts w:ascii="Arial Narrow" w:hAnsi="Arial Narrow"/>
              </w:rPr>
              <w:t>Your application and personal information will be processed in accordance with Data Protection legislation. You can rea</w:t>
            </w:r>
            <w:r w:rsidR="00DA655D">
              <w:rPr>
                <w:rFonts w:ascii="Arial Narrow" w:hAnsi="Arial Narrow"/>
              </w:rPr>
              <w:t>d</w:t>
            </w:r>
            <w:r w:rsidRPr="001E6086">
              <w:rPr>
                <w:rFonts w:ascii="Arial Narrow" w:hAnsi="Arial Narrow"/>
              </w:rPr>
              <w:t xml:space="preserve"> full details of our privacy notice for job applicants on our website </w:t>
            </w:r>
            <w:hyperlink r:id="rId8" w:history="1">
              <w:r w:rsidRPr="001E6086">
                <w:rPr>
                  <w:rStyle w:val="Hyperlink"/>
                  <w:rFonts w:ascii="Arial Narrow" w:hAnsi="Arial Narrow"/>
                </w:rPr>
                <w:t>www.sgmc.ac.uk</w:t>
              </w:r>
            </w:hyperlink>
            <w:r w:rsidR="00FB74AE">
              <w:rPr>
                <w:rFonts w:ascii="Arial Narrow" w:hAnsi="Arial Narrow"/>
              </w:rPr>
              <w:t>.</w:t>
            </w:r>
          </w:p>
          <w:p w:rsidR="00814585" w:rsidRPr="001E6086" w:rsidRDefault="00814585" w:rsidP="00814585">
            <w:pPr>
              <w:pStyle w:val="NoSpacing"/>
              <w:rPr>
                <w:rFonts w:ascii="Arial Narrow" w:hAnsi="Arial Narrow"/>
              </w:rPr>
            </w:pPr>
          </w:p>
          <w:p w:rsidR="00814585" w:rsidRPr="001E6086" w:rsidRDefault="00814585" w:rsidP="00814585">
            <w:pPr>
              <w:pStyle w:val="NoSpacing"/>
              <w:rPr>
                <w:rFonts w:ascii="Arial Narrow" w:hAnsi="Arial Narrow"/>
              </w:rPr>
            </w:pPr>
            <w:r w:rsidRPr="001E6086">
              <w:rPr>
                <w:rFonts w:ascii="Arial Narrow" w:hAnsi="Arial Narrow"/>
              </w:rPr>
              <w:t xml:space="preserve">Both Part 1 and Part 2 of the completed job application form should be emailed to </w:t>
            </w:r>
            <w:hyperlink r:id="rId9" w:history="1">
              <w:r w:rsidRPr="001E6086">
                <w:rPr>
                  <w:rStyle w:val="Hyperlink"/>
                  <w:rFonts w:ascii="Arial Narrow" w:hAnsi="Arial Narrow"/>
                </w:rPr>
                <w:t>recruitment@sgmc.ac.uk</w:t>
              </w:r>
            </w:hyperlink>
            <w:r w:rsidR="00FB74AE">
              <w:rPr>
                <w:rFonts w:ascii="Arial Narrow" w:hAnsi="Arial Narrow"/>
              </w:rPr>
              <w:t>.</w:t>
            </w:r>
          </w:p>
          <w:p w:rsidR="00814585" w:rsidRPr="001E6086" w:rsidRDefault="00814585" w:rsidP="00814585">
            <w:pPr>
              <w:pStyle w:val="NoSpacing"/>
              <w:rPr>
                <w:rFonts w:ascii="Arial Narrow" w:hAnsi="Arial Narrow"/>
              </w:rPr>
            </w:pPr>
          </w:p>
        </w:tc>
      </w:tr>
      <w:tr w:rsidR="00814585" w:rsidTr="00814585">
        <w:tc>
          <w:tcPr>
            <w:tcW w:w="5228" w:type="dxa"/>
          </w:tcPr>
          <w:p w:rsidR="00814585" w:rsidRPr="001E6086" w:rsidRDefault="00814585" w:rsidP="00814585">
            <w:pPr>
              <w:pStyle w:val="NoSpacing"/>
              <w:rPr>
                <w:rFonts w:ascii="Arial Narrow" w:hAnsi="Arial Narrow"/>
                <w:b/>
                <w:sz w:val="28"/>
                <w:szCs w:val="28"/>
              </w:rPr>
            </w:pPr>
            <w:r w:rsidRPr="001E6086">
              <w:rPr>
                <w:rFonts w:ascii="Arial Narrow" w:hAnsi="Arial Narrow"/>
                <w:b/>
                <w:sz w:val="28"/>
                <w:szCs w:val="28"/>
              </w:rPr>
              <w:t>POST APPLIED FOR:</w:t>
            </w:r>
          </w:p>
          <w:p w:rsidR="00814585" w:rsidRPr="001E6086" w:rsidRDefault="00814585" w:rsidP="00814585">
            <w:pPr>
              <w:pStyle w:val="NoSpacing"/>
              <w:rPr>
                <w:rFonts w:ascii="Arial Narrow" w:hAnsi="Arial Narrow"/>
                <w:b/>
                <w:sz w:val="28"/>
                <w:szCs w:val="28"/>
              </w:rPr>
            </w:pPr>
          </w:p>
        </w:tc>
        <w:sdt>
          <w:sdtPr>
            <w:rPr>
              <w:rFonts w:ascii="Arial" w:hAnsi="Arial" w:cs="Arial"/>
              <w:sz w:val="21"/>
              <w:szCs w:val="21"/>
            </w:rPr>
            <w:id w:val="-1540122458"/>
            <w:placeholder>
              <w:docPart w:val="DD256D52108E4CBF8B17B81D192CABC5"/>
            </w:placeholder>
            <w:showingPlcHdr/>
          </w:sdtPr>
          <w:sdtEndPr/>
          <w:sdtContent>
            <w:tc>
              <w:tcPr>
                <w:tcW w:w="5228" w:type="dxa"/>
              </w:tcPr>
              <w:p w:rsidR="00814585" w:rsidRPr="00154B89" w:rsidRDefault="00203055" w:rsidP="00203055">
                <w:pPr>
                  <w:pStyle w:val="NoSpacing"/>
                  <w:rPr>
                    <w:rFonts w:ascii="Arial" w:hAnsi="Arial" w:cs="Arial"/>
                    <w:sz w:val="21"/>
                    <w:szCs w:val="21"/>
                  </w:rPr>
                </w:pPr>
                <w:r w:rsidRPr="00154B89">
                  <w:rPr>
                    <w:rFonts w:ascii="Arial" w:hAnsi="Arial" w:cs="Arial"/>
                    <w:sz w:val="21"/>
                    <w:szCs w:val="21"/>
                  </w:rPr>
                  <w:t xml:space="preserve">  </w:t>
                </w:r>
              </w:p>
            </w:tc>
          </w:sdtContent>
        </w:sdt>
      </w:tr>
    </w:tbl>
    <w:p w:rsidR="00814585" w:rsidRDefault="00814585" w:rsidP="00814585">
      <w:pPr>
        <w:pStyle w:val="NoSpacing"/>
      </w:pPr>
    </w:p>
    <w:tbl>
      <w:tblPr>
        <w:tblStyle w:val="TableGrid"/>
        <w:tblW w:w="0" w:type="auto"/>
        <w:tblLook w:val="04A0" w:firstRow="1" w:lastRow="0" w:firstColumn="1" w:lastColumn="0" w:noHBand="0" w:noVBand="1"/>
      </w:tblPr>
      <w:tblGrid>
        <w:gridCol w:w="5228"/>
        <w:gridCol w:w="5228"/>
      </w:tblGrid>
      <w:tr w:rsidR="00814585" w:rsidTr="001E6086">
        <w:tc>
          <w:tcPr>
            <w:tcW w:w="10456" w:type="dxa"/>
            <w:gridSpan w:val="2"/>
            <w:shd w:val="clear" w:color="auto" w:fill="008080"/>
          </w:tcPr>
          <w:p w:rsidR="00814585" w:rsidRPr="001E6086" w:rsidRDefault="00814585"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YOUR DETAILS:</w:t>
            </w:r>
          </w:p>
        </w:tc>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First 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900871669"/>
            <w:placeholder>
              <w:docPart w:val="A84DDCC7D0744B0F882C35A2E2A147D7"/>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Known as (if different from your first 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977964461"/>
            <w:placeholder>
              <w:docPart w:val="64E4196C13464380A71C7788D9A634EA"/>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Surname:</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789814251"/>
            <w:placeholder>
              <w:docPart w:val="ECE35C59F5AB47C5B03F62A691ACDB05"/>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Do you hold a recognised teaching qualification?</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2004779795"/>
            <w:placeholder>
              <w:docPart w:val="3D1C165105A941BAB82A64894ACB774E"/>
            </w:placeholder>
            <w:showingPlcHdr/>
            <w:dropDownList>
              <w:listItem w:value="Choose an item."/>
              <w:listItem w:displayText="YES" w:value="YES"/>
              <w:listItem w:displayText="NO" w:value="NO"/>
            </w:dropDownList>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Do you have Qualified Teacher Status? (QTS or QTLS)?</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266914303"/>
            <w:placeholder>
              <w:docPart w:val="8291CA4A707F430DBF71325B1437DE4A"/>
            </w:placeholder>
            <w:showingPlcHdr/>
            <w:dropDownList>
              <w:listItem w:value="Choose an item."/>
              <w:listItem w:displayText="YES" w:value="YES"/>
              <w:listItem w:displayText="NO" w:value="NO"/>
            </w:dropDownList>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Your DFE/Teacher Reference Number:</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413314743"/>
            <w:placeholder>
              <w:docPart w:val="DF6D2F59135B4CA1847120901BD189B3"/>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Pr="001E6086" w:rsidRDefault="00814585" w:rsidP="00814585">
            <w:pPr>
              <w:pStyle w:val="NoSpacing"/>
              <w:rPr>
                <w:rFonts w:ascii="Arial Narrow" w:hAnsi="Arial Narrow"/>
                <w:sz w:val="20"/>
                <w:szCs w:val="20"/>
              </w:rPr>
            </w:pPr>
            <w:r w:rsidRPr="001E6086">
              <w:rPr>
                <w:rFonts w:ascii="Arial Narrow" w:hAnsi="Arial Narrow"/>
                <w:sz w:val="20"/>
                <w:szCs w:val="20"/>
              </w:rPr>
              <w:t>What Subject/courses are you most experienced in teaching? (Where applicable)</w:t>
            </w:r>
          </w:p>
        </w:tc>
        <w:sdt>
          <w:sdtPr>
            <w:rPr>
              <w:rFonts w:ascii="Arial" w:hAnsi="Arial" w:cs="Arial"/>
              <w:sz w:val="21"/>
              <w:szCs w:val="21"/>
            </w:rPr>
            <w:id w:val="1545786299"/>
            <w:placeholder>
              <w:docPart w:val="DCC26756AF7F479693F1FDFFEBB58723"/>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r w:rsidR="00814585" w:rsidTr="00814585">
        <w:tc>
          <w:tcPr>
            <w:tcW w:w="5228" w:type="dxa"/>
          </w:tcPr>
          <w:p w:rsidR="00814585" w:rsidRDefault="00814585" w:rsidP="00814585">
            <w:pPr>
              <w:pStyle w:val="NoSpacing"/>
              <w:rPr>
                <w:rFonts w:ascii="Arial Narrow" w:hAnsi="Arial Narrow"/>
                <w:sz w:val="20"/>
                <w:szCs w:val="20"/>
              </w:rPr>
            </w:pPr>
            <w:r w:rsidRPr="001E6086">
              <w:rPr>
                <w:rFonts w:ascii="Arial Narrow" w:hAnsi="Arial Narrow"/>
                <w:sz w:val="20"/>
                <w:szCs w:val="20"/>
              </w:rPr>
              <w:t>What other subjects/courses do you have experience in teaching?</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531772021"/>
            <w:placeholder>
              <w:docPart w:val="00BBDD9E01AA470582F513E5E8548CA0"/>
            </w:placeholder>
            <w:showingPlcHdr/>
          </w:sdtPr>
          <w:sdtEndPr/>
          <w:sdtContent>
            <w:tc>
              <w:tcPr>
                <w:tcW w:w="5228" w:type="dxa"/>
              </w:tcPr>
              <w:p w:rsidR="00814585" w:rsidRPr="00AB2E3E" w:rsidRDefault="00AB2E3E" w:rsidP="00AB2E3E">
                <w:pPr>
                  <w:pStyle w:val="NoSpacing"/>
                  <w:rPr>
                    <w:rFonts w:ascii="Arial" w:hAnsi="Arial" w:cs="Arial"/>
                    <w:sz w:val="21"/>
                    <w:szCs w:val="21"/>
                  </w:rPr>
                </w:pPr>
                <w:r>
                  <w:rPr>
                    <w:rStyle w:val="PlaceholderText"/>
                  </w:rPr>
                  <w:t xml:space="preserve"> </w:t>
                </w:r>
              </w:p>
            </w:tc>
          </w:sdtContent>
        </w:sdt>
      </w:tr>
    </w:tbl>
    <w:p w:rsidR="00814585" w:rsidRDefault="00814585" w:rsidP="00814585">
      <w:pPr>
        <w:pStyle w:val="NoSpacing"/>
      </w:pPr>
    </w:p>
    <w:tbl>
      <w:tblPr>
        <w:tblStyle w:val="TableGrid"/>
        <w:tblW w:w="0" w:type="auto"/>
        <w:tblLook w:val="04A0" w:firstRow="1" w:lastRow="0" w:firstColumn="1" w:lastColumn="0" w:noHBand="0" w:noVBand="1"/>
      </w:tblPr>
      <w:tblGrid>
        <w:gridCol w:w="2614"/>
        <w:gridCol w:w="2614"/>
        <w:gridCol w:w="2614"/>
        <w:gridCol w:w="2614"/>
      </w:tblGrid>
      <w:tr w:rsidR="00EA03AB" w:rsidTr="001E6086">
        <w:tc>
          <w:tcPr>
            <w:tcW w:w="10456" w:type="dxa"/>
            <w:gridSpan w:val="4"/>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CURRENT/MOST RECENT EMPLOYMENT</w:t>
            </w:r>
          </w:p>
        </w:tc>
      </w:tr>
      <w:tr w:rsidR="00EA03AB" w:rsidTr="001E6086">
        <w:tc>
          <w:tcPr>
            <w:tcW w:w="2614"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Name of your current or most recent employer:</w:t>
            </w:r>
          </w:p>
        </w:tc>
        <w:sdt>
          <w:sdtPr>
            <w:rPr>
              <w:rFonts w:ascii="Arial" w:hAnsi="Arial" w:cs="Arial"/>
              <w:sz w:val="21"/>
              <w:szCs w:val="21"/>
            </w:rPr>
            <w:id w:val="40947216"/>
            <w:placeholder>
              <w:docPart w:val="53975EB61CB0432097DA79A826570431"/>
            </w:placeholder>
            <w:showingPlcHdr/>
          </w:sdtPr>
          <w:sdtEndPr/>
          <w:sdtContent>
            <w:tc>
              <w:tcPr>
                <w:tcW w:w="7842" w:type="dxa"/>
                <w:gridSpan w:val="3"/>
              </w:tcPr>
              <w:p w:rsidR="00EA03AB" w:rsidRPr="00B440F7" w:rsidRDefault="00AB2E3E" w:rsidP="00AB2E3E">
                <w:pPr>
                  <w:pStyle w:val="NoSpacing"/>
                  <w:rPr>
                    <w:rFonts w:ascii="Arial" w:hAnsi="Arial" w:cs="Arial"/>
                    <w:sz w:val="21"/>
                    <w:szCs w:val="21"/>
                  </w:rPr>
                </w:pPr>
                <w:r w:rsidRPr="00B440F7">
                  <w:rPr>
                    <w:rStyle w:val="PlaceholderText"/>
                    <w:rFonts w:ascii="Arial" w:hAnsi="Arial" w:cs="Arial"/>
                    <w:sz w:val="21"/>
                    <w:szCs w:val="21"/>
                  </w:rPr>
                  <w:t xml:space="preserve"> </w:t>
                </w:r>
              </w:p>
            </w:tc>
          </w:sdtContent>
        </w:sdt>
      </w:tr>
      <w:tr w:rsidR="00EA03AB" w:rsidTr="001E6086">
        <w:tc>
          <w:tcPr>
            <w:tcW w:w="2614" w:type="dxa"/>
          </w:tcPr>
          <w:p w:rsidR="00EA03AB" w:rsidRDefault="00EA03AB" w:rsidP="00814585">
            <w:pPr>
              <w:pStyle w:val="NoSpacing"/>
              <w:rPr>
                <w:rFonts w:ascii="Arial Narrow" w:hAnsi="Arial Narrow"/>
                <w:sz w:val="20"/>
                <w:szCs w:val="20"/>
              </w:rPr>
            </w:pPr>
            <w:r w:rsidRPr="001E6086">
              <w:rPr>
                <w:rFonts w:ascii="Arial Narrow" w:hAnsi="Arial Narrow"/>
                <w:sz w:val="20"/>
                <w:szCs w:val="20"/>
              </w:rPr>
              <w:t>Employer address:</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250192772"/>
            <w:placeholder>
              <w:docPart w:val="1D830A01768949FE80E5643084FD2CF1"/>
            </w:placeholder>
            <w:showingPlcHdr/>
          </w:sdtPr>
          <w:sdtEndPr/>
          <w:sdtContent>
            <w:tc>
              <w:tcPr>
                <w:tcW w:w="7842" w:type="dxa"/>
                <w:gridSpan w:val="3"/>
              </w:tcPr>
              <w:p w:rsidR="00EA03AB"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Position held:</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227769626"/>
            <w:placeholder>
              <w:docPart w:val="350F9BE171EE44B99F00066E3DEF94A0"/>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Start date:</w:t>
            </w:r>
          </w:p>
        </w:tc>
        <w:sdt>
          <w:sdtPr>
            <w:rPr>
              <w:rFonts w:ascii="Arial" w:hAnsi="Arial" w:cs="Arial"/>
              <w:sz w:val="21"/>
              <w:szCs w:val="21"/>
            </w:rPr>
            <w:id w:val="-56473593"/>
            <w:placeholder>
              <w:docPart w:val="B981E8D1DD514040BD4A3CFBF5E5A08F"/>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Salary:</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1301809064"/>
            <w:placeholder>
              <w:docPart w:val="B97B93B717F944FEBA441B33DC192320"/>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Leaving date:</w:t>
            </w:r>
          </w:p>
        </w:tc>
        <w:sdt>
          <w:sdtPr>
            <w:rPr>
              <w:rFonts w:ascii="Arial" w:hAnsi="Arial" w:cs="Arial"/>
              <w:sz w:val="21"/>
              <w:szCs w:val="21"/>
            </w:rPr>
            <w:id w:val="1977867047"/>
            <w:placeholder>
              <w:docPart w:val="6F760498CE4E4BF58BB4E9B168E4A599"/>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814585" w:rsidTr="00814585">
        <w:tc>
          <w:tcPr>
            <w:tcW w:w="2614" w:type="dxa"/>
          </w:tcPr>
          <w:p w:rsidR="00814585" w:rsidRDefault="00EA03AB" w:rsidP="00814585">
            <w:pPr>
              <w:pStyle w:val="NoSpacing"/>
              <w:rPr>
                <w:rFonts w:ascii="Arial Narrow" w:hAnsi="Arial Narrow"/>
                <w:sz w:val="20"/>
                <w:szCs w:val="20"/>
              </w:rPr>
            </w:pPr>
            <w:r w:rsidRPr="001E6086">
              <w:rPr>
                <w:rFonts w:ascii="Arial Narrow" w:hAnsi="Arial Narrow"/>
                <w:sz w:val="20"/>
                <w:szCs w:val="20"/>
              </w:rPr>
              <w:t>Pay grade/Spine Point:</w:t>
            </w:r>
          </w:p>
          <w:p w:rsidR="001E6086" w:rsidRPr="001E6086" w:rsidRDefault="001E6086" w:rsidP="00814585">
            <w:pPr>
              <w:pStyle w:val="NoSpacing"/>
              <w:rPr>
                <w:rFonts w:ascii="Arial Narrow" w:hAnsi="Arial Narrow"/>
                <w:sz w:val="20"/>
                <w:szCs w:val="20"/>
              </w:rPr>
            </w:pPr>
          </w:p>
        </w:tc>
        <w:sdt>
          <w:sdtPr>
            <w:rPr>
              <w:rFonts w:ascii="Arial" w:hAnsi="Arial" w:cs="Arial"/>
              <w:sz w:val="21"/>
              <w:szCs w:val="21"/>
            </w:rPr>
            <w:id w:val="306985966"/>
            <w:placeholder>
              <w:docPart w:val="0C765F22D4BC4FB79C2F0DCF99F9E294"/>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c>
          <w:tcPr>
            <w:tcW w:w="2614" w:type="dxa"/>
          </w:tcPr>
          <w:p w:rsidR="00814585" w:rsidRPr="001E6086" w:rsidRDefault="00EA03AB" w:rsidP="00814585">
            <w:pPr>
              <w:pStyle w:val="NoSpacing"/>
              <w:rPr>
                <w:rFonts w:ascii="Arial Narrow" w:hAnsi="Arial Narrow"/>
                <w:sz w:val="20"/>
                <w:szCs w:val="20"/>
              </w:rPr>
            </w:pPr>
            <w:r w:rsidRPr="001E6086">
              <w:rPr>
                <w:rFonts w:ascii="Arial Narrow" w:hAnsi="Arial Narrow"/>
                <w:sz w:val="20"/>
                <w:szCs w:val="20"/>
              </w:rPr>
              <w:t>Notice period:</w:t>
            </w:r>
          </w:p>
        </w:tc>
        <w:sdt>
          <w:sdtPr>
            <w:rPr>
              <w:rFonts w:ascii="Arial" w:hAnsi="Arial" w:cs="Arial"/>
              <w:sz w:val="21"/>
              <w:szCs w:val="21"/>
            </w:rPr>
            <w:id w:val="-761906435"/>
            <w:placeholder>
              <w:docPart w:val="94B4144EB9104E44886C3DFE7BE07186"/>
            </w:placeholder>
            <w:showingPlcHdr/>
          </w:sdtPr>
          <w:sdtEndPr/>
          <w:sdtContent>
            <w:tc>
              <w:tcPr>
                <w:tcW w:w="2614" w:type="dxa"/>
              </w:tcPr>
              <w:p w:rsidR="00814585"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EA03AB" w:rsidTr="001E6086">
        <w:tc>
          <w:tcPr>
            <w:tcW w:w="2614"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Reason for leaving (if no longer employed):</w:t>
            </w:r>
          </w:p>
        </w:tc>
        <w:sdt>
          <w:sdtPr>
            <w:rPr>
              <w:rFonts w:ascii="Arial" w:hAnsi="Arial" w:cs="Arial"/>
              <w:sz w:val="21"/>
              <w:szCs w:val="21"/>
            </w:rPr>
            <w:id w:val="2056572320"/>
            <w:placeholder>
              <w:docPart w:val="5659A714FE3F471EB84970A2A7573D87"/>
            </w:placeholder>
            <w:showingPlcHdr/>
          </w:sdtPr>
          <w:sdtEndPr/>
          <w:sdtContent>
            <w:tc>
              <w:tcPr>
                <w:tcW w:w="7842" w:type="dxa"/>
                <w:gridSpan w:val="3"/>
              </w:tcPr>
              <w:p w:rsidR="00EA03AB" w:rsidRPr="00154B89" w:rsidRDefault="00AB2E3E" w:rsidP="00AB2E3E">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EA03AB" w:rsidTr="001E6086">
        <w:tc>
          <w:tcPr>
            <w:tcW w:w="10456" w:type="dxa"/>
            <w:gridSpan w:val="4"/>
          </w:tcPr>
          <w:p w:rsidR="00EA03AB" w:rsidRDefault="001E6086" w:rsidP="00814585">
            <w:pPr>
              <w:pStyle w:val="NoSpacing"/>
              <w:rPr>
                <w:rFonts w:ascii="Arial Narrow" w:hAnsi="Arial Narrow"/>
                <w:sz w:val="20"/>
                <w:szCs w:val="20"/>
              </w:rPr>
            </w:pPr>
            <w:r>
              <w:rPr>
                <w:rFonts w:ascii="Arial Narrow" w:hAnsi="Arial Narrow"/>
                <w:sz w:val="20"/>
                <w:szCs w:val="20"/>
              </w:rPr>
              <w:t>Please give a b</w:t>
            </w:r>
            <w:r w:rsidR="00EA03AB" w:rsidRPr="001E6086">
              <w:rPr>
                <w:rFonts w:ascii="Arial Narrow" w:hAnsi="Arial Narrow"/>
                <w:sz w:val="20"/>
                <w:szCs w:val="20"/>
              </w:rPr>
              <w:t>rief description of your main duties</w:t>
            </w:r>
            <w:r>
              <w:rPr>
                <w:rFonts w:ascii="Arial Narrow" w:hAnsi="Arial Narrow"/>
                <w:sz w:val="20"/>
                <w:szCs w:val="20"/>
              </w:rPr>
              <w:t xml:space="preserve"> below</w:t>
            </w:r>
            <w:r w:rsidR="00EA03AB" w:rsidRPr="001E6086">
              <w:rPr>
                <w:rFonts w:ascii="Arial Narrow" w:hAnsi="Arial Narrow"/>
                <w:sz w:val="20"/>
                <w:szCs w:val="20"/>
              </w:rPr>
              <w:t>:</w:t>
            </w:r>
          </w:p>
          <w:p w:rsidR="001E6086" w:rsidRPr="001E6086" w:rsidRDefault="001E6086" w:rsidP="00814585">
            <w:pPr>
              <w:pStyle w:val="NoSpacing"/>
              <w:rPr>
                <w:rFonts w:ascii="Arial Narrow" w:hAnsi="Arial Narrow"/>
                <w:sz w:val="20"/>
                <w:szCs w:val="20"/>
              </w:rPr>
            </w:pPr>
          </w:p>
        </w:tc>
      </w:tr>
      <w:tr w:rsidR="00EA03AB" w:rsidTr="001E6086">
        <w:tc>
          <w:tcPr>
            <w:tcW w:w="10456" w:type="dxa"/>
            <w:gridSpan w:val="4"/>
          </w:tcPr>
          <w:sdt>
            <w:sdtPr>
              <w:rPr>
                <w:rFonts w:ascii="Arial" w:hAnsi="Arial" w:cs="Arial"/>
              </w:rPr>
              <w:id w:val="-653755832"/>
              <w:placeholder>
                <w:docPart w:val="921057A66AD14069999AD4D7B7ED0004"/>
              </w:placeholder>
              <w:showingPlcHdr/>
            </w:sdtPr>
            <w:sdtEndPr/>
            <w:sdtContent>
              <w:p w:rsidR="00EA03AB" w:rsidRPr="00154B89" w:rsidRDefault="00AB2E3E" w:rsidP="00814585">
                <w:pPr>
                  <w:pStyle w:val="NoSpacing"/>
                  <w:rPr>
                    <w:rFonts w:ascii="Arial" w:hAnsi="Arial" w:cs="Arial"/>
                  </w:rPr>
                </w:pPr>
                <w:r w:rsidRPr="00154B89">
                  <w:rPr>
                    <w:rStyle w:val="PlaceholderText"/>
                    <w:rFonts w:ascii="Arial" w:hAnsi="Arial" w:cs="Arial"/>
                  </w:rPr>
                  <w:t xml:space="preserve"> </w:t>
                </w:r>
              </w:p>
            </w:sdtContent>
          </w:sdt>
          <w:p w:rsidR="001E6086" w:rsidRDefault="001E6086" w:rsidP="00814585">
            <w:pPr>
              <w:pStyle w:val="NoSpacing"/>
            </w:pPr>
          </w:p>
          <w:p w:rsidR="001E6086" w:rsidRDefault="001E6086" w:rsidP="00814585">
            <w:pPr>
              <w:pStyle w:val="NoSpacing"/>
            </w:pPr>
          </w:p>
        </w:tc>
      </w:tr>
    </w:tbl>
    <w:p w:rsidR="00814585" w:rsidRDefault="00814585" w:rsidP="00814585">
      <w:pPr>
        <w:pStyle w:val="NoSpacing"/>
      </w:pPr>
    </w:p>
    <w:p w:rsidR="001E6086" w:rsidRDefault="001E6086" w:rsidP="00814585">
      <w:pPr>
        <w:pStyle w:val="NoSpacing"/>
      </w:pPr>
    </w:p>
    <w:p w:rsidR="001E6086" w:rsidRDefault="001E6086" w:rsidP="00814585">
      <w:pPr>
        <w:pStyle w:val="NoSpacing"/>
      </w:pPr>
    </w:p>
    <w:tbl>
      <w:tblPr>
        <w:tblStyle w:val="TableGrid"/>
        <w:tblW w:w="0" w:type="auto"/>
        <w:tblLook w:val="04A0" w:firstRow="1" w:lastRow="0" w:firstColumn="1" w:lastColumn="0" w:noHBand="0" w:noVBand="1"/>
      </w:tblPr>
      <w:tblGrid>
        <w:gridCol w:w="2091"/>
        <w:gridCol w:w="2091"/>
        <w:gridCol w:w="2091"/>
        <w:gridCol w:w="2091"/>
        <w:gridCol w:w="2092"/>
      </w:tblGrid>
      <w:tr w:rsidR="00EA03AB" w:rsidTr="001E6086">
        <w:tc>
          <w:tcPr>
            <w:tcW w:w="10456" w:type="dxa"/>
            <w:gridSpan w:val="5"/>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lastRenderedPageBreak/>
              <w:t>WORK HISTORY</w:t>
            </w:r>
          </w:p>
        </w:tc>
      </w:tr>
      <w:tr w:rsidR="00EA03AB" w:rsidTr="001E6086">
        <w:tc>
          <w:tcPr>
            <w:tcW w:w="10456" w:type="dxa"/>
            <w:gridSpan w:val="5"/>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Please list your most recent work first and continue backwards. You should also indicate any gaps in your work history and detail the reason for this. If necessary, you can continue details of your employment history on a separate sheet.</w:t>
            </w:r>
          </w:p>
        </w:tc>
      </w:tr>
      <w:tr w:rsidR="00EA03AB" w:rsidTr="00EA03AB">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Employers name and location:</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Position held: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Start date:</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End date:</w:t>
            </w:r>
          </w:p>
        </w:tc>
        <w:tc>
          <w:tcPr>
            <w:tcW w:w="2092"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Reason for leaving:</w:t>
            </w:r>
          </w:p>
        </w:tc>
      </w:tr>
      <w:tr w:rsidR="00EA03AB" w:rsidRPr="00AB2E3E" w:rsidTr="00EA03AB">
        <w:sdt>
          <w:sdtPr>
            <w:rPr>
              <w:rFonts w:ascii="Arial" w:hAnsi="Arial" w:cs="Arial"/>
              <w:sz w:val="21"/>
              <w:szCs w:val="21"/>
            </w:rPr>
            <w:id w:val="2045015545"/>
            <w:placeholder>
              <w:docPart w:val="C307554BA28D4FEA92E0EBC5F998ACC3"/>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986356272"/>
            <w:placeholder>
              <w:docPart w:val="876DD50F4808402CBB466907EDC6DC23"/>
            </w:placeholder>
            <w:showingPlcHdr/>
          </w:sdtPr>
          <w:sdtEndPr/>
          <w:sdtContent>
            <w:bookmarkStart w:id="0" w:name="_GoBack" w:displacedByCustomXml="prev"/>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bookmarkEnd w:id="0" w:displacedByCustomXml="next"/>
          </w:sdtContent>
        </w:sdt>
        <w:sdt>
          <w:sdtPr>
            <w:rPr>
              <w:rFonts w:ascii="Arial" w:hAnsi="Arial" w:cs="Arial"/>
              <w:sz w:val="21"/>
              <w:szCs w:val="21"/>
            </w:rPr>
            <w:id w:val="-2004037740"/>
            <w:placeholder>
              <w:docPart w:val="050BB28204B14D9588E904876A49CCF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707952490"/>
            <w:placeholder>
              <w:docPart w:val="A47E20C2062B4541B5F2C24DB7AFF2F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43546740"/>
            <w:placeholder>
              <w:docPart w:val="B21032FD071645C88124EBFDC4AE4F3C"/>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tr>
      <w:tr w:rsidR="00EA03AB" w:rsidRPr="00AB2E3E" w:rsidTr="00EA03AB">
        <w:sdt>
          <w:sdtPr>
            <w:rPr>
              <w:rFonts w:ascii="Arial" w:hAnsi="Arial" w:cs="Arial"/>
              <w:sz w:val="21"/>
              <w:szCs w:val="21"/>
            </w:rPr>
            <w:id w:val="938807032"/>
            <w:placeholder>
              <w:docPart w:val="0BBC104D907F46718D2DAFBA9A27D8DF"/>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2003028185"/>
            <w:placeholder>
              <w:docPart w:val="0DE7587A20F74226BF10CAEB039A2C4A"/>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539937364"/>
            <w:placeholder>
              <w:docPart w:val="E8E61453573A45479B87F9A484ACC146"/>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Fonts w:ascii="Arial" w:hAnsi="Arial" w:cs="Arial"/>
                    <w:sz w:val="21"/>
                    <w:szCs w:val="21"/>
                  </w:rPr>
                  <w:t xml:space="preserve"> </w:t>
                </w:r>
              </w:p>
            </w:tc>
          </w:sdtContent>
        </w:sdt>
        <w:sdt>
          <w:sdtPr>
            <w:rPr>
              <w:rFonts w:ascii="Arial" w:hAnsi="Arial" w:cs="Arial"/>
              <w:sz w:val="21"/>
              <w:szCs w:val="21"/>
            </w:rPr>
            <w:id w:val="552208056"/>
            <w:placeholder>
              <w:docPart w:val="3524D10C2AE64CA29FF436D376561F05"/>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945973"/>
            <w:placeholder>
              <w:docPart w:val="4E268CF3A360497DAC85898854A01952"/>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395384401"/>
            <w:placeholder>
              <w:docPart w:val="D2F37AF620EB4264B04604B7A12941A2"/>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04742238"/>
            <w:placeholder>
              <w:docPart w:val="BC9951FDEBFA40E3A8592E0ECDB23C04"/>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50427677"/>
            <w:placeholder>
              <w:docPart w:val="2CBC35A5871D435F873A24AAAD0BDD41"/>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32059657"/>
            <w:placeholder>
              <w:docPart w:val="99772C23927343A695C7FF82FFA5EF0A"/>
            </w:placeholder>
            <w:showingPlcHdr/>
          </w:sdtPr>
          <w:sdtEndPr/>
          <w:sdtContent>
            <w:tc>
              <w:tcPr>
                <w:tcW w:w="2091"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61486296"/>
            <w:placeholder>
              <w:docPart w:val="E31EA898DEF444D590DDB1A4964FF7B9"/>
            </w:placeholder>
            <w:showingPlcHdr/>
          </w:sdtPr>
          <w:sdtEndPr/>
          <w:sdtContent>
            <w:tc>
              <w:tcPr>
                <w:tcW w:w="2092" w:type="dxa"/>
              </w:tcPr>
              <w:p w:rsidR="00EA03AB" w:rsidRPr="00AB2E3E" w:rsidRDefault="00B86F85" w:rsidP="00B86F85">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726448033"/>
            <w:placeholder>
              <w:docPart w:val="B84A30E727E24EDEA85AD9F0338C885E"/>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08603355"/>
            <w:placeholder>
              <w:docPart w:val="15B5137D031D420EA8EE1AC70059B1CE"/>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33245633"/>
            <w:placeholder>
              <w:docPart w:val="81AA7292CB07490493AFCC5006751774"/>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98397317"/>
            <w:placeholder>
              <w:docPart w:val="EF922273DCD24412A8599C9B42EBF688"/>
            </w:placeholder>
            <w:showingPlcHdr/>
          </w:sdtPr>
          <w:sdtEndPr/>
          <w:sdtContent>
            <w:tc>
              <w:tcPr>
                <w:tcW w:w="2091" w:type="dxa"/>
              </w:tcPr>
              <w:p w:rsidR="00EA03AB" w:rsidRPr="00AB2E3E" w:rsidRDefault="002918E3" w:rsidP="002918E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781694631"/>
            <w:placeholder>
              <w:docPart w:val="A95C38A09AE3427EAC134AE1DECA89A4"/>
            </w:placeholder>
            <w:showingPlcHdr/>
          </w:sdtPr>
          <w:sdtEndPr/>
          <w:sdtContent>
            <w:tc>
              <w:tcPr>
                <w:tcW w:w="2092"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817244663"/>
            <w:placeholder>
              <w:docPart w:val="F6825B8603DB40B4B809DC6F41E956E0"/>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8043448"/>
            <w:placeholder>
              <w:docPart w:val="DFF21ACFF93D437393DCD5A4F6FFE558"/>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86781674"/>
            <w:placeholder>
              <w:docPart w:val="0C72AA85C9944B3B9777CD0474904992"/>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49902203"/>
            <w:placeholder>
              <w:docPart w:val="1922D6E058EC48B4891E80507F4F3682"/>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80473174"/>
            <w:placeholder>
              <w:docPart w:val="74BBC1FFD6154E7C8EC265D7AF05EB52"/>
            </w:placeholder>
            <w:showingPlcHdr/>
          </w:sdtPr>
          <w:sdtEndPr/>
          <w:sdtContent>
            <w:tc>
              <w:tcPr>
                <w:tcW w:w="2092"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169100130"/>
            <w:placeholder>
              <w:docPart w:val="C5ACE0CCC2C3497FBBD2267EE6F38771"/>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4286943"/>
            <w:placeholder>
              <w:docPart w:val="6DC7F3E00EBF485B8B701ED61D125C8B"/>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661998927"/>
            <w:placeholder>
              <w:docPart w:val="C1DFE290A48F4A5FAFE1D022CBD83180"/>
            </w:placeholder>
            <w:showingPlcHdr/>
          </w:sdtPr>
          <w:sdtEndPr/>
          <w:sdtContent>
            <w:tc>
              <w:tcPr>
                <w:tcW w:w="2091" w:type="dxa"/>
              </w:tcPr>
              <w:p w:rsidR="00EA03AB" w:rsidRPr="00AB2E3E" w:rsidRDefault="008C64B3" w:rsidP="008C64B3">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930629204"/>
            <w:placeholder>
              <w:docPart w:val="FB317F2D029F487BA4E9CFF9E6F0850B"/>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32427451"/>
            <w:placeholder>
              <w:docPart w:val="242612BCE4394D069672827DC3B1D31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588764222"/>
            <w:placeholder>
              <w:docPart w:val="54F67AD7F8F546D79D611E3D511135C8"/>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29685947"/>
            <w:placeholder>
              <w:docPart w:val="A077B6D81E4C4EBF9AC6E15A4F3B9BB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45435043"/>
            <w:placeholder>
              <w:docPart w:val="88066A3F15494BD483F05DD57307E153"/>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511580718"/>
            <w:placeholder>
              <w:docPart w:val="E1885C3DE87249F7B9C0E7DE96C384CE"/>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92422681"/>
            <w:placeholder>
              <w:docPart w:val="F315DCBE6B46406EAF408A4C6B397EF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54362562"/>
            <w:placeholder>
              <w:docPart w:val="9CE50E615A1C43568B9A3CE67292A806"/>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003087017"/>
            <w:placeholder>
              <w:docPart w:val="817039168E704398889FAACA42256CF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78229256"/>
            <w:placeholder>
              <w:docPart w:val="5E5B7B9D9B0747D0B649A3E4068CC882"/>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0555488"/>
            <w:placeholder>
              <w:docPart w:val="E3361525FDD04242B9C34CCF6B58871D"/>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812011248"/>
            <w:placeholder>
              <w:docPart w:val="AD6C52553F674174AE652FA95A533DB2"/>
            </w:placeholder>
            <w:showingPlcHdr/>
          </w:sdtPr>
          <w:sdtEndPr/>
          <w:sdtContent>
            <w:tc>
              <w:tcPr>
                <w:tcW w:w="2092"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1417479739"/>
            <w:placeholder>
              <w:docPart w:val="FC87421F0BBB402B9817D600933B9C63"/>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774279986"/>
            <w:placeholder>
              <w:docPart w:val="71159BBB2AC04A369A9CE3B17F17BAFC"/>
            </w:placeholder>
            <w:showingPlcHdr/>
          </w:sdtPr>
          <w:sdtEndPr/>
          <w:sdtContent>
            <w:tc>
              <w:tcPr>
                <w:tcW w:w="2091" w:type="dxa"/>
              </w:tcPr>
              <w:p w:rsidR="00EA03AB" w:rsidRPr="00AB2E3E" w:rsidRDefault="00AA2E7F" w:rsidP="00AA2E7F">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683361107"/>
            <w:placeholder>
              <w:docPart w:val="01EF6642392347E3BEE097E19514849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072082901"/>
            <w:placeholder>
              <w:docPart w:val="059826FDE48B4F5B9A02D6A0C987221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55727336"/>
            <w:placeholder>
              <w:docPart w:val="ABCC3D9E2177476AA4C4E49465DD9C6E"/>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760138106"/>
            <w:placeholder>
              <w:docPart w:val="958D7DEB1A854936A0FC62248E7141B8"/>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90090"/>
            <w:placeholder>
              <w:docPart w:val="A3AF917F49704B4C8D5CE143F0B189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471323877"/>
            <w:placeholder>
              <w:docPart w:val="461BA76A474A48F89FE22CBEF4623E19"/>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2994843"/>
            <w:placeholder>
              <w:docPart w:val="8A9D576EBF794942AB729C0B796DD33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204636631"/>
            <w:placeholder>
              <w:docPart w:val="ECF5B91CBD3145279822184D64F6BA9F"/>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r w:rsidR="00EA03AB" w:rsidRPr="00AB2E3E" w:rsidTr="00EA03AB">
        <w:sdt>
          <w:sdtPr>
            <w:rPr>
              <w:rFonts w:ascii="Arial" w:hAnsi="Arial" w:cs="Arial"/>
              <w:sz w:val="21"/>
              <w:szCs w:val="21"/>
            </w:rPr>
            <w:id w:val="-68820420"/>
            <w:placeholder>
              <w:docPart w:val="7C835B9DA7B843DCA99BC607D6C8BCE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34488539"/>
            <w:placeholder>
              <w:docPart w:val="EA0A7B728D5C46029E5DDA370828B90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128815564"/>
            <w:placeholder>
              <w:docPart w:val="51BB0A747B744FC88B862D874B2A5223"/>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132989746"/>
            <w:placeholder>
              <w:docPart w:val="D54E2E42E47743DE89E1F3D4295BE4E2"/>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130079860"/>
            <w:placeholder>
              <w:docPart w:val="FF7EF4C2237248088C4C9F05A46FC135"/>
            </w:placeholder>
            <w:showingPlcHdr/>
          </w:sdtPr>
          <w:sdtEndPr/>
          <w:sdtContent>
            <w:tc>
              <w:tcPr>
                <w:tcW w:w="2092"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tr>
    </w:tbl>
    <w:p w:rsidR="00EA03AB" w:rsidRPr="00AB2E3E" w:rsidRDefault="00EA03AB" w:rsidP="00814585">
      <w:pPr>
        <w:pStyle w:val="NoSpacing"/>
        <w:rPr>
          <w:rFonts w:ascii="Arial" w:hAnsi="Arial" w:cs="Arial"/>
          <w:sz w:val="21"/>
          <w:szCs w:val="21"/>
        </w:rPr>
      </w:pPr>
    </w:p>
    <w:tbl>
      <w:tblPr>
        <w:tblStyle w:val="TableGrid"/>
        <w:tblW w:w="0" w:type="auto"/>
        <w:tblLook w:val="04A0" w:firstRow="1" w:lastRow="0" w:firstColumn="1" w:lastColumn="0" w:noHBand="0" w:noVBand="1"/>
      </w:tblPr>
      <w:tblGrid>
        <w:gridCol w:w="2091"/>
        <w:gridCol w:w="2091"/>
        <w:gridCol w:w="2091"/>
        <w:gridCol w:w="2091"/>
        <w:gridCol w:w="2092"/>
      </w:tblGrid>
      <w:tr w:rsidR="00EA03AB" w:rsidTr="001E6086">
        <w:tc>
          <w:tcPr>
            <w:tcW w:w="10456" w:type="dxa"/>
            <w:gridSpan w:val="5"/>
            <w:shd w:val="clear" w:color="auto" w:fill="008080"/>
          </w:tcPr>
          <w:p w:rsidR="00EA03AB" w:rsidRPr="001E6086" w:rsidRDefault="00EA03AB"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EDUCATION AND QUALIFICATIONS</w:t>
            </w:r>
          </w:p>
        </w:tc>
      </w:tr>
      <w:tr w:rsidR="00EA03AB" w:rsidTr="001E6086">
        <w:tc>
          <w:tcPr>
            <w:tcW w:w="10456" w:type="dxa"/>
            <w:gridSpan w:val="5"/>
          </w:tcPr>
          <w:p w:rsidR="00EA03AB" w:rsidRDefault="00EA03AB" w:rsidP="00814585">
            <w:pPr>
              <w:pStyle w:val="NoSpacing"/>
              <w:rPr>
                <w:rFonts w:ascii="Arial Narrow" w:hAnsi="Arial Narrow"/>
                <w:sz w:val="20"/>
                <w:szCs w:val="20"/>
              </w:rPr>
            </w:pPr>
            <w:r w:rsidRPr="001E6086">
              <w:rPr>
                <w:rFonts w:ascii="Arial Narrow" w:hAnsi="Arial Narrow"/>
                <w:sz w:val="20"/>
                <w:szCs w:val="20"/>
              </w:rPr>
              <w:t>Please list all qualifications, beginning with your most recent.</w:t>
            </w:r>
          </w:p>
          <w:p w:rsidR="001E6086" w:rsidRPr="001E6086" w:rsidRDefault="001E6086" w:rsidP="00814585">
            <w:pPr>
              <w:pStyle w:val="NoSpacing"/>
              <w:rPr>
                <w:rFonts w:ascii="Arial Narrow" w:hAnsi="Arial Narrow"/>
                <w:sz w:val="20"/>
                <w:szCs w:val="20"/>
              </w:rPr>
            </w:pPr>
          </w:p>
        </w:tc>
      </w:tr>
      <w:tr w:rsidR="00EA03AB" w:rsidTr="00EA03AB">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Name of School, College, University, Institution:</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Date started: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Date finished:</w:t>
            </w:r>
          </w:p>
        </w:tc>
        <w:tc>
          <w:tcPr>
            <w:tcW w:w="2091"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Type of course/Subjects:</w:t>
            </w:r>
          </w:p>
        </w:tc>
        <w:tc>
          <w:tcPr>
            <w:tcW w:w="2092" w:type="dxa"/>
          </w:tcPr>
          <w:p w:rsidR="00EA03AB" w:rsidRPr="001E6086" w:rsidRDefault="00EA03AB" w:rsidP="00814585">
            <w:pPr>
              <w:pStyle w:val="NoSpacing"/>
              <w:rPr>
                <w:rFonts w:ascii="Arial Narrow" w:hAnsi="Arial Narrow"/>
                <w:sz w:val="20"/>
                <w:szCs w:val="20"/>
              </w:rPr>
            </w:pPr>
            <w:r w:rsidRPr="001E6086">
              <w:rPr>
                <w:rFonts w:ascii="Arial Narrow" w:hAnsi="Arial Narrow"/>
                <w:sz w:val="20"/>
                <w:szCs w:val="20"/>
              </w:rPr>
              <w:t>Grade(s) achieved:</w:t>
            </w:r>
          </w:p>
        </w:tc>
      </w:tr>
      <w:tr w:rsidR="00EA03AB" w:rsidRPr="00AB2E3E" w:rsidTr="00EA03AB">
        <w:sdt>
          <w:sdtPr>
            <w:rPr>
              <w:rFonts w:ascii="Arial" w:hAnsi="Arial" w:cs="Arial"/>
              <w:sz w:val="21"/>
              <w:szCs w:val="21"/>
            </w:rPr>
            <w:id w:val="1009264866"/>
            <w:placeholder>
              <w:docPart w:val="A224417D99464D1EBB43020BC8F6526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760825003"/>
            <w:placeholder>
              <w:docPart w:val="D914A6593B8243289E58ACAAFEFCE3A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324353674"/>
            <w:placeholder>
              <w:docPart w:val="81CECC3E68894C9D83CBF0E941DB1D9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845319632"/>
            <w:placeholder>
              <w:docPart w:val="57C54B13E21D4974AC048A1A88FEECB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444928795"/>
            <w:placeholder>
              <w:docPart w:val="01549EDBF15E412091C277F953F434BC"/>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449159699"/>
            <w:placeholder>
              <w:docPart w:val="7B514CA21E2143D78228DEBC40317632"/>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920512846"/>
            <w:placeholder>
              <w:docPart w:val="2CF7E38C0A124FEFB9ABF6C7B3A5393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15472497"/>
            <w:placeholder>
              <w:docPart w:val="568D498CD7994076A96DC78096AFADB3"/>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554369810"/>
            <w:placeholder>
              <w:docPart w:val="830D830D63FD41239353355EDA4A7E0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366721089"/>
            <w:placeholder>
              <w:docPart w:val="07A65277E01D4B2D937008E0D1D3B435"/>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209763322"/>
            <w:placeholder>
              <w:docPart w:val="14DB52C8E9E0457695F7F14165D49429"/>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08794716"/>
            <w:placeholder>
              <w:docPart w:val="373AAF131B8A444A8743B6EE2B6F25B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96224030"/>
            <w:placeholder>
              <w:docPart w:val="ADF1326BAC924B79B9707B51809A81B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20793999"/>
            <w:placeholder>
              <w:docPart w:val="739432774F964E138E768F04A1DEEDD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685526640"/>
            <w:placeholder>
              <w:docPart w:val="E43030C558B145F48DD840096074E269"/>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479739689"/>
            <w:placeholder>
              <w:docPart w:val="1A6DE74EEBAA48518159F5B99D924477"/>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360093073"/>
            <w:placeholder>
              <w:docPart w:val="770846A08BA348C7832BBAD6CB31D1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973972996"/>
            <w:placeholder>
              <w:docPart w:val="6266A42050CA46988A434B22BBB15F0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6799762"/>
            <w:placeholder>
              <w:docPart w:val="FA57F181068B4A2C9B2B8C4A08AFE9ED"/>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45443287"/>
            <w:placeholder>
              <w:docPart w:val="E0CCA4AB158F4649825CF10B2B0AFEFA"/>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669441602"/>
            <w:placeholder>
              <w:docPart w:val="7AD7E3711B304BE19742C9C700C4243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1932653341"/>
            <w:placeholder>
              <w:docPart w:val="DCD08BFB8EF4475EA92900751A52DA5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83044295"/>
            <w:placeholder>
              <w:docPart w:val="04376D86F7A24968AD0F3B391DC545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415320088"/>
            <w:placeholder>
              <w:docPart w:val="099D9275320D4048A5B867F3FAE7AE5F"/>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249771076"/>
            <w:placeholder>
              <w:docPart w:val="B010736E6133438DABCFC8B00DBBB92A"/>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373498689"/>
            <w:placeholder>
              <w:docPart w:val="6E669FC96B6346CB8111CB0139CAEB3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310258259"/>
            <w:placeholder>
              <w:docPart w:val="E01A971241AA420ABBF63995A6F5797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064556066"/>
            <w:placeholder>
              <w:docPart w:val="4F6FFA74EE89471892A9BBAEFD9E720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799886139"/>
            <w:placeholder>
              <w:docPart w:val="D74AA32892984B95875F44238B5550C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81645658"/>
            <w:placeholder>
              <w:docPart w:val="FC5C5E3494794AAF8A9190689B895A5E"/>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115175492"/>
            <w:placeholder>
              <w:docPart w:val="A357116454584780A279D45C3B20E40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247936997"/>
            <w:placeholder>
              <w:docPart w:val="2979EA77D7C54BBDB49009DA4FBB8B1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70089667"/>
            <w:placeholder>
              <w:docPart w:val="E0A50B7911F94084B4D6CECFEF2BEC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45337865"/>
            <w:placeholder>
              <w:docPart w:val="9EE3EC361EB8438CB616A43FA7960DEB"/>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654443124"/>
            <w:placeholder>
              <w:docPart w:val="13E933F686BD4948B63D7B2B25001D46"/>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689903653"/>
            <w:placeholder>
              <w:docPart w:val="79ADF85966214A58AFE3A50AA55BB49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sidRPr="00AB2E3E">
                  <w:rPr>
                    <w:rStyle w:val="PlaceholderText"/>
                    <w:rFonts w:ascii="Arial" w:hAnsi="Arial" w:cs="Arial"/>
                    <w:sz w:val="21"/>
                    <w:szCs w:val="21"/>
                  </w:rPr>
                  <w:t xml:space="preserve"> </w:t>
                </w:r>
              </w:p>
            </w:tc>
          </w:sdtContent>
        </w:sdt>
        <w:sdt>
          <w:sdtPr>
            <w:rPr>
              <w:rFonts w:ascii="Arial" w:hAnsi="Arial" w:cs="Arial"/>
              <w:sz w:val="21"/>
              <w:szCs w:val="21"/>
            </w:rPr>
            <w:id w:val="-681048004"/>
            <w:placeholder>
              <w:docPart w:val="CFAD481DF4934CAC987E88372C39F736"/>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26851069"/>
            <w:placeholder>
              <w:docPart w:val="2DEB5D2301FF48A69A8AE6E36F5F96D5"/>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36057850"/>
            <w:placeholder>
              <w:docPart w:val="27220F2A04A548D8AD65F355C11288AA"/>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010253705"/>
            <w:placeholder>
              <w:docPart w:val="6AEE4EF7C78947138C134B83FF0E7268"/>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575027104"/>
            <w:placeholder>
              <w:docPart w:val="88B560DBBBC446A0A746E61547488914"/>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243674442"/>
            <w:placeholder>
              <w:docPart w:val="E0BE0EFE51B74F68B55579125C34B7AC"/>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759944811"/>
            <w:placeholder>
              <w:docPart w:val="6C495FB276274A1682D600ACEC4B1801"/>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41116225"/>
            <w:placeholder>
              <w:docPart w:val="18151D8F9ACB4CBB92283F5F48476C40"/>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429089874"/>
            <w:placeholder>
              <w:docPart w:val="A43CE8462C234338B3AE3B1FFFBE495D"/>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r w:rsidR="00EA03AB" w:rsidRPr="00AB2E3E" w:rsidTr="00EA03AB">
        <w:sdt>
          <w:sdtPr>
            <w:rPr>
              <w:rFonts w:ascii="Arial" w:hAnsi="Arial" w:cs="Arial"/>
              <w:sz w:val="21"/>
              <w:szCs w:val="21"/>
            </w:rPr>
            <w:id w:val="1384607154"/>
            <w:placeholder>
              <w:docPart w:val="F0D58052A65A4671BDA1CEF36F700618"/>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941981216"/>
            <w:placeholder>
              <w:docPart w:val="7D999E695D5442BBBC70E677EFA5ABD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37411256"/>
            <w:placeholder>
              <w:docPart w:val="E175EC29CA4D47D48CC0EB7D0CCCFAE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259036570"/>
            <w:placeholder>
              <w:docPart w:val="F62ADB4FBCBC44098DE26419B11F387E"/>
            </w:placeholder>
            <w:showingPlcHdr/>
          </w:sdtPr>
          <w:sdtEndPr/>
          <w:sdtContent>
            <w:tc>
              <w:tcPr>
                <w:tcW w:w="2091"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22113989"/>
            <w:placeholder>
              <w:docPart w:val="51B693EA6737480E9901D9F8A475A8F8"/>
            </w:placeholder>
            <w:showingPlcHdr/>
          </w:sdtPr>
          <w:sdtEndPr/>
          <w:sdtContent>
            <w:tc>
              <w:tcPr>
                <w:tcW w:w="2092" w:type="dxa"/>
              </w:tcPr>
              <w:p w:rsidR="00EA03AB" w:rsidRPr="00AB2E3E" w:rsidRDefault="00AB2E3E" w:rsidP="00AB2E3E">
                <w:pPr>
                  <w:pStyle w:val="NoSpacing"/>
                  <w:rPr>
                    <w:rFonts w:ascii="Arial" w:hAnsi="Arial" w:cs="Arial"/>
                    <w:sz w:val="21"/>
                    <w:szCs w:val="21"/>
                  </w:rPr>
                </w:pPr>
                <w:r>
                  <w:rPr>
                    <w:rStyle w:val="PlaceholderText"/>
                  </w:rPr>
                  <w:t xml:space="preserve"> </w:t>
                </w:r>
              </w:p>
            </w:tc>
          </w:sdtContent>
        </w:sdt>
      </w:tr>
    </w:tbl>
    <w:p w:rsidR="00EA03AB" w:rsidRDefault="00EA03AB" w:rsidP="00814585">
      <w:pPr>
        <w:pStyle w:val="NoSpacing"/>
      </w:pPr>
    </w:p>
    <w:tbl>
      <w:tblPr>
        <w:tblStyle w:val="TableGrid"/>
        <w:tblW w:w="0" w:type="auto"/>
        <w:tblLook w:val="04A0" w:firstRow="1" w:lastRow="0" w:firstColumn="1" w:lastColumn="0" w:noHBand="0" w:noVBand="1"/>
      </w:tblPr>
      <w:tblGrid>
        <w:gridCol w:w="3485"/>
        <w:gridCol w:w="3485"/>
        <w:gridCol w:w="3486"/>
      </w:tblGrid>
      <w:tr w:rsidR="005C7E24" w:rsidTr="001E6086">
        <w:tc>
          <w:tcPr>
            <w:tcW w:w="10456" w:type="dxa"/>
            <w:gridSpan w:val="3"/>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PROFESSIONAL QUALIFICATIONS/ MEMBERSHIPS</w:t>
            </w:r>
          </w:p>
        </w:tc>
      </w:tr>
      <w:tr w:rsidR="005C7E24" w:rsidTr="001E6086">
        <w:tc>
          <w:tcPr>
            <w:tcW w:w="10456" w:type="dxa"/>
            <w:gridSpan w:val="3"/>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If you hold membership of any professional bodies, please detail them here:</w:t>
            </w:r>
          </w:p>
        </w:tc>
      </w:tr>
      <w:tr w:rsidR="005C7E24" w:rsidRPr="00154B89" w:rsidTr="005C7E24">
        <w:tc>
          <w:tcPr>
            <w:tcW w:w="3485"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Type of membership/qualification</w:t>
            </w:r>
          </w:p>
        </w:tc>
        <w:tc>
          <w:tcPr>
            <w:tcW w:w="3485"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Awarding body/institute</w:t>
            </w:r>
          </w:p>
        </w:tc>
        <w:tc>
          <w:tcPr>
            <w:tcW w:w="3486" w:type="dxa"/>
          </w:tcPr>
          <w:p w:rsidR="005C7E24" w:rsidRPr="00B440F7" w:rsidRDefault="00B440F7" w:rsidP="00B440F7">
            <w:pPr>
              <w:pStyle w:val="NoSpacing"/>
              <w:rPr>
                <w:rFonts w:ascii="Arial Narrow" w:hAnsi="Arial Narrow" w:cs="Arial"/>
                <w:sz w:val="21"/>
                <w:szCs w:val="21"/>
              </w:rPr>
            </w:pPr>
            <w:r w:rsidRPr="00B440F7">
              <w:rPr>
                <w:rFonts w:ascii="Arial Narrow" w:hAnsi="Arial Narrow" w:cs="Arial"/>
                <w:sz w:val="21"/>
                <w:szCs w:val="21"/>
              </w:rPr>
              <w:t>Date achieved (mm/</w:t>
            </w:r>
            <w:proofErr w:type="spellStart"/>
            <w:r w:rsidRPr="00B440F7">
              <w:rPr>
                <w:rFonts w:ascii="Arial Narrow" w:hAnsi="Arial Narrow" w:cs="Arial"/>
                <w:sz w:val="21"/>
                <w:szCs w:val="21"/>
              </w:rPr>
              <w:t>yyyy</w:t>
            </w:r>
            <w:proofErr w:type="spellEnd"/>
            <w:r w:rsidRPr="00B440F7">
              <w:rPr>
                <w:rFonts w:ascii="Arial Narrow" w:hAnsi="Arial Narrow" w:cs="Arial"/>
                <w:sz w:val="21"/>
                <w:szCs w:val="21"/>
              </w:rPr>
              <w:t>)</w:t>
            </w:r>
          </w:p>
        </w:tc>
      </w:tr>
      <w:tr w:rsidR="005C7E24" w:rsidRPr="00154B89" w:rsidTr="005C7E24">
        <w:sdt>
          <w:sdtPr>
            <w:rPr>
              <w:rFonts w:ascii="Arial" w:hAnsi="Arial" w:cs="Arial"/>
              <w:sz w:val="21"/>
              <w:szCs w:val="21"/>
            </w:rPr>
            <w:id w:val="98077102"/>
            <w:placeholder>
              <w:docPart w:val="79BF5A5BBEA34FE9B5967B0BD7F3BAAB"/>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724560272"/>
            <w:placeholder>
              <w:docPart w:val="9282616100F84017B810A488808085EE"/>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91828529"/>
            <w:placeholder>
              <w:docPart w:val="C432C9CC6CD34087A8A995F594F4B921"/>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r w:rsidR="005C7E24" w:rsidRPr="00154B89" w:rsidTr="005C7E24">
        <w:sdt>
          <w:sdtPr>
            <w:rPr>
              <w:rFonts w:ascii="Arial" w:hAnsi="Arial" w:cs="Arial"/>
              <w:sz w:val="21"/>
              <w:szCs w:val="21"/>
            </w:rPr>
            <w:id w:val="775062721"/>
            <w:placeholder>
              <w:docPart w:val="754E192813F2483F8B55661B80BE4ABA"/>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1859855912"/>
            <w:placeholder>
              <w:docPart w:val="49A2A4835D124D8399E7C14163AB24C8"/>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494306803"/>
            <w:placeholder>
              <w:docPart w:val="5C014BA3D6C1445DB15C5307734BBF9D"/>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r w:rsidR="005C7E24" w:rsidRPr="00154B89" w:rsidTr="005C7E24">
        <w:sdt>
          <w:sdtPr>
            <w:rPr>
              <w:rFonts w:ascii="Arial" w:hAnsi="Arial" w:cs="Arial"/>
              <w:sz w:val="21"/>
              <w:szCs w:val="21"/>
            </w:rPr>
            <w:id w:val="-1145274611"/>
            <w:placeholder>
              <w:docPart w:val="95C99DCE93164AEBB4812F79D1F6BD01"/>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566225912"/>
            <w:placeholder>
              <w:docPart w:val="D5A65FDCC5714846A35FB1FDB507CE04"/>
            </w:placeholder>
            <w:showingPlcHdr/>
          </w:sdtPr>
          <w:sdtEndPr/>
          <w:sdtContent>
            <w:tc>
              <w:tcPr>
                <w:tcW w:w="3485"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sdt>
          <w:sdtPr>
            <w:rPr>
              <w:rFonts w:ascii="Arial" w:hAnsi="Arial" w:cs="Arial"/>
              <w:sz w:val="21"/>
              <w:szCs w:val="21"/>
            </w:rPr>
            <w:id w:val="-86387500"/>
            <w:placeholder>
              <w:docPart w:val="8F3B2BDADF98470EAB955FA97852BDF7"/>
            </w:placeholder>
            <w:showingPlcHdr/>
          </w:sdtPr>
          <w:sdtEndPr/>
          <w:sdtContent>
            <w:tc>
              <w:tcPr>
                <w:tcW w:w="3486" w:type="dxa"/>
              </w:tcPr>
              <w:p w:rsidR="005C7E24" w:rsidRPr="00154B89" w:rsidRDefault="00154B89" w:rsidP="00154B89">
                <w:pPr>
                  <w:pStyle w:val="NoSpacing"/>
                  <w:rPr>
                    <w:rFonts w:ascii="Arial" w:hAnsi="Arial" w:cs="Arial"/>
                    <w:sz w:val="21"/>
                    <w:szCs w:val="21"/>
                  </w:rPr>
                </w:pPr>
                <w:r>
                  <w:rPr>
                    <w:rStyle w:val="PlaceholderText"/>
                  </w:rPr>
                  <w:t xml:space="preserve"> </w:t>
                </w:r>
              </w:p>
            </w:tc>
          </w:sdtContent>
        </w:sdt>
      </w:tr>
    </w:tbl>
    <w:p w:rsidR="00EA03AB" w:rsidRDefault="00EA03AB" w:rsidP="00814585">
      <w:pPr>
        <w:pStyle w:val="NoSpacing"/>
      </w:pPr>
    </w:p>
    <w:tbl>
      <w:tblPr>
        <w:tblStyle w:val="TableGrid"/>
        <w:tblW w:w="0" w:type="auto"/>
        <w:tblLook w:val="04A0" w:firstRow="1" w:lastRow="0" w:firstColumn="1" w:lastColumn="0" w:noHBand="0" w:noVBand="1"/>
      </w:tblPr>
      <w:tblGrid>
        <w:gridCol w:w="5228"/>
        <w:gridCol w:w="5228"/>
      </w:tblGrid>
      <w:tr w:rsidR="005C7E24" w:rsidTr="001E6086">
        <w:tc>
          <w:tcPr>
            <w:tcW w:w="10456" w:type="dxa"/>
            <w:gridSpan w:val="2"/>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RELEVANT TRAINING</w:t>
            </w:r>
          </w:p>
        </w:tc>
      </w:tr>
      <w:tr w:rsidR="005C7E24" w:rsidTr="001E6086">
        <w:tc>
          <w:tcPr>
            <w:tcW w:w="10456" w:type="dxa"/>
            <w:gridSpan w:val="2"/>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Please give details of any relevant training, which support your application. An exhaustive list of previous training courses will not be required.</w:t>
            </w:r>
          </w:p>
        </w:tc>
      </w:tr>
      <w:tr w:rsidR="005C7E24" w:rsidTr="005C7E24">
        <w:tc>
          <w:tcPr>
            <w:tcW w:w="5228"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Type of training:</w:t>
            </w:r>
          </w:p>
        </w:tc>
        <w:tc>
          <w:tcPr>
            <w:tcW w:w="5228"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Date completed (mm/yyyy)</w:t>
            </w:r>
          </w:p>
        </w:tc>
      </w:tr>
      <w:tr w:rsidR="005C7E24" w:rsidRPr="00154B89" w:rsidTr="005C7E24">
        <w:sdt>
          <w:sdtPr>
            <w:rPr>
              <w:rFonts w:ascii="Arial" w:hAnsi="Arial" w:cs="Arial"/>
              <w:sz w:val="21"/>
              <w:szCs w:val="21"/>
            </w:rPr>
            <w:id w:val="994146520"/>
            <w:placeholder>
              <w:docPart w:val="9E8FB23343A249F2998D1DF668501FFE"/>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1090279448"/>
            <w:placeholder>
              <w:docPart w:val="38AC5F24B7424E6CA50A20ABAA58E90A"/>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119919661"/>
            <w:placeholder>
              <w:docPart w:val="C765F6C8E4BC42E9A40A1E9C742C4B77"/>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2092686004"/>
            <w:placeholder>
              <w:docPart w:val="EBAFC3B103904DDDB27869CA70BB52F1"/>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515352025"/>
            <w:placeholder>
              <w:docPart w:val="81444B73BCFC47C0A17F351AF1D1DB5C"/>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389118370"/>
            <w:placeholder>
              <w:docPart w:val="0BE4AB2DACDD4935BFA0D3F0325FC707"/>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r w:rsidR="005C7E24" w:rsidRPr="00154B89" w:rsidTr="005C7E24">
        <w:sdt>
          <w:sdtPr>
            <w:rPr>
              <w:rFonts w:ascii="Arial" w:hAnsi="Arial" w:cs="Arial"/>
              <w:sz w:val="21"/>
              <w:szCs w:val="21"/>
            </w:rPr>
            <w:id w:val="660818886"/>
            <w:placeholder>
              <w:docPart w:val="4BBE1CC84F7A46A0812DB7E6AC68393B"/>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sdt>
          <w:sdtPr>
            <w:rPr>
              <w:rFonts w:ascii="Arial" w:hAnsi="Arial" w:cs="Arial"/>
              <w:sz w:val="21"/>
              <w:szCs w:val="21"/>
            </w:rPr>
            <w:id w:val="823387570"/>
            <w:placeholder>
              <w:docPart w:val="107EFD5AC84E4B1A957D960AF11C8812"/>
            </w:placeholder>
            <w:showingPlcHdr/>
          </w:sdtPr>
          <w:sdtEndPr/>
          <w:sdtContent>
            <w:tc>
              <w:tcPr>
                <w:tcW w:w="5228"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FB74AE" w:rsidRDefault="00FB74AE" w:rsidP="00814585">
      <w:pPr>
        <w:pStyle w:val="NoSpacing"/>
      </w:pPr>
    </w:p>
    <w:p w:rsidR="00FB74AE" w:rsidRDefault="00FB74AE" w:rsidP="00814585">
      <w:pPr>
        <w:pStyle w:val="NoSpacing"/>
      </w:pPr>
    </w:p>
    <w:tbl>
      <w:tblPr>
        <w:tblStyle w:val="TableGrid"/>
        <w:tblW w:w="0" w:type="auto"/>
        <w:tblLook w:val="04A0" w:firstRow="1" w:lastRow="0" w:firstColumn="1" w:lastColumn="0" w:noHBand="0" w:noVBand="1"/>
      </w:tblPr>
      <w:tblGrid>
        <w:gridCol w:w="10456"/>
      </w:tblGrid>
      <w:tr w:rsidR="005C7E24" w:rsidTr="001E6086">
        <w:tc>
          <w:tcPr>
            <w:tcW w:w="10456" w:type="dxa"/>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t>PERSONAL STATEMENT</w:t>
            </w:r>
          </w:p>
        </w:tc>
      </w:tr>
      <w:tr w:rsidR="005C7E24" w:rsidTr="005C7E24">
        <w:tc>
          <w:tcPr>
            <w:tcW w:w="10456" w:type="dxa"/>
          </w:tcPr>
          <w:p w:rsidR="005C7E24" w:rsidRPr="00247411" w:rsidRDefault="005C7E24" w:rsidP="005C7E24">
            <w:pPr>
              <w:pStyle w:val="NoSpacing"/>
              <w:rPr>
                <w:rFonts w:ascii="Arial Narrow" w:hAnsi="Arial Narrow"/>
                <w:sz w:val="20"/>
                <w:szCs w:val="20"/>
              </w:rPr>
            </w:pPr>
            <w:r w:rsidRPr="00247411">
              <w:rPr>
                <w:rFonts w:ascii="Arial Narrow" w:hAnsi="Arial Narrow"/>
                <w:sz w:val="20"/>
                <w:szCs w:val="20"/>
              </w:rPr>
              <w:t>Please use this section to demonstrate how you meet the requirements of the post as described in the person specification. You should include details of any relevant experience or facts about yourself that you consider relevant in demonstrating your suitability for the post. You may use of to two sides of A4.</w:t>
            </w:r>
          </w:p>
        </w:tc>
      </w:tr>
      <w:tr w:rsidR="005C7E24" w:rsidRPr="00154B89" w:rsidTr="005C7E24">
        <w:sdt>
          <w:sdtPr>
            <w:rPr>
              <w:rFonts w:ascii="Arial" w:hAnsi="Arial" w:cs="Arial"/>
              <w:sz w:val="21"/>
              <w:szCs w:val="21"/>
            </w:rPr>
            <w:id w:val="-412700756"/>
            <w:placeholder>
              <w:docPart w:val="4A648FDF443D4D24B6A05CF583C6C656"/>
            </w:placeholder>
            <w:showingPlcHdr/>
          </w:sdtPr>
          <w:sdtEndPr/>
          <w:sdtContent>
            <w:tc>
              <w:tcPr>
                <w:tcW w:w="10456"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5C7E24" w:rsidRDefault="005C7E24" w:rsidP="00814585">
      <w:pPr>
        <w:pStyle w:val="NoSpacing"/>
      </w:pPr>
    </w:p>
    <w:tbl>
      <w:tblPr>
        <w:tblStyle w:val="TableGrid"/>
        <w:tblW w:w="0" w:type="auto"/>
        <w:tblLook w:val="04A0" w:firstRow="1" w:lastRow="0" w:firstColumn="1" w:lastColumn="0" w:noHBand="0" w:noVBand="1"/>
      </w:tblPr>
      <w:tblGrid>
        <w:gridCol w:w="2614"/>
        <w:gridCol w:w="2614"/>
        <w:gridCol w:w="2614"/>
        <w:gridCol w:w="2614"/>
      </w:tblGrid>
      <w:tr w:rsidR="005C7E24" w:rsidTr="001E6086">
        <w:tc>
          <w:tcPr>
            <w:tcW w:w="10456" w:type="dxa"/>
            <w:gridSpan w:val="4"/>
            <w:shd w:val="clear" w:color="auto" w:fill="008080"/>
          </w:tcPr>
          <w:p w:rsidR="005C7E24" w:rsidRPr="001E6086" w:rsidRDefault="005C7E24" w:rsidP="00814585">
            <w:pPr>
              <w:pStyle w:val="NoSpacing"/>
              <w:rPr>
                <w:rFonts w:ascii="Arial Narrow" w:hAnsi="Arial Narrow"/>
                <w:b/>
                <w:color w:val="FFFFFF" w:themeColor="background1"/>
                <w:sz w:val="32"/>
                <w:szCs w:val="32"/>
              </w:rPr>
            </w:pPr>
            <w:r w:rsidRPr="001E6086">
              <w:rPr>
                <w:rFonts w:ascii="Arial Narrow" w:hAnsi="Arial Narrow"/>
                <w:b/>
                <w:color w:val="FFFFFF" w:themeColor="background1"/>
                <w:sz w:val="32"/>
                <w:szCs w:val="32"/>
              </w:rPr>
              <w:lastRenderedPageBreak/>
              <w:t>DECLARATION</w:t>
            </w:r>
          </w:p>
        </w:tc>
      </w:tr>
      <w:tr w:rsidR="005C7E24" w:rsidTr="001E6086">
        <w:tc>
          <w:tcPr>
            <w:tcW w:w="10456" w:type="dxa"/>
            <w:gridSpan w:val="4"/>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I declare that the information given in this application form is correct.</w:t>
            </w:r>
          </w:p>
        </w:tc>
      </w:tr>
      <w:tr w:rsidR="005C7E24" w:rsidTr="001E6086">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Your name:</w:t>
            </w:r>
          </w:p>
        </w:tc>
        <w:tc>
          <w:tcPr>
            <w:tcW w:w="7842" w:type="dxa"/>
            <w:gridSpan w:val="3"/>
          </w:tcPr>
          <w:sdt>
            <w:sdtPr>
              <w:rPr>
                <w:rFonts w:ascii="Arial" w:hAnsi="Arial" w:cs="Arial"/>
                <w:sz w:val="21"/>
                <w:szCs w:val="21"/>
              </w:rPr>
              <w:id w:val="-1096086039"/>
              <w:placeholder>
                <w:docPart w:val="05D42D5E69CD4070BA5E44E6D2E8F35A"/>
              </w:placeholder>
              <w:showingPlcHdr/>
            </w:sdtPr>
            <w:sdtEndPr/>
            <w:sdtContent>
              <w:p w:rsidR="005C7E24" w:rsidRPr="00154B89" w:rsidRDefault="00154B89" w:rsidP="00814585">
                <w:pPr>
                  <w:pStyle w:val="NoSpacing"/>
                  <w:rPr>
                    <w:rFonts w:ascii="Arial" w:hAnsi="Arial" w:cs="Arial"/>
                    <w:sz w:val="21"/>
                    <w:szCs w:val="21"/>
                  </w:rPr>
                </w:pPr>
                <w:r w:rsidRPr="00154B89">
                  <w:rPr>
                    <w:rStyle w:val="PlaceholderText"/>
                    <w:rFonts w:ascii="Arial" w:hAnsi="Arial" w:cs="Arial"/>
                    <w:sz w:val="21"/>
                    <w:szCs w:val="21"/>
                  </w:rPr>
                  <w:t xml:space="preserve"> </w:t>
                </w:r>
              </w:p>
            </w:sdtContent>
          </w:sdt>
          <w:p w:rsidR="005C7E24" w:rsidRDefault="005C7E24" w:rsidP="00814585">
            <w:pPr>
              <w:pStyle w:val="NoSpacing"/>
            </w:pPr>
          </w:p>
        </w:tc>
      </w:tr>
      <w:tr w:rsidR="005C7E24" w:rsidTr="005C7E24">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Signature:</w:t>
            </w:r>
          </w:p>
        </w:tc>
        <w:tc>
          <w:tcPr>
            <w:tcW w:w="2614" w:type="dxa"/>
          </w:tcPr>
          <w:sdt>
            <w:sdtPr>
              <w:rPr>
                <w:rFonts w:ascii="Arial" w:hAnsi="Arial" w:cs="Arial"/>
                <w:sz w:val="21"/>
                <w:szCs w:val="21"/>
              </w:rPr>
              <w:id w:val="-275867895"/>
              <w:placeholder>
                <w:docPart w:val="1664B911B3F84DA29818A99727369940"/>
              </w:placeholder>
              <w:showingPlcHdr/>
            </w:sdtPr>
            <w:sdtEndPr/>
            <w:sdtContent>
              <w:p w:rsidR="005C7E24" w:rsidRPr="00154B89" w:rsidRDefault="00154B89" w:rsidP="00814585">
                <w:pPr>
                  <w:pStyle w:val="NoSpacing"/>
                  <w:rPr>
                    <w:rFonts w:ascii="Arial" w:hAnsi="Arial" w:cs="Arial"/>
                    <w:sz w:val="21"/>
                    <w:szCs w:val="21"/>
                  </w:rPr>
                </w:pPr>
                <w:r w:rsidRPr="00154B89">
                  <w:rPr>
                    <w:rStyle w:val="PlaceholderText"/>
                    <w:rFonts w:ascii="Arial" w:hAnsi="Arial" w:cs="Arial"/>
                    <w:sz w:val="21"/>
                    <w:szCs w:val="21"/>
                  </w:rPr>
                  <w:t xml:space="preserve"> </w:t>
                </w:r>
              </w:p>
            </w:sdtContent>
          </w:sdt>
          <w:p w:rsidR="005C7E24" w:rsidRPr="00154B89" w:rsidRDefault="005C7E24" w:rsidP="00814585">
            <w:pPr>
              <w:pStyle w:val="NoSpacing"/>
              <w:rPr>
                <w:rFonts w:ascii="Arial" w:hAnsi="Arial" w:cs="Arial"/>
                <w:sz w:val="21"/>
                <w:szCs w:val="21"/>
              </w:rPr>
            </w:pPr>
          </w:p>
        </w:tc>
        <w:tc>
          <w:tcPr>
            <w:tcW w:w="2614" w:type="dxa"/>
          </w:tcPr>
          <w:p w:rsidR="005C7E24" w:rsidRPr="00247411" w:rsidRDefault="005C7E24" w:rsidP="00814585">
            <w:pPr>
              <w:pStyle w:val="NoSpacing"/>
              <w:rPr>
                <w:rFonts w:ascii="Arial Narrow" w:hAnsi="Arial Narrow"/>
                <w:sz w:val="20"/>
                <w:szCs w:val="20"/>
              </w:rPr>
            </w:pPr>
            <w:r w:rsidRPr="00247411">
              <w:rPr>
                <w:rFonts w:ascii="Arial Narrow" w:hAnsi="Arial Narrow"/>
                <w:sz w:val="20"/>
                <w:szCs w:val="20"/>
              </w:rPr>
              <w:t>Date:</w:t>
            </w:r>
          </w:p>
        </w:tc>
        <w:sdt>
          <w:sdtPr>
            <w:rPr>
              <w:rFonts w:ascii="Arial" w:hAnsi="Arial" w:cs="Arial"/>
              <w:sz w:val="21"/>
              <w:szCs w:val="21"/>
            </w:rPr>
            <w:id w:val="-1655212033"/>
            <w:placeholder>
              <w:docPart w:val="3CCB59350E7143159A41402C67E6078A"/>
            </w:placeholder>
            <w:showingPlcHdr/>
            <w:date>
              <w:dateFormat w:val="dd/MM/yyyy"/>
              <w:lid w:val="en-GB"/>
              <w:storeMappedDataAs w:val="dateTime"/>
              <w:calendar w:val="gregorian"/>
            </w:date>
          </w:sdtPr>
          <w:sdtEndPr/>
          <w:sdtContent>
            <w:tc>
              <w:tcPr>
                <w:tcW w:w="2614" w:type="dxa"/>
              </w:tcPr>
              <w:p w:rsidR="005C7E24" w:rsidRPr="00154B89" w:rsidRDefault="00154B89" w:rsidP="00154B89">
                <w:pPr>
                  <w:pStyle w:val="NoSpacing"/>
                  <w:rPr>
                    <w:rFonts w:ascii="Arial" w:hAnsi="Arial" w:cs="Arial"/>
                    <w:sz w:val="21"/>
                    <w:szCs w:val="21"/>
                  </w:rPr>
                </w:pPr>
                <w:r w:rsidRPr="00154B89">
                  <w:rPr>
                    <w:rStyle w:val="PlaceholderText"/>
                    <w:rFonts w:ascii="Arial" w:hAnsi="Arial" w:cs="Arial"/>
                    <w:sz w:val="21"/>
                    <w:szCs w:val="21"/>
                  </w:rPr>
                  <w:t xml:space="preserve"> </w:t>
                </w:r>
              </w:p>
            </w:tc>
          </w:sdtContent>
        </w:sdt>
      </w:tr>
    </w:tbl>
    <w:p w:rsidR="005C7E24" w:rsidRPr="00247411" w:rsidRDefault="005C7E24" w:rsidP="00247411">
      <w:pPr>
        <w:pStyle w:val="NoSpacing"/>
        <w:jc w:val="both"/>
        <w:rPr>
          <w:rFonts w:ascii="Arial Narrow" w:hAnsi="Arial Narrow"/>
        </w:rPr>
      </w:pPr>
    </w:p>
    <w:p w:rsidR="005C7E24" w:rsidRPr="00247411" w:rsidRDefault="005C7E24" w:rsidP="00247411">
      <w:pPr>
        <w:pStyle w:val="NoSpacing"/>
        <w:jc w:val="both"/>
        <w:rPr>
          <w:rFonts w:ascii="Arial Narrow" w:hAnsi="Arial Narrow"/>
        </w:rPr>
      </w:pPr>
      <w:r w:rsidRPr="00247411">
        <w:rPr>
          <w:rFonts w:ascii="Arial Narrow" w:hAnsi="Arial Narrow"/>
          <w:b/>
        </w:rPr>
        <w:t>Note:</w:t>
      </w:r>
      <w:r w:rsidRPr="00247411">
        <w:rPr>
          <w:rFonts w:ascii="Arial Narrow" w:hAnsi="Arial Narrow"/>
        </w:rPr>
        <w:t xml:space="preserve"> The information you have provided will be process</w:t>
      </w:r>
      <w:r w:rsidR="00247411">
        <w:rPr>
          <w:rFonts w:ascii="Arial Narrow" w:hAnsi="Arial Narrow"/>
        </w:rPr>
        <w:t>ed</w:t>
      </w:r>
      <w:r w:rsidRPr="00247411">
        <w:rPr>
          <w:rFonts w:ascii="Arial Narrow" w:hAnsi="Arial Narrow"/>
        </w:rPr>
        <w:t xml:space="preserve"> in accordance with data protection legislation. You can read further details on how and why we process your dat</w:t>
      </w:r>
      <w:r w:rsidR="00247411">
        <w:rPr>
          <w:rFonts w:ascii="Arial Narrow" w:hAnsi="Arial Narrow"/>
        </w:rPr>
        <w:t>a</w:t>
      </w:r>
      <w:r w:rsidRPr="00247411">
        <w:rPr>
          <w:rFonts w:ascii="Arial Narrow" w:hAnsi="Arial Narrow"/>
        </w:rPr>
        <w:t xml:space="preserve"> within our privacy notice for job applicants</w:t>
      </w:r>
      <w:r w:rsidR="00247411">
        <w:rPr>
          <w:rFonts w:ascii="Arial Narrow" w:hAnsi="Arial Narrow"/>
        </w:rPr>
        <w:t>. This is</w:t>
      </w:r>
      <w:r w:rsidRPr="00247411">
        <w:rPr>
          <w:rFonts w:ascii="Arial Narrow" w:hAnsi="Arial Narrow"/>
        </w:rPr>
        <w:t xml:space="preserve"> available on o</w:t>
      </w:r>
      <w:r w:rsidR="00247411">
        <w:rPr>
          <w:rFonts w:ascii="Arial Narrow" w:hAnsi="Arial Narrow"/>
        </w:rPr>
        <w:t>u</w:t>
      </w:r>
      <w:r w:rsidRPr="00247411">
        <w:rPr>
          <w:rFonts w:ascii="Arial Narrow" w:hAnsi="Arial Narrow"/>
        </w:rPr>
        <w:t xml:space="preserve">r website </w:t>
      </w:r>
      <w:hyperlink r:id="rId10" w:history="1">
        <w:r w:rsidRPr="00247411">
          <w:rPr>
            <w:rStyle w:val="Hyperlink"/>
            <w:rFonts w:ascii="Arial Narrow" w:hAnsi="Arial Narrow"/>
          </w:rPr>
          <w:t>www.sgmc.ac.uk</w:t>
        </w:r>
      </w:hyperlink>
      <w:r w:rsidRPr="00247411">
        <w:rPr>
          <w:rFonts w:ascii="Arial Narrow" w:hAnsi="Arial Narrow"/>
        </w:rPr>
        <w:t>.</w:t>
      </w:r>
    </w:p>
    <w:p w:rsidR="005C7E24" w:rsidRPr="00247411" w:rsidRDefault="005C7E24" w:rsidP="00247411">
      <w:pPr>
        <w:pStyle w:val="NoSpacing"/>
        <w:jc w:val="both"/>
        <w:rPr>
          <w:rFonts w:ascii="Arial Narrow" w:hAnsi="Arial Narrow"/>
        </w:rPr>
      </w:pPr>
      <w:r w:rsidRPr="00247411">
        <w:rPr>
          <w:rFonts w:ascii="Arial Narrow" w:hAnsi="Arial Narrow"/>
        </w:rPr>
        <w:t xml:space="preserve">Any false, incomplete or misleading statements </w:t>
      </w:r>
      <w:r w:rsidR="00247411">
        <w:rPr>
          <w:rFonts w:ascii="Arial Narrow" w:hAnsi="Arial Narrow"/>
        </w:rPr>
        <w:t xml:space="preserve">on this application form </w:t>
      </w:r>
      <w:r w:rsidRPr="00247411">
        <w:rPr>
          <w:rFonts w:ascii="Arial Narrow" w:hAnsi="Arial Narrow"/>
        </w:rPr>
        <w:t xml:space="preserve">may lead to the </w:t>
      </w:r>
      <w:r w:rsidR="00247411" w:rsidRPr="00247411">
        <w:rPr>
          <w:rFonts w:ascii="Arial Narrow" w:hAnsi="Arial Narrow"/>
        </w:rPr>
        <w:t>withdrawal</w:t>
      </w:r>
      <w:r w:rsidRPr="00247411">
        <w:rPr>
          <w:rFonts w:ascii="Arial Narrow" w:hAnsi="Arial Narrow"/>
        </w:rPr>
        <w:t xml:space="preserve"> of a job offer</w:t>
      </w:r>
      <w:r w:rsidR="00247411">
        <w:rPr>
          <w:rFonts w:ascii="Arial Narrow" w:hAnsi="Arial Narrow"/>
        </w:rPr>
        <w:t>,</w:t>
      </w:r>
      <w:r w:rsidRPr="00247411">
        <w:rPr>
          <w:rFonts w:ascii="Arial Narrow" w:hAnsi="Arial Narrow"/>
        </w:rPr>
        <w:t xml:space="preserve"> or dismissal if you have already started employment.</w:t>
      </w:r>
    </w:p>
    <w:p w:rsidR="005C7E24" w:rsidRPr="00247411" w:rsidRDefault="005C7E24" w:rsidP="00247411">
      <w:pPr>
        <w:pStyle w:val="NoSpacing"/>
        <w:jc w:val="both"/>
        <w:rPr>
          <w:rFonts w:ascii="Arial Narrow" w:hAnsi="Arial Narrow"/>
        </w:rPr>
      </w:pPr>
      <w:r w:rsidRPr="00247411">
        <w:rPr>
          <w:rFonts w:ascii="Arial Narrow" w:hAnsi="Arial Narrow"/>
        </w:rPr>
        <w:t xml:space="preserve">Please also </w:t>
      </w:r>
      <w:r w:rsidR="00D0123B" w:rsidRPr="00247411">
        <w:rPr>
          <w:rFonts w:ascii="Arial Narrow" w:hAnsi="Arial Narrow"/>
        </w:rPr>
        <w:t>ensure</w:t>
      </w:r>
      <w:r w:rsidRPr="00247411">
        <w:rPr>
          <w:rFonts w:ascii="Arial Narrow" w:hAnsi="Arial Narrow"/>
        </w:rPr>
        <w:t xml:space="preserve"> that you complete Part 2 of the application form and send </w:t>
      </w:r>
      <w:r w:rsidRPr="00154B89">
        <w:rPr>
          <w:rFonts w:ascii="Arial Narrow" w:hAnsi="Arial Narrow"/>
          <w:b/>
        </w:rPr>
        <w:t xml:space="preserve">BOTH </w:t>
      </w:r>
      <w:r w:rsidRPr="00247411">
        <w:rPr>
          <w:rFonts w:ascii="Arial Narrow" w:hAnsi="Arial Narrow"/>
        </w:rPr>
        <w:t xml:space="preserve">documents to </w:t>
      </w:r>
      <w:hyperlink r:id="rId11" w:history="1">
        <w:r w:rsidRPr="00247411">
          <w:rPr>
            <w:rStyle w:val="Hyperlink"/>
            <w:rFonts w:ascii="Arial Narrow" w:hAnsi="Arial Narrow"/>
          </w:rPr>
          <w:t>recruitment@sgmc.ac.uk</w:t>
        </w:r>
      </w:hyperlink>
      <w:r w:rsidRPr="00247411">
        <w:rPr>
          <w:rFonts w:ascii="Arial Narrow" w:hAnsi="Arial Narrow"/>
        </w:rPr>
        <w:t>.</w:t>
      </w:r>
    </w:p>
    <w:p w:rsidR="005C7E24" w:rsidRDefault="005C7E24" w:rsidP="00814585">
      <w:pPr>
        <w:pStyle w:val="NoSpacing"/>
      </w:pPr>
    </w:p>
    <w:p w:rsidR="005C7E24" w:rsidRPr="00D0123B" w:rsidRDefault="005C7E24" w:rsidP="00814585">
      <w:pPr>
        <w:pStyle w:val="NoSpacing"/>
        <w:rPr>
          <w:i/>
          <w:color w:val="767171" w:themeColor="background2" w:themeShade="80"/>
        </w:rPr>
      </w:pPr>
      <w:r w:rsidRPr="00D0123B">
        <w:rPr>
          <w:i/>
          <w:color w:val="767171" w:themeColor="background2" w:themeShade="80"/>
        </w:rPr>
        <w:t>Sir George Monoux College has a strong commitment to safeguarding student</w:t>
      </w:r>
      <w:r w:rsidR="00B440F7">
        <w:rPr>
          <w:i/>
          <w:color w:val="767171" w:themeColor="background2" w:themeShade="80"/>
        </w:rPr>
        <w:t>s</w:t>
      </w:r>
      <w:r w:rsidRPr="00D0123B">
        <w:rPr>
          <w:i/>
          <w:color w:val="767171" w:themeColor="background2" w:themeShade="80"/>
        </w:rPr>
        <w:t xml:space="preserve"> and safe recruitment. All posts are subject to enhance</w:t>
      </w:r>
      <w:r w:rsidR="00B440F7">
        <w:rPr>
          <w:i/>
          <w:color w:val="767171" w:themeColor="background2" w:themeShade="80"/>
        </w:rPr>
        <w:t>d</w:t>
      </w:r>
      <w:r w:rsidRPr="00D0123B">
        <w:rPr>
          <w:i/>
          <w:color w:val="767171" w:themeColor="background2" w:themeShade="80"/>
        </w:rPr>
        <w:t xml:space="preserve"> DBS clearance.</w:t>
      </w:r>
    </w:p>
    <w:sectPr w:rsidR="005C7E24" w:rsidRPr="00D0123B" w:rsidSect="00814585">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970" w:rsidRDefault="00FD1970" w:rsidP="00D0123B">
      <w:pPr>
        <w:spacing w:after="0" w:line="240" w:lineRule="auto"/>
      </w:pPr>
      <w:r>
        <w:separator/>
      </w:r>
    </w:p>
  </w:endnote>
  <w:endnote w:type="continuationSeparator" w:id="0">
    <w:p w:rsidR="00FD1970" w:rsidRDefault="00FD1970" w:rsidP="00D012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1970" w:rsidRDefault="00FD1970">
    <w:pPr>
      <w:pStyle w:val="Footer"/>
    </w:pPr>
  </w:p>
  <w:p w:rsidR="00FD1970" w:rsidRDefault="00FD1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970" w:rsidRDefault="00FD1970" w:rsidP="00D0123B">
      <w:pPr>
        <w:spacing w:after="0" w:line="240" w:lineRule="auto"/>
      </w:pPr>
      <w:r>
        <w:separator/>
      </w:r>
    </w:p>
  </w:footnote>
  <w:footnote w:type="continuationSeparator" w:id="0">
    <w:p w:rsidR="00FD1970" w:rsidRDefault="00FD1970" w:rsidP="00D012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93fCcxMVXfBdYY85jsh9EMoINcSpb/hpnI6vvEOIc8mhTLMRFIup1xFDH65YhkueS3Aw/S14wu4n3MKkVtZ8QA==" w:salt="eiJxK23KxqvV41G3MwwiC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585"/>
    <w:rsid w:val="00154B89"/>
    <w:rsid w:val="001E6086"/>
    <w:rsid w:val="00203055"/>
    <w:rsid w:val="00247411"/>
    <w:rsid w:val="002918E3"/>
    <w:rsid w:val="00312B4D"/>
    <w:rsid w:val="005C7E24"/>
    <w:rsid w:val="00602D04"/>
    <w:rsid w:val="00814585"/>
    <w:rsid w:val="008C64B3"/>
    <w:rsid w:val="0098368D"/>
    <w:rsid w:val="009D579C"/>
    <w:rsid w:val="00AA2E7F"/>
    <w:rsid w:val="00AB2E3E"/>
    <w:rsid w:val="00AB4101"/>
    <w:rsid w:val="00B440F7"/>
    <w:rsid w:val="00B86F85"/>
    <w:rsid w:val="00C1672F"/>
    <w:rsid w:val="00D0123B"/>
    <w:rsid w:val="00DA655D"/>
    <w:rsid w:val="00EA03AB"/>
    <w:rsid w:val="00FB74AE"/>
    <w:rsid w:val="00FD19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11B3A"/>
  <w15:chartTrackingRefBased/>
  <w15:docId w15:val="{3F56F24E-3381-4373-828A-18D23BBF4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14585"/>
    <w:pPr>
      <w:spacing w:after="0" w:line="240" w:lineRule="auto"/>
    </w:pPr>
  </w:style>
  <w:style w:type="table" w:styleId="TableGrid">
    <w:name w:val="Table Grid"/>
    <w:basedOn w:val="TableNormal"/>
    <w:uiPriority w:val="39"/>
    <w:rsid w:val="0081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14585"/>
    <w:rPr>
      <w:color w:val="0563C1" w:themeColor="hyperlink"/>
      <w:u w:val="single"/>
    </w:rPr>
  </w:style>
  <w:style w:type="paragraph" w:styleId="Header">
    <w:name w:val="header"/>
    <w:basedOn w:val="Normal"/>
    <w:link w:val="HeaderChar"/>
    <w:uiPriority w:val="99"/>
    <w:unhideWhenUsed/>
    <w:rsid w:val="00D012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123B"/>
  </w:style>
  <w:style w:type="paragraph" w:styleId="Footer">
    <w:name w:val="footer"/>
    <w:basedOn w:val="Normal"/>
    <w:link w:val="FooterChar"/>
    <w:uiPriority w:val="99"/>
    <w:unhideWhenUsed/>
    <w:rsid w:val="00D012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123B"/>
  </w:style>
  <w:style w:type="character" w:styleId="PlaceholderText">
    <w:name w:val="Placeholder Text"/>
    <w:basedOn w:val="DefaultParagraphFont"/>
    <w:uiPriority w:val="99"/>
    <w:semiHidden/>
    <w:rsid w:val="00203055"/>
    <w:rPr>
      <w:color w:val="808080"/>
    </w:rPr>
  </w:style>
  <w:style w:type="paragraph" w:styleId="BalloonText">
    <w:name w:val="Balloon Text"/>
    <w:basedOn w:val="Normal"/>
    <w:link w:val="BalloonTextChar"/>
    <w:uiPriority w:val="99"/>
    <w:semiHidden/>
    <w:unhideWhenUsed/>
    <w:rsid w:val="00FD19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9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gmc.ac.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recruitment@sgmc.ac.uk"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gmc.ac.uk" TargetMode="External"/><Relationship Id="rId4" Type="http://schemas.openxmlformats.org/officeDocument/2006/relationships/webSettings" Target="webSettings.xml"/><Relationship Id="rId9" Type="http://schemas.openxmlformats.org/officeDocument/2006/relationships/hyperlink" Target="mailto:recruitment@sgmc.ac.uk"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D256D52108E4CBF8B17B81D192CABC5"/>
        <w:category>
          <w:name w:val="General"/>
          <w:gallery w:val="placeholder"/>
        </w:category>
        <w:types>
          <w:type w:val="bbPlcHdr"/>
        </w:types>
        <w:behaviors>
          <w:behavior w:val="content"/>
        </w:behaviors>
        <w:guid w:val="{51617EE5-A31D-4493-B94A-6957E28CE43E}"/>
      </w:docPartPr>
      <w:docPartBody>
        <w:p w:rsidR="00B61745" w:rsidRDefault="00B61745" w:rsidP="00B61745">
          <w:pPr>
            <w:pStyle w:val="DD256D52108E4CBF8B17B81D192CABC5"/>
          </w:pPr>
          <w:r w:rsidRPr="00154B89">
            <w:rPr>
              <w:rFonts w:ascii="Arial" w:hAnsi="Arial" w:cs="Arial"/>
              <w:sz w:val="21"/>
              <w:szCs w:val="21"/>
            </w:rPr>
            <w:t xml:space="preserve">  </w:t>
          </w:r>
        </w:p>
      </w:docPartBody>
    </w:docPart>
    <w:docPart>
      <w:docPartPr>
        <w:name w:val="A84DDCC7D0744B0F882C35A2E2A147D7"/>
        <w:category>
          <w:name w:val="General"/>
          <w:gallery w:val="placeholder"/>
        </w:category>
        <w:types>
          <w:type w:val="bbPlcHdr"/>
        </w:types>
        <w:behaviors>
          <w:behavior w:val="content"/>
        </w:behaviors>
        <w:guid w:val="{B0638F49-87E1-4A08-A393-9B23E6449186}"/>
      </w:docPartPr>
      <w:docPartBody>
        <w:p w:rsidR="00B61745" w:rsidRDefault="00B61745" w:rsidP="00B61745">
          <w:pPr>
            <w:pStyle w:val="A84DDCC7D0744B0F882C35A2E2A147D7"/>
          </w:pPr>
          <w:r>
            <w:rPr>
              <w:rStyle w:val="PlaceholderText"/>
            </w:rPr>
            <w:t xml:space="preserve"> </w:t>
          </w:r>
        </w:p>
      </w:docPartBody>
    </w:docPart>
    <w:docPart>
      <w:docPartPr>
        <w:name w:val="64E4196C13464380A71C7788D9A634EA"/>
        <w:category>
          <w:name w:val="General"/>
          <w:gallery w:val="placeholder"/>
        </w:category>
        <w:types>
          <w:type w:val="bbPlcHdr"/>
        </w:types>
        <w:behaviors>
          <w:behavior w:val="content"/>
        </w:behaviors>
        <w:guid w:val="{1B79C073-2860-417C-8BEA-E03F7193DF58}"/>
      </w:docPartPr>
      <w:docPartBody>
        <w:p w:rsidR="00B61745" w:rsidRDefault="00B61745" w:rsidP="00B61745">
          <w:pPr>
            <w:pStyle w:val="64E4196C13464380A71C7788D9A634EA"/>
          </w:pPr>
          <w:r>
            <w:rPr>
              <w:rStyle w:val="PlaceholderText"/>
            </w:rPr>
            <w:t xml:space="preserve"> </w:t>
          </w:r>
        </w:p>
      </w:docPartBody>
    </w:docPart>
    <w:docPart>
      <w:docPartPr>
        <w:name w:val="ECE35C59F5AB47C5B03F62A691ACDB05"/>
        <w:category>
          <w:name w:val="General"/>
          <w:gallery w:val="placeholder"/>
        </w:category>
        <w:types>
          <w:type w:val="bbPlcHdr"/>
        </w:types>
        <w:behaviors>
          <w:behavior w:val="content"/>
        </w:behaviors>
        <w:guid w:val="{1E932A19-3CE4-4EDF-9370-1EC7AA799768}"/>
      </w:docPartPr>
      <w:docPartBody>
        <w:p w:rsidR="00B61745" w:rsidRDefault="00B61745" w:rsidP="00B61745">
          <w:pPr>
            <w:pStyle w:val="ECE35C59F5AB47C5B03F62A691ACDB05"/>
          </w:pPr>
          <w:r>
            <w:rPr>
              <w:rStyle w:val="PlaceholderText"/>
            </w:rPr>
            <w:t xml:space="preserve"> </w:t>
          </w:r>
        </w:p>
      </w:docPartBody>
    </w:docPart>
    <w:docPart>
      <w:docPartPr>
        <w:name w:val="3D1C165105A941BAB82A64894ACB774E"/>
        <w:category>
          <w:name w:val="General"/>
          <w:gallery w:val="placeholder"/>
        </w:category>
        <w:types>
          <w:type w:val="bbPlcHdr"/>
        </w:types>
        <w:behaviors>
          <w:behavior w:val="content"/>
        </w:behaviors>
        <w:guid w:val="{7C041611-0480-4426-9266-6C0DF8545991}"/>
      </w:docPartPr>
      <w:docPartBody>
        <w:p w:rsidR="00B61745" w:rsidRDefault="00B61745" w:rsidP="00B61745">
          <w:pPr>
            <w:pStyle w:val="3D1C165105A941BAB82A64894ACB774E"/>
          </w:pPr>
          <w:r>
            <w:rPr>
              <w:rStyle w:val="PlaceholderText"/>
            </w:rPr>
            <w:t xml:space="preserve"> </w:t>
          </w:r>
        </w:p>
      </w:docPartBody>
    </w:docPart>
    <w:docPart>
      <w:docPartPr>
        <w:name w:val="8291CA4A707F430DBF71325B1437DE4A"/>
        <w:category>
          <w:name w:val="General"/>
          <w:gallery w:val="placeholder"/>
        </w:category>
        <w:types>
          <w:type w:val="bbPlcHdr"/>
        </w:types>
        <w:behaviors>
          <w:behavior w:val="content"/>
        </w:behaviors>
        <w:guid w:val="{FAB22739-BC76-4ADA-8254-1B62614E2FD4}"/>
      </w:docPartPr>
      <w:docPartBody>
        <w:p w:rsidR="00B61745" w:rsidRDefault="00B61745" w:rsidP="00B61745">
          <w:pPr>
            <w:pStyle w:val="8291CA4A707F430DBF71325B1437DE4A"/>
          </w:pPr>
          <w:r>
            <w:rPr>
              <w:rStyle w:val="PlaceholderText"/>
            </w:rPr>
            <w:t xml:space="preserve"> </w:t>
          </w:r>
        </w:p>
      </w:docPartBody>
    </w:docPart>
    <w:docPart>
      <w:docPartPr>
        <w:name w:val="DF6D2F59135B4CA1847120901BD189B3"/>
        <w:category>
          <w:name w:val="General"/>
          <w:gallery w:val="placeholder"/>
        </w:category>
        <w:types>
          <w:type w:val="bbPlcHdr"/>
        </w:types>
        <w:behaviors>
          <w:behavior w:val="content"/>
        </w:behaviors>
        <w:guid w:val="{1E9C00A2-502A-4532-955E-B5E932E40AC3}"/>
      </w:docPartPr>
      <w:docPartBody>
        <w:p w:rsidR="00B61745" w:rsidRDefault="00B61745" w:rsidP="00B61745">
          <w:pPr>
            <w:pStyle w:val="DF6D2F59135B4CA1847120901BD189B3"/>
          </w:pPr>
          <w:r>
            <w:rPr>
              <w:rStyle w:val="PlaceholderText"/>
            </w:rPr>
            <w:t xml:space="preserve"> </w:t>
          </w:r>
        </w:p>
      </w:docPartBody>
    </w:docPart>
    <w:docPart>
      <w:docPartPr>
        <w:name w:val="DCC26756AF7F479693F1FDFFEBB58723"/>
        <w:category>
          <w:name w:val="General"/>
          <w:gallery w:val="placeholder"/>
        </w:category>
        <w:types>
          <w:type w:val="bbPlcHdr"/>
        </w:types>
        <w:behaviors>
          <w:behavior w:val="content"/>
        </w:behaviors>
        <w:guid w:val="{E816A7BC-3D63-4C4A-9B58-2A2EC78385D1}"/>
      </w:docPartPr>
      <w:docPartBody>
        <w:p w:rsidR="00B61745" w:rsidRDefault="00B61745" w:rsidP="00B61745">
          <w:pPr>
            <w:pStyle w:val="DCC26756AF7F479693F1FDFFEBB58723"/>
          </w:pPr>
          <w:r>
            <w:rPr>
              <w:rStyle w:val="PlaceholderText"/>
            </w:rPr>
            <w:t xml:space="preserve"> </w:t>
          </w:r>
        </w:p>
      </w:docPartBody>
    </w:docPart>
    <w:docPart>
      <w:docPartPr>
        <w:name w:val="00BBDD9E01AA470582F513E5E8548CA0"/>
        <w:category>
          <w:name w:val="General"/>
          <w:gallery w:val="placeholder"/>
        </w:category>
        <w:types>
          <w:type w:val="bbPlcHdr"/>
        </w:types>
        <w:behaviors>
          <w:behavior w:val="content"/>
        </w:behaviors>
        <w:guid w:val="{C6641162-4E42-43EE-9B62-7788E91703EF}"/>
      </w:docPartPr>
      <w:docPartBody>
        <w:p w:rsidR="00B61745" w:rsidRDefault="00B61745" w:rsidP="00B61745">
          <w:pPr>
            <w:pStyle w:val="00BBDD9E01AA470582F513E5E8548CA0"/>
          </w:pPr>
          <w:r>
            <w:rPr>
              <w:rStyle w:val="PlaceholderText"/>
            </w:rPr>
            <w:t xml:space="preserve"> </w:t>
          </w:r>
        </w:p>
      </w:docPartBody>
    </w:docPart>
    <w:docPart>
      <w:docPartPr>
        <w:name w:val="53975EB61CB0432097DA79A826570431"/>
        <w:category>
          <w:name w:val="General"/>
          <w:gallery w:val="placeholder"/>
        </w:category>
        <w:types>
          <w:type w:val="bbPlcHdr"/>
        </w:types>
        <w:behaviors>
          <w:behavior w:val="content"/>
        </w:behaviors>
        <w:guid w:val="{81FA4172-9C67-4AD4-9ED0-FF11F91A9187}"/>
      </w:docPartPr>
      <w:docPartBody>
        <w:p w:rsidR="00B61745" w:rsidRDefault="00B61745" w:rsidP="00B61745">
          <w:pPr>
            <w:pStyle w:val="53975EB61CB0432097DA79A826570431"/>
          </w:pPr>
          <w:r>
            <w:rPr>
              <w:rStyle w:val="PlaceholderText"/>
            </w:rPr>
            <w:t xml:space="preserve"> </w:t>
          </w:r>
        </w:p>
      </w:docPartBody>
    </w:docPart>
    <w:docPart>
      <w:docPartPr>
        <w:name w:val="1D830A01768949FE80E5643084FD2CF1"/>
        <w:category>
          <w:name w:val="General"/>
          <w:gallery w:val="placeholder"/>
        </w:category>
        <w:types>
          <w:type w:val="bbPlcHdr"/>
        </w:types>
        <w:behaviors>
          <w:behavior w:val="content"/>
        </w:behaviors>
        <w:guid w:val="{612551E3-0A3F-449B-8F01-97226ACB5345}"/>
      </w:docPartPr>
      <w:docPartBody>
        <w:p w:rsidR="00B61745" w:rsidRDefault="00B61745" w:rsidP="00B61745">
          <w:pPr>
            <w:pStyle w:val="1D830A01768949FE80E5643084FD2CF1"/>
          </w:pPr>
          <w:r w:rsidRPr="00154B89">
            <w:rPr>
              <w:rStyle w:val="PlaceholderText"/>
              <w:rFonts w:ascii="Arial" w:hAnsi="Arial" w:cs="Arial"/>
              <w:sz w:val="21"/>
              <w:szCs w:val="21"/>
            </w:rPr>
            <w:t xml:space="preserve"> </w:t>
          </w:r>
        </w:p>
      </w:docPartBody>
    </w:docPart>
    <w:docPart>
      <w:docPartPr>
        <w:name w:val="350F9BE171EE44B99F00066E3DEF94A0"/>
        <w:category>
          <w:name w:val="General"/>
          <w:gallery w:val="placeholder"/>
        </w:category>
        <w:types>
          <w:type w:val="bbPlcHdr"/>
        </w:types>
        <w:behaviors>
          <w:behavior w:val="content"/>
        </w:behaviors>
        <w:guid w:val="{51CAD73F-53A2-41A8-AE73-C276183E5F6E}"/>
      </w:docPartPr>
      <w:docPartBody>
        <w:p w:rsidR="00B61745" w:rsidRDefault="00B61745" w:rsidP="00B61745">
          <w:pPr>
            <w:pStyle w:val="350F9BE171EE44B99F00066E3DEF94A0"/>
          </w:pPr>
          <w:r w:rsidRPr="00154B89">
            <w:rPr>
              <w:rStyle w:val="PlaceholderText"/>
              <w:rFonts w:ascii="Arial" w:hAnsi="Arial" w:cs="Arial"/>
              <w:sz w:val="21"/>
              <w:szCs w:val="21"/>
            </w:rPr>
            <w:t xml:space="preserve"> </w:t>
          </w:r>
        </w:p>
      </w:docPartBody>
    </w:docPart>
    <w:docPart>
      <w:docPartPr>
        <w:name w:val="B981E8D1DD514040BD4A3CFBF5E5A08F"/>
        <w:category>
          <w:name w:val="General"/>
          <w:gallery w:val="placeholder"/>
        </w:category>
        <w:types>
          <w:type w:val="bbPlcHdr"/>
        </w:types>
        <w:behaviors>
          <w:behavior w:val="content"/>
        </w:behaviors>
        <w:guid w:val="{36176B3F-1F89-47A1-9906-00087DF3D404}"/>
      </w:docPartPr>
      <w:docPartBody>
        <w:p w:rsidR="00B61745" w:rsidRDefault="00B61745" w:rsidP="00B61745">
          <w:pPr>
            <w:pStyle w:val="B981E8D1DD514040BD4A3CFBF5E5A08F"/>
          </w:pPr>
          <w:r w:rsidRPr="00154B89">
            <w:rPr>
              <w:rStyle w:val="PlaceholderText"/>
              <w:rFonts w:ascii="Arial" w:hAnsi="Arial" w:cs="Arial"/>
              <w:sz w:val="21"/>
              <w:szCs w:val="21"/>
            </w:rPr>
            <w:t xml:space="preserve"> </w:t>
          </w:r>
        </w:p>
      </w:docPartBody>
    </w:docPart>
    <w:docPart>
      <w:docPartPr>
        <w:name w:val="B97B93B717F944FEBA441B33DC192320"/>
        <w:category>
          <w:name w:val="General"/>
          <w:gallery w:val="placeholder"/>
        </w:category>
        <w:types>
          <w:type w:val="bbPlcHdr"/>
        </w:types>
        <w:behaviors>
          <w:behavior w:val="content"/>
        </w:behaviors>
        <w:guid w:val="{F0272F97-6647-4F3E-A66E-32F90A6FC8DF}"/>
      </w:docPartPr>
      <w:docPartBody>
        <w:p w:rsidR="00B61745" w:rsidRDefault="00B61745" w:rsidP="00B61745">
          <w:pPr>
            <w:pStyle w:val="B97B93B717F944FEBA441B33DC192320"/>
          </w:pPr>
          <w:r w:rsidRPr="00154B89">
            <w:rPr>
              <w:rStyle w:val="PlaceholderText"/>
              <w:rFonts w:ascii="Arial" w:hAnsi="Arial" w:cs="Arial"/>
              <w:sz w:val="21"/>
              <w:szCs w:val="21"/>
            </w:rPr>
            <w:t xml:space="preserve"> </w:t>
          </w:r>
        </w:p>
      </w:docPartBody>
    </w:docPart>
    <w:docPart>
      <w:docPartPr>
        <w:name w:val="6F760498CE4E4BF58BB4E9B168E4A599"/>
        <w:category>
          <w:name w:val="General"/>
          <w:gallery w:val="placeholder"/>
        </w:category>
        <w:types>
          <w:type w:val="bbPlcHdr"/>
        </w:types>
        <w:behaviors>
          <w:behavior w:val="content"/>
        </w:behaviors>
        <w:guid w:val="{272E34CB-E29B-4640-B906-82F313438E9C}"/>
      </w:docPartPr>
      <w:docPartBody>
        <w:p w:rsidR="00B61745" w:rsidRDefault="00B61745" w:rsidP="00B61745">
          <w:pPr>
            <w:pStyle w:val="6F760498CE4E4BF58BB4E9B168E4A599"/>
          </w:pPr>
          <w:r w:rsidRPr="00154B89">
            <w:rPr>
              <w:rStyle w:val="PlaceholderText"/>
              <w:rFonts w:ascii="Arial" w:hAnsi="Arial" w:cs="Arial"/>
              <w:sz w:val="21"/>
              <w:szCs w:val="21"/>
            </w:rPr>
            <w:t xml:space="preserve"> </w:t>
          </w:r>
        </w:p>
      </w:docPartBody>
    </w:docPart>
    <w:docPart>
      <w:docPartPr>
        <w:name w:val="0C765F22D4BC4FB79C2F0DCF99F9E294"/>
        <w:category>
          <w:name w:val="General"/>
          <w:gallery w:val="placeholder"/>
        </w:category>
        <w:types>
          <w:type w:val="bbPlcHdr"/>
        </w:types>
        <w:behaviors>
          <w:behavior w:val="content"/>
        </w:behaviors>
        <w:guid w:val="{6C1DFDA7-9DC8-487D-89F5-1EC171A323A6}"/>
      </w:docPartPr>
      <w:docPartBody>
        <w:p w:rsidR="00B61745" w:rsidRDefault="00B61745" w:rsidP="00B61745">
          <w:pPr>
            <w:pStyle w:val="0C765F22D4BC4FB79C2F0DCF99F9E294"/>
          </w:pPr>
          <w:r w:rsidRPr="00154B89">
            <w:rPr>
              <w:rStyle w:val="PlaceholderText"/>
              <w:rFonts w:ascii="Arial" w:hAnsi="Arial" w:cs="Arial"/>
              <w:sz w:val="21"/>
              <w:szCs w:val="21"/>
            </w:rPr>
            <w:t xml:space="preserve"> </w:t>
          </w:r>
        </w:p>
      </w:docPartBody>
    </w:docPart>
    <w:docPart>
      <w:docPartPr>
        <w:name w:val="94B4144EB9104E44886C3DFE7BE07186"/>
        <w:category>
          <w:name w:val="General"/>
          <w:gallery w:val="placeholder"/>
        </w:category>
        <w:types>
          <w:type w:val="bbPlcHdr"/>
        </w:types>
        <w:behaviors>
          <w:behavior w:val="content"/>
        </w:behaviors>
        <w:guid w:val="{C7816E44-DB0F-4275-954A-C6CAA122ED11}"/>
      </w:docPartPr>
      <w:docPartBody>
        <w:p w:rsidR="00B61745" w:rsidRDefault="00B61745" w:rsidP="00B61745">
          <w:pPr>
            <w:pStyle w:val="94B4144EB9104E44886C3DFE7BE07186"/>
          </w:pPr>
          <w:r w:rsidRPr="00154B89">
            <w:rPr>
              <w:rStyle w:val="PlaceholderText"/>
              <w:rFonts w:ascii="Arial" w:hAnsi="Arial" w:cs="Arial"/>
              <w:sz w:val="21"/>
              <w:szCs w:val="21"/>
            </w:rPr>
            <w:t xml:space="preserve"> </w:t>
          </w:r>
        </w:p>
      </w:docPartBody>
    </w:docPart>
    <w:docPart>
      <w:docPartPr>
        <w:name w:val="5659A714FE3F471EB84970A2A7573D87"/>
        <w:category>
          <w:name w:val="General"/>
          <w:gallery w:val="placeholder"/>
        </w:category>
        <w:types>
          <w:type w:val="bbPlcHdr"/>
        </w:types>
        <w:behaviors>
          <w:behavior w:val="content"/>
        </w:behaviors>
        <w:guid w:val="{7E6CF81F-92F4-45E4-B6AB-898F0CE6D14B}"/>
      </w:docPartPr>
      <w:docPartBody>
        <w:p w:rsidR="00B61745" w:rsidRDefault="00B61745" w:rsidP="00B61745">
          <w:pPr>
            <w:pStyle w:val="5659A714FE3F471EB84970A2A7573D87"/>
          </w:pPr>
          <w:r w:rsidRPr="00154B89">
            <w:rPr>
              <w:rStyle w:val="PlaceholderText"/>
              <w:rFonts w:ascii="Arial" w:hAnsi="Arial" w:cs="Arial"/>
              <w:sz w:val="21"/>
              <w:szCs w:val="21"/>
            </w:rPr>
            <w:t xml:space="preserve"> </w:t>
          </w:r>
        </w:p>
      </w:docPartBody>
    </w:docPart>
    <w:docPart>
      <w:docPartPr>
        <w:name w:val="921057A66AD14069999AD4D7B7ED0004"/>
        <w:category>
          <w:name w:val="General"/>
          <w:gallery w:val="placeholder"/>
        </w:category>
        <w:types>
          <w:type w:val="bbPlcHdr"/>
        </w:types>
        <w:behaviors>
          <w:behavior w:val="content"/>
        </w:behaviors>
        <w:guid w:val="{499E5676-F5F6-499E-8B2F-AB9A197DA7E3}"/>
      </w:docPartPr>
      <w:docPartBody>
        <w:p w:rsidR="00B61745" w:rsidRDefault="00B61745" w:rsidP="00B61745">
          <w:pPr>
            <w:pStyle w:val="921057A66AD14069999AD4D7B7ED0004"/>
          </w:pPr>
          <w:r w:rsidRPr="00154B89">
            <w:rPr>
              <w:rStyle w:val="PlaceholderText"/>
              <w:rFonts w:ascii="Arial" w:hAnsi="Arial" w:cs="Arial"/>
            </w:rPr>
            <w:t xml:space="preserve"> </w:t>
          </w:r>
        </w:p>
      </w:docPartBody>
    </w:docPart>
    <w:docPart>
      <w:docPartPr>
        <w:name w:val="C307554BA28D4FEA92E0EBC5F998ACC3"/>
        <w:category>
          <w:name w:val="General"/>
          <w:gallery w:val="placeholder"/>
        </w:category>
        <w:types>
          <w:type w:val="bbPlcHdr"/>
        </w:types>
        <w:behaviors>
          <w:behavior w:val="content"/>
        </w:behaviors>
        <w:guid w:val="{39A12D84-DBAF-40E8-8B2D-A023F129FA96}"/>
      </w:docPartPr>
      <w:docPartBody>
        <w:p w:rsidR="00B61745" w:rsidRDefault="00B61745" w:rsidP="00B61745">
          <w:pPr>
            <w:pStyle w:val="C307554BA28D4FEA92E0EBC5F998ACC3"/>
          </w:pPr>
          <w:r w:rsidRPr="00AB2E3E">
            <w:rPr>
              <w:rFonts w:ascii="Arial" w:hAnsi="Arial" w:cs="Arial"/>
              <w:sz w:val="21"/>
              <w:szCs w:val="21"/>
            </w:rPr>
            <w:t xml:space="preserve">  </w:t>
          </w:r>
        </w:p>
      </w:docPartBody>
    </w:docPart>
    <w:docPart>
      <w:docPartPr>
        <w:name w:val="876DD50F4808402CBB466907EDC6DC23"/>
        <w:category>
          <w:name w:val="General"/>
          <w:gallery w:val="placeholder"/>
        </w:category>
        <w:types>
          <w:type w:val="bbPlcHdr"/>
        </w:types>
        <w:behaviors>
          <w:behavior w:val="content"/>
        </w:behaviors>
        <w:guid w:val="{71FEFD81-A745-44B0-B786-DEB63053A380}"/>
      </w:docPartPr>
      <w:docPartBody>
        <w:p w:rsidR="00B61745" w:rsidRDefault="00B61745" w:rsidP="00B61745">
          <w:pPr>
            <w:pStyle w:val="876DD50F4808402CBB466907EDC6DC23"/>
          </w:pPr>
          <w:r w:rsidRPr="00AB2E3E">
            <w:rPr>
              <w:rFonts w:ascii="Arial" w:hAnsi="Arial" w:cs="Arial"/>
              <w:sz w:val="21"/>
              <w:szCs w:val="21"/>
            </w:rPr>
            <w:t xml:space="preserve"> </w:t>
          </w:r>
        </w:p>
      </w:docPartBody>
    </w:docPart>
    <w:docPart>
      <w:docPartPr>
        <w:name w:val="050BB28204B14D9588E904876A49CCF5"/>
        <w:category>
          <w:name w:val="General"/>
          <w:gallery w:val="placeholder"/>
        </w:category>
        <w:types>
          <w:type w:val="bbPlcHdr"/>
        </w:types>
        <w:behaviors>
          <w:behavior w:val="content"/>
        </w:behaviors>
        <w:guid w:val="{D65435BB-02F0-41CF-B6F0-D76B55397B43}"/>
      </w:docPartPr>
      <w:docPartBody>
        <w:p w:rsidR="00B61745" w:rsidRDefault="00B61745" w:rsidP="00B61745">
          <w:pPr>
            <w:pStyle w:val="050BB28204B14D9588E904876A49CCF5"/>
          </w:pPr>
          <w:r w:rsidRPr="00AB2E3E">
            <w:rPr>
              <w:rStyle w:val="PlaceholderText"/>
              <w:rFonts w:ascii="Arial" w:hAnsi="Arial" w:cs="Arial"/>
              <w:sz w:val="21"/>
              <w:szCs w:val="21"/>
            </w:rPr>
            <w:t xml:space="preserve"> </w:t>
          </w:r>
        </w:p>
      </w:docPartBody>
    </w:docPart>
    <w:docPart>
      <w:docPartPr>
        <w:name w:val="A47E20C2062B4541B5F2C24DB7AFF2F5"/>
        <w:category>
          <w:name w:val="General"/>
          <w:gallery w:val="placeholder"/>
        </w:category>
        <w:types>
          <w:type w:val="bbPlcHdr"/>
        </w:types>
        <w:behaviors>
          <w:behavior w:val="content"/>
        </w:behaviors>
        <w:guid w:val="{A58AAC4D-BCB9-4614-A088-8A73FD7CFBF3}"/>
      </w:docPartPr>
      <w:docPartBody>
        <w:p w:rsidR="00B61745" w:rsidRDefault="00B61745" w:rsidP="00B61745">
          <w:pPr>
            <w:pStyle w:val="A47E20C2062B4541B5F2C24DB7AFF2F5"/>
          </w:pPr>
          <w:r w:rsidRPr="00AB2E3E">
            <w:rPr>
              <w:rStyle w:val="PlaceholderText"/>
              <w:rFonts w:ascii="Arial" w:hAnsi="Arial" w:cs="Arial"/>
              <w:sz w:val="21"/>
              <w:szCs w:val="21"/>
            </w:rPr>
            <w:t xml:space="preserve"> </w:t>
          </w:r>
        </w:p>
      </w:docPartBody>
    </w:docPart>
    <w:docPart>
      <w:docPartPr>
        <w:name w:val="B21032FD071645C88124EBFDC4AE4F3C"/>
        <w:category>
          <w:name w:val="General"/>
          <w:gallery w:val="placeholder"/>
        </w:category>
        <w:types>
          <w:type w:val="bbPlcHdr"/>
        </w:types>
        <w:behaviors>
          <w:behavior w:val="content"/>
        </w:behaviors>
        <w:guid w:val="{CB6C1D51-8855-47ED-88AC-C2D784B5CE29}"/>
      </w:docPartPr>
      <w:docPartBody>
        <w:p w:rsidR="00B61745" w:rsidRDefault="00B61745" w:rsidP="00B61745">
          <w:pPr>
            <w:pStyle w:val="B21032FD071645C88124EBFDC4AE4F3C"/>
          </w:pPr>
          <w:r w:rsidRPr="00AB2E3E">
            <w:rPr>
              <w:rFonts w:ascii="Arial" w:hAnsi="Arial" w:cs="Arial"/>
              <w:sz w:val="21"/>
              <w:szCs w:val="21"/>
            </w:rPr>
            <w:t xml:space="preserve"> </w:t>
          </w:r>
        </w:p>
      </w:docPartBody>
    </w:docPart>
    <w:docPart>
      <w:docPartPr>
        <w:name w:val="0BBC104D907F46718D2DAFBA9A27D8DF"/>
        <w:category>
          <w:name w:val="General"/>
          <w:gallery w:val="placeholder"/>
        </w:category>
        <w:types>
          <w:type w:val="bbPlcHdr"/>
        </w:types>
        <w:behaviors>
          <w:behavior w:val="content"/>
        </w:behaviors>
        <w:guid w:val="{8DEA2597-BCAE-47FA-A40E-664501C8F29B}"/>
      </w:docPartPr>
      <w:docPartBody>
        <w:p w:rsidR="00B61745" w:rsidRDefault="00B61745" w:rsidP="00B61745">
          <w:pPr>
            <w:pStyle w:val="0BBC104D907F46718D2DAFBA9A27D8DF"/>
          </w:pPr>
          <w:r w:rsidRPr="00AB2E3E">
            <w:rPr>
              <w:rFonts w:ascii="Arial" w:hAnsi="Arial" w:cs="Arial"/>
              <w:sz w:val="21"/>
              <w:szCs w:val="21"/>
            </w:rPr>
            <w:t xml:space="preserve"> </w:t>
          </w:r>
        </w:p>
      </w:docPartBody>
    </w:docPart>
    <w:docPart>
      <w:docPartPr>
        <w:name w:val="0DE7587A20F74226BF10CAEB039A2C4A"/>
        <w:category>
          <w:name w:val="General"/>
          <w:gallery w:val="placeholder"/>
        </w:category>
        <w:types>
          <w:type w:val="bbPlcHdr"/>
        </w:types>
        <w:behaviors>
          <w:behavior w:val="content"/>
        </w:behaviors>
        <w:guid w:val="{6E1A1EAA-A617-41F7-B833-097C271DB722}"/>
      </w:docPartPr>
      <w:docPartBody>
        <w:p w:rsidR="00B61745" w:rsidRDefault="00B61745" w:rsidP="00B61745">
          <w:pPr>
            <w:pStyle w:val="0DE7587A20F74226BF10CAEB039A2C4A"/>
          </w:pPr>
          <w:r w:rsidRPr="00AB2E3E">
            <w:rPr>
              <w:rFonts w:ascii="Arial" w:hAnsi="Arial" w:cs="Arial"/>
              <w:sz w:val="21"/>
              <w:szCs w:val="21"/>
            </w:rPr>
            <w:t xml:space="preserve"> </w:t>
          </w:r>
        </w:p>
      </w:docPartBody>
    </w:docPart>
    <w:docPart>
      <w:docPartPr>
        <w:name w:val="E8E61453573A45479B87F9A484ACC146"/>
        <w:category>
          <w:name w:val="General"/>
          <w:gallery w:val="placeholder"/>
        </w:category>
        <w:types>
          <w:type w:val="bbPlcHdr"/>
        </w:types>
        <w:behaviors>
          <w:behavior w:val="content"/>
        </w:behaviors>
        <w:guid w:val="{9B2C6E1F-19B9-4FA3-AD6F-466B8664A441}"/>
      </w:docPartPr>
      <w:docPartBody>
        <w:p w:rsidR="00B61745" w:rsidRDefault="00B61745" w:rsidP="00B61745">
          <w:pPr>
            <w:pStyle w:val="E8E61453573A45479B87F9A484ACC146"/>
          </w:pPr>
          <w:r w:rsidRPr="00AB2E3E">
            <w:rPr>
              <w:rFonts w:ascii="Arial" w:hAnsi="Arial" w:cs="Arial"/>
              <w:sz w:val="21"/>
              <w:szCs w:val="21"/>
            </w:rPr>
            <w:t xml:space="preserve"> </w:t>
          </w:r>
        </w:p>
      </w:docPartBody>
    </w:docPart>
    <w:docPart>
      <w:docPartPr>
        <w:name w:val="3524D10C2AE64CA29FF436D376561F05"/>
        <w:category>
          <w:name w:val="General"/>
          <w:gallery w:val="placeholder"/>
        </w:category>
        <w:types>
          <w:type w:val="bbPlcHdr"/>
        </w:types>
        <w:behaviors>
          <w:behavior w:val="content"/>
        </w:behaviors>
        <w:guid w:val="{36AEBC86-4B7B-4B36-906F-D3C54389FBBE}"/>
      </w:docPartPr>
      <w:docPartBody>
        <w:p w:rsidR="00B61745" w:rsidRDefault="00B61745" w:rsidP="00B61745">
          <w:pPr>
            <w:pStyle w:val="3524D10C2AE64CA29FF436D376561F05"/>
          </w:pPr>
          <w:r w:rsidRPr="00AB2E3E">
            <w:rPr>
              <w:rStyle w:val="PlaceholderText"/>
              <w:rFonts w:ascii="Arial" w:hAnsi="Arial" w:cs="Arial"/>
              <w:sz w:val="21"/>
              <w:szCs w:val="21"/>
            </w:rPr>
            <w:t xml:space="preserve"> </w:t>
          </w:r>
        </w:p>
      </w:docPartBody>
    </w:docPart>
    <w:docPart>
      <w:docPartPr>
        <w:name w:val="4E268CF3A360497DAC85898854A01952"/>
        <w:category>
          <w:name w:val="General"/>
          <w:gallery w:val="placeholder"/>
        </w:category>
        <w:types>
          <w:type w:val="bbPlcHdr"/>
        </w:types>
        <w:behaviors>
          <w:behavior w:val="content"/>
        </w:behaviors>
        <w:guid w:val="{B49B4CCE-B480-418A-A34E-9145D2A6E6AE}"/>
      </w:docPartPr>
      <w:docPartBody>
        <w:p w:rsidR="00B61745" w:rsidRDefault="00B61745" w:rsidP="00B61745">
          <w:pPr>
            <w:pStyle w:val="4E268CF3A360497DAC85898854A01952"/>
          </w:pPr>
          <w:r w:rsidRPr="00AB2E3E">
            <w:rPr>
              <w:rStyle w:val="PlaceholderText"/>
              <w:rFonts w:ascii="Arial" w:hAnsi="Arial" w:cs="Arial"/>
              <w:sz w:val="21"/>
              <w:szCs w:val="21"/>
            </w:rPr>
            <w:t xml:space="preserve"> </w:t>
          </w:r>
        </w:p>
      </w:docPartBody>
    </w:docPart>
    <w:docPart>
      <w:docPartPr>
        <w:name w:val="D2F37AF620EB4264B04604B7A12941A2"/>
        <w:category>
          <w:name w:val="General"/>
          <w:gallery w:val="placeholder"/>
        </w:category>
        <w:types>
          <w:type w:val="bbPlcHdr"/>
        </w:types>
        <w:behaviors>
          <w:behavior w:val="content"/>
        </w:behaviors>
        <w:guid w:val="{539B5F2F-3F9B-4530-9058-F2118DFBA096}"/>
      </w:docPartPr>
      <w:docPartBody>
        <w:p w:rsidR="00B61745" w:rsidRDefault="00B61745" w:rsidP="00B61745">
          <w:pPr>
            <w:pStyle w:val="D2F37AF620EB4264B04604B7A12941A2"/>
          </w:pPr>
          <w:r w:rsidRPr="00AB2E3E">
            <w:rPr>
              <w:rStyle w:val="PlaceholderText"/>
              <w:rFonts w:ascii="Arial" w:hAnsi="Arial" w:cs="Arial"/>
              <w:sz w:val="21"/>
              <w:szCs w:val="21"/>
            </w:rPr>
            <w:t xml:space="preserve"> </w:t>
          </w:r>
        </w:p>
      </w:docPartBody>
    </w:docPart>
    <w:docPart>
      <w:docPartPr>
        <w:name w:val="BC9951FDEBFA40E3A8592E0ECDB23C04"/>
        <w:category>
          <w:name w:val="General"/>
          <w:gallery w:val="placeholder"/>
        </w:category>
        <w:types>
          <w:type w:val="bbPlcHdr"/>
        </w:types>
        <w:behaviors>
          <w:behavior w:val="content"/>
        </w:behaviors>
        <w:guid w:val="{BB9738AD-5FA6-4D8F-A9E9-DA2954A8C9A6}"/>
      </w:docPartPr>
      <w:docPartBody>
        <w:p w:rsidR="00B61745" w:rsidRDefault="00B61745" w:rsidP="00B61745">
          <w:pPr>
            <w:pStyle w:val="BC9951FDEBFA40E3A8592E0ECDB23C04"/>
          </w:pPr>
          <w:r w:rsidRPr="00AB2E3E">
            <w:rPr>
              <w:rStyle w:val="PlaceholderText"/>
              <w:rFonts w:ascii="Arial" w:hAnsi="Arial" w:cs="Arial"/>
              <w:sz w:val="21"/>
              <w:szCs w:val="21"/>
            </w:rPr>
            <w:t xml:space="preserve"> </w:t>
          </w:r>
        </w:p>
      </w:docPartBody>
    </w:docPart>
    <w:docPart>
      <w:docPartPr>
        <w:name w:val="2CBC35A5871D435F873A24AAAD0BDD41"/>
        <w:category>
          <w:name w:val="General"/>
          <w:gallery w:val="placeholder"/>
        </w:category>
        <w:types>
          <w:type w:val="bbPlcHdr"/>
        </w:types>
        <w:behaviors>
          <w:behavior w:val="content"/>
        </w:behaviors>
        <w:guid w:val="{E85C5088-D952-4015-9588-A805C1296711}"/>
      </w:docPartPr>
      <w:docPartBody>
        <w:p w:rsidR="00B61745" w:rsidRDefault="00B61745" w:rsidP="00B61745">
          <w:pPr>
            <w:pStyle w:val="2CBC35A5871D435F873A24AAAD0BDD41"/>
          </w:pPr>
          <w:r w:rsidRPr="00AB2E3E">
            <w:rPr>
              <w:rStyle w:val="PlaceholderText"/>
              <w:rFonts w:ascii="Arial" w:hAnsi="Arial" w:cs="Arial"/>
              <w:sz w:val="21"/>
              <w:szCs w:val="21"/>
            </w:rPr>
            <w:t xml:space="preserve"> </w:t>
          </w:r>
        </w:p>
      </w:docPartBody>
    </w:docPart>
    <w:docPart>
      <w:docPartPr>
        <w:name w:val="99772C23927343A695C7FF82FFA5EF0A"/>
        <w:category>
          <w:name w:val="General"/>
          <w:gallery w:val="placeholder"/>
        </w:category>
        <w:types>
          <w:type w:val="bbPlcHdr"/>
        </w:types>
        <w:behaviors>
          <w:behavior w:val="content"/>
        </w:behaviors>
        <w:guid w:val="{9F70B11D-3B9A-4F5B-A3DC-4038EA1B2AB8}"/>
      </w:docPartPr>
      <w:docPartBody>
        <w:p w:rsidR="00B61745" w:rsidRDefault="00B61745" w:rsidP="00B61745">
          <w:pPr>
            <w:pStyle w:val="99772C23927343A695C7FF82FFA5EF0A"/>
          </w:pPr>
          <w:r w:rsidRPr="00AB2E3E">
            <w:rPr>
              <w:rStyle w:val="PlaceholderText"/>
              <w:rFonts w:ascii="Arial" w:hAnsi="Arial" w:cs="Arial"/>
              <w:sz w:val="21"/>
              <w:szCs w:val="21"/>
            </w:rPr>
            <w:t xml:space="preserve"> </w:t>
          </w:r>
        </w:p>
      </w:docPartBody>
    </w:docPart>
    <w:docPart>
      <w:docPartPr>
        <w:name w:val="E31EA898DEF444D590DDB1A4964FF7B9"/>
        <w:category>
          <w:name w:val="General"/>
          <w:gallery w:val="placeholder"/>
        </w:category>
        <w:types>
          <w:type w:val="bbPlcHdr"/>
        </w:types>
        <w:behaviors>
          <w:behavior w:val="content"/>
        </w:behaviors>
        <w:guid w:val="{2C8D71DC-A57E-4B4A-A289-CBD83ED34682}"/>
      </w:docPartPr>
      <w:docPartBody>
        <w:p w:rsidR="00B61745" w:rsidRDefault="00B61745" w:rsidP="00B61745">
          <w:pPr>
            <w:pStyle w:val="E31EA898DEF444D590DDB1A4964FF7B9"/>
          </w:pPr>
          <w:r w:rsidRPr="00AB2E3E">
            <w:rPr>
              <w:rStyle w:val="PlaceholderText"/>
              <w:rFonts w:ascii="Arial" w:hAnsi="Arial" w:cs="Arial"/>
              <w:sz w:val="21"/>
              <w:szCs w:val="21"/>
            </w:rPr>
            <w:t xml:space="preserve"> </w:t>
          </w:r>
        </w:p>
      </w:docPartBody>
    </w:docPart>
    <w:docPart>
      <w:docPartPr>
        <w:name w:val="B84A30E727E24EDEA85AD9F0338C885E"/>
        <w:category>
          <w:name w:val="General"/>
          <w:gallery w:val="placeholder"/>
        </w:category>
        <w:types>
          <w:type w:val="bbPlcHdr"/>
        </w:types>
        <w:behaviors>
          <w:behavior w:val="content"/>
        </w:behaviors>
        <w:guid w:val="{16FE9B78-C4C3-408B-AA60-16D82FC9FD8E}"/>
      </w:docPartPr>
      <w:docPartBody>
        <w:p w:rsidR="00B61745" w:rsidRDefault="00B61745" w:rsidP="00B61745">
          <w:pPr>
            <w:pStyle w:val="B84A30E727E24EDEA85AD9F0338C885E"/>
          </w:pPr>
          <w:r w:rsidRPr="00AB2E3E">
            <w:rPr>
              <w:rStyle w:val="PlaceholderText"/>
              <w:rFonts w:ascii="Arial" w:hAnsi="Arial" w:cs="Arial"/>
              <w:sz w:val="21"/>
              <w:szCs w:val="21"/>
            </w:rPr>
            <w:t xml:space="preserve"> </w:t>
          </w:r>
        </w:p>
      </w:docPartBody>
    </w:docPart>
    <w:docPart>
      <w:docPartPr>
        <w:name w:val="15B5137D031D420EA8EE1AC70059B1CE"/>
        <w:category>
          <w:name w:val="General"/>
          <w:gallery w:val="placeholder"/>
        </w:category>
        <w:types>
          <w:type w:val="bbPlcHdr"/>
        </w:types>
        <w:behaviors>
          <w:behavior w:val="content"/>
        </w:behaviors>
        <w:guid w:val="{F595711E-4D6E-4356-9762-17AB9EEB59AE}"/>
      </w:docPartPr>
      <w:docPartBody>
        <w:p w:rsidR="00B61745" w:rsidRDefault="00B61745" w:rsidP="00B61745">
          <w:pPr>
            <w:pStyle w:val="15B5137D031D420EA8EE1AC70059B1CE"/>
          </w:pPr>
          <w:r w:rsidRPr="00AB2E3E">
            <w:rPr>
              <w:rStyle w:val="PlaceholderText"/>
              <w:rFonts w:ascii="Arial" w:hAnsi="Arial" w:cs="Arial"/>
              <w:sz w:val="21"/>
              <w:szCs w:val="21"/>
            </w:rPr>
            <w:t xml:space="preserve"> </w:t>
          </w:r>
        </w:p>
      </w:docPartBody>
    </w:docPart>
    <w:docPart>
      <w:docPartPr>
        <w:name w:val="81AA7292CB07490493AFCC5006751774"/>
        <w:category>
          <w:name w:val="General"/>
          <w:gallery w:val="placeholder"/>
        </w:category>
        <w:types>
          <w:type w:val="bbPlcHdr"/>
        </w:types>
        <w:behaviors>
          <w:behavior w:val="content"/>
        </w:behaviors>
        <w:guid w:val="{BA18F51A-8422-4D96-ACC3-D1ECEBD476B8}"/>
      </w:docPartPr>
      <w:docPartBody>
        <w:p w:rsidR="00B61745" w:rsidRDefault="00B61745" w:rsidP="00B61745">
          <w:pPr>
            <w:pStyle w:val="81AA7292CB07490493AFCC5006751774"/>
          </w:pPr>
          <w:r w:rsidRPr="00AB2E3E">
            <w:rPr>
              <w:rStyle w:val="PlaceholderText"/>
              <w:rFonts w:ascii="Arial" w:hAnsi="Arial" w:cs="Arial"/>
              <w:sz w:val="21"/>
              <w:szCs w:val="21"/>
            </w:rPr>
            <w:t xml:space="preserve"> </w:t>
          </w:r>
        </w:p>
      </w:docPartBody>
    </w:docPart>
    <w:docPart>
      <w:docPartPr>
        <w:name w:val="EF922273DCD24412A8599C9B42EBF688"/>
        <w:category>
          <w:name w:val="General"/>
          <w:gallery w:val="placeholder"/>
        </w:category>
        <w:types>
          <w:type w:val="bbPlcHdr"/>
        </w:types>
        <w:behaviors>
          <w:behavior w:val="content"/>
        </w:behaviors>
        <w:guid w:val="{EC251FE1-A688-4F9A-B9B2-E812AE2528A6}"/>
      </w:docPartPr>
      <w:docPartBody>
        <w:p w:rsidR="00B61745" w:rsidRDefault="00B61745" w:rsidP="00B61745">
          <w:pPr>
            <w:pStyle w:val="EF922273DCD24412A8599C9B42EBF688"/>
          </w:pPr>
          <w:r w:rsidRPr="00AB2E3E">
            <w:rPr>
              <w:rStyle w:val="PlaceholderText"/>
              <w:rFonts w:ascii="Arial" w:hAnsi="Arial" w:cs="Arial"/>
              <w:sz w:val="21"/>
              <w:szCs w:val="21"/>
            </w:rPr>
            <w:t xml:space="preserve"> </w:t>
          </w:r>
        </w:p>
      </w:docPartBody>
    </w:docPart>
    <w:docPart>
      <w:docPartPr>
        <w:name w:val="A95C38A09AE3427EAC134AE1DECA89A4"/>
        <w:category>
          <w:name w:val="General"/>
          <w:gallery w:val="placeholder"/>
        </w:category>
        <w:types>
          <w:type w:val="bbPlcHdr"/>
        </w:types>
        <w:behaviors>
          <w:behavior w:val="content"/>
        </w:behaviors>
        <w:guid w:val="{78CF4EAC-DF2E-4171-B518-25E0F0202606}"/>
      </w:docPartPr>
      <w:docPartBody>
        <w:p w:rsidR="00B61745" w:rsidRDefault="00B61745" w:rsidP="00B61745">
          <w:pPr>
            <w:pStyle w:val="A95C38A09AE3427EAC134AE1DECA89A4"/>
          </w:pPr>
          <w:r w:rsidRPr="00AB2E3E">
            <w:rPr>
              <w:rStyle w:val="PlaceholderText"/>
              <w:rFonts w:ascii="Arial" w:hAnsi="Arial" w:cs="Arial"/>
              <w:sz w:val="21"/>
              <w:szCs w:val="21"/>
            </w:rPr>
            <w:t xml:space="preserve"> </w:t>
          </w:r>
        </w:p>
      </w:docPartBody>
    </w:docPart>
    <w:docPart>
      <w:docPartPr>
        <w:name w:val="F6825B8603DB40B4B809DC6F41E956E0"/>
        <w:category>
          <w:name w:val="General"/>
          <w:gallery w:val="placeholder"/>
        </w:category>
        <w:types>
          <w:type w:val="bbPlcHdr"/>
        </w:types>
        <w:behaviors>
          <w:behavior w:val="content"/>
        </w:behaviors>
        <w:guid w:val="{0DA6F04F-1413-46A9-A255-E0A13A55D590}"/>
      </w:docPartPr>
      <w:docPartBody>
        <w:p w:rsidR="00B61745" w:rsidRDefault="00B61745" w:rsidP="00B61745">
          <w:pPr>
            <w:pStyle w:val="F6825B8603DB40B4B809DC6F41E956E0"/>
          </w:pPr>
          <w:r w:rsidRPr="00AB2E3E">
            <w:rPr>
              <w:rStyle w:val="PlaceholderText"/>
              <w:rFonts w:ascii="Arial" w:hAnsi="Arial" w:cs="Arial"/>
              <w:sz w:val="21"/>
              <w:szCs w:val="21"/>
            </w:rPr>
            <w:t xml:space="preserve"> </w:t>
          </w:r>
        </w:p>
      </w:docPartBody>
    </w:docPart>
    <w:docPart>
      <w:docPartPr>
        <w:name w:val="DFF21ACFF93D437393DCD5A4F6FFE558"/>
        <w:category>
          <w:name w:val="General"/>
          <w:gallery w:val="placeholder"/>
        </w:category>
        <w:types>
          <w:type w:val="bbPlcHdr"/>
        </w:types>
        <w:behaviors>
          <w:behavior w:val="content"/>
        </w:behaviors>
        <w:guid w:val="{D67F74D0-5D92-424D-A64F-6FF5AD6F2932}"/>
      </w:docPartPr>
      <w:docPartBody>
        <w:p w:rsidR="00B61745" w:rsidRDefault="00B61745" w:rsidP="00B61745">
          <w:pPr>
            <w:pStyle w:val="DFF21ACFF93D437393DCD5A4F6FFE558"/>
          </w:pPr>
          <w:r w:rsidRPr="00AB2E3E">
            <w:rPr>
              <w:rStyle w:val="PlaceholderText"/>
              <w:rFonts w:ascii="Arial" w:hAnsi="Arial" w:cs="Arial"/>
              <w:sz w:val="21"/>
              <w:szCs w:val="21"/>
            </w:rPr>
            <w:t xml:space="preserve"> </w:t>
          </w:r>
        </w:p>
      </w:docPartBody>
    </w:docPart>
    <w:docPart>
      <w:docPartPr>
        <w:name w:val="0C72AA85C9944B3B9777CD0474904992"/>
        <w:category>
          <w:name w:val="General"/>
          <w:gallery w:val="placeholder"/>
        </w:category>
        <w:types>
          <w:type w:val="bbPlcHdr"/>
        </w:types>
        <w:behaviors>
          <w:behavior w:val="content"/>
        </w:behaviors>
        <w:guid w:val="{0E31D160-9F04-46EA-9771-3725E7CB0F8C}"/>
      </w:docPartPr>
      <w:docPartBody>
        <w:p w:rsidR="00B61745" w:rsidRDefault="00B61745" w:rsidP="00B61745">
          <w:pPr>
            <w:pStyle w:val="0C72AA85C9944B3B9777CD0474904992"/>
          </w:pPr>
          <w:r w:rsidRPr="00AB2E3E">
            <w:rPr>
              <w:rStyle w:val="PlaceholderText"/>
              <w:rFonts w:ascii="Arial" w:hAnsi="Arial" w:cs="Arial"/>
              <w:sz w:val="21"/>
              <w:szCs w:val="21"/>
            </w:rPr>
            <w:t xml:space="preserve"> </w:t>
          </w:r>
        </w:p>
      </w:docPartBody>
    </w:docPart>
    <w:docPart>
      <w:docPartPr>
        <w:name w:val="1922D6E058EC48B4891E80507F4F3682"/>
        <w:category>
          <w:name w:val="General"/>
          <w:gallery w:val="placeholder"/>
        </w:category>
        <w:types>
          <w:type w:val="bbPlcHdr"/>
        </w:types>
        <w:behaviors>
          <w:behavior w:val="content"/>
        </w:behaviors>
        <w:guid w:val="{951E2926-2F26-4548-9A49-5298B2D4EA1E}"/>
      </w:docPartPr>
      <w:docPartBody>
        <w:p w:rsidR="00B61745" w:rsidRDefault="00B61745" w:rsidP="00B61745">
          <w:pPr>
            <w:pStyle w:val="1922D6E058EC48B4891E80507F4F3682"/>
          </w:pPr>
          <w:r w:rsidRPr="00AB2E3E">
            <w:rPr>
              <w:rStyle w:val="PlaceholderText"/>
              <w:rFonts w:ascii="Arial" w:hAnsi="Arial" w:cs="Arial"/>
              <w:sz w:val="21"/>
              <w:szCs w:val="21"/>
            </w:rPr>
            <w:t xml:space="preserve"> </w:t>
          </w:r>
        </w:p>
      </w:docPartBody>
    </w:docPart>
    <w:docPart>
      <w:docPartPr>
        <w:name w:val="74BBC1FFD6154E7C8EC265D7AF05EB52"/>
        <w:category>
          <w:name w:val="General"/>
          <w:gallery w:val="placeholder"/>
        </w:category>
        <w:types>
          <w:type w:val="bbPlcHdr"/>
        </w:types>
        <w:behaviors>
          <w:behavior w:val="content"/>
        </w:behaviors>
        <w:guid w:val="{DFCEA0B2-35CA-46C8-A282-C507595CAA67}"/>
      </w:docPartPr>
      <w:docPartBody>
        <w:p w:rsidR="00B61745" w:rsidRDefault="00B61745" w:rsidP="00B61745">
          <w:pPr>
            <w:pStyle w:val="74BBC1FFD6154E7C8EC265D7AF05EB52"/>
          </w:pPr>
          <w:r w:rsidRPr="00AB2E3E">
            <w:rPr>
              <w:rStyle w:val="PlaceholderText"/>
              <w:rFonts w:ascii="Arial" w:hAnsi="Arial" w:cs="Arial"/>
              <w:sz w:val="21"/>
              <w:szCs w:val="21"/>
            </w:rPr>
            <w:t xml:space="preserve"> </w:t>
          </w:r>
        </w:p>
      </w:docPartBody>
    </w:docPart>
    <w:docPart>
      <w:docPartPr>
        <w:name w:val="C5ACE0CCC2C3497FBBD2267EE6F38771"/>
        <w:category>
          <w:name w:val="General"/>
          <w:gallery w:val="placeholder"/>
        </w:category>
        <w:types>
          <w:type w:val="bbPlcHdr"/>
        </w:types>
        <w:behaviors>
          <w:behavior w:val="content"/>
        </w:behaviors>
        <w:guid w:val="{D9974695-C0F3-4E97-AABF-410E9F9B4C19}"/>
      </w:docPartPr>
      <w:docPartBody>
        <w:p w:rsidR="00B61745" w:rsidRDefault="00B61745" w:rsidP="00B61745">
          <w:pPr>
            <w:pStyle w:val="C5ACE0CCC2C3497FBBD2267EE6F38771"/>
          </w:pPr>
          <w:r w:rsidRPr="00AB2E3E">
            <w:rPr>
              <w:rStyle w:val="PlaceholderText"/>
              <w:rFonts w:ascii="Arial" w:hAnsi="Arial" w:cs="Arial"/>
              <w:sz w:val="21"/>
              <w:szCs w:val="21"/>
            </w:rPr>
            <w:t xml:space="preserve"> </w:t>
          </w:r>
        </w:p>
      </w:docPartBody>
    </w:docPart>
    <w:docPart>
      <w:docPartPr>
        <w:name w:val="6DC7F3E00EBF485B8B701ED61D125C8B"/>
        <w:category>
          <w:name w:val="General"/>
          <w:gallery w:val="placeholder"/>
        </w:category>
        <w:types>
          <w:type w:val="bbPlcHdr"/>
        </w:types>
        <w:behaviors>
          <w:behavior w:val="content"/>
        </w:behaviors>
        <w:guid w:val="{FFC2B51C-88DD-493A-AE7E-2FCB92313FA5}"/>
      </w:docPartPr>
      <w:docPartBody>
        <w:p w:rsidR="00B61745" w:rsidRDefault="00B61745" w:rsidP="00B61745">
          <w:pPr>
            <w:pStyle w:val="6DC7F3E00EBF485B8B701ED61D125C8B"/>
          </w:pPr>
          <w:r w:rsidRPr="00AB2E3E">
            <w:rPr>
              <w:rStyle w:val="PlaceholderText"/>
              <w:rFonts w:ascii="Arial" w:hAnsi="Arial" w:cs="Arial"/>
              <w:sz w:val="21"/>
              <w:szCs w:val="21"/>
            </w:rPr>
            <w:t xml:space="preserve"> </w:t>
          </w:r>
        </w:p>
      </w:docPartBody>
    </w:docPart>
    <w:docPart>
      <w:docPartPr>
        <w:name w:val="C1DFE290A48F4A5FAFE1D022CBD83180"/>
        <w:category>
          <w:name w:val="General"/>
          <w:gallery w:val="placeholder"/>
        </w:category>
        <w:types>
          <w:type w:val="bbPlcHdr"/>
        </w:types>
        <w:behaviors>
          <w:behavior w:val="content"/>
        </w:behaviors>
        <w:guid w:val="{91044289-1C3B-4D99-AD05-E8F20555DD26}"/>
      </w:docPartPr>
      <w:docPartBody>
        <w:p w:rsidR="00B61745" w:rsidRDefault="00B61745" w:rsidP="00B61745">
          <w:pPr>
            <w:pStyle w:val="C1DFE290A48F4A5FAFE1D022CBD83180"/>
          </w:pPr>
          <w:r w:rsidRPr="00AB2E3E">
            <w:rPr>
              <w:rStyle w:val="PlaceholderText"/>
              <w:rFonts w:ascii="Arial" w:hAnsi="Arial" w:cs="Arial"/>
              <w:sz w:val="21"/>
              <w:szCs w:val="21"/>
            </w:rPr>
            <w:t xml:space="preserve"> </w:t>
          </w:r>
        </w:p>
      </w:docPartBody>
    </w:docPart>
    <w:docPart>
      <w:docPartPr>
        <w:name w:val="FB317F2D029F487BA4E9CFF9E6F0850B"/>
        <w:category>
          <w:name w:val="General"/>
          <w:gallery w:val="placeholder"/>
        </w:category>
        <w:types>
          <w:type w:val="bbPlcHdr"/>
        </w:types>
        <w:behaviors>
          <w:behavior w:val="content"/>
        </w:behaviors>
        <w:guid w:val="{AC9F81FF-2609-4A1E-89DB-F1A0BF5E3516}"/>
      </w:docPartPr>
      <w:docPartBody>
        <w:p w:rsidR="00B61745" w:rsidRDefault="00B61745" w:rsidP="00B61745">
          <w:pPr>
            <w:pStyle w:val="FB317F2D029F487BA4E9CFF9E6F0850B"/>
          </w:pPr>
          <w:r w:rsidRPr="00AB2E3E">
            <w:rPr>
              <w:rStyle w:val="PlaceholderText"/>
              <w:rFonts w:ascii="Arial" w:hAnsi="Arial" w:cs="Arial"/>
              <w:sz w:val="21"/>
              <w:szCs w:val="21"/>
            </w:rPr>
            <w:t xml:space="preserve"> </w:t>
          </w:r>
        </w:p>
      </w:docPartBody>
    </w:docPart>
    <w:docPart>
      <w:docPartPr>
        <w:name w:val="242612BCE4394D069672827DC3B1D312"/>
        <w:category>
          <w:name w:val="General"/>
          <w:gallery w:val="placeholder"/>
        </w:category>
        <w:types>
          <w:type w:val="bbPlcHdr"/>
        </w:types>
        <w:behaviors>
          <w:behavior w:val="content"/>
        </w:behaviors>
        <w:guid w:val="{DF7F0348-166A-4B7A-82A0-8AA7BA9985F7}"/>
      </w:docPartPr>
      <w:docPartBody>
        <w:p w:rsidR="00B61745" w:rsidRDefault="00B61745" w:rsidP="00B61745">
          <w:pPr>
            <w:pStyle w:val="242612BCE4394D069672827DC3B1D312"/>
          </w:pPr>
          <w:r w:rsidRPr="00AB2E3E">
            <w:rPr>
              <w:rStyle w:val="PlaceholderText"/>
              <w:rFonts w:ascii="Arial" w:hAnsi="Arial" w:cs="Arial"/>
              <w:sz w:val="21"/>
              <w:szCs w:val="21"/>
            </w:rPr>
            <w:t xml:space="preserve"> </w:t>
          </w:r>
        </w:p>
      </w:docPartBody>
    </w:docPart>
    <w:docPart>
      <w:docPartPr>
        <w:name w:val="54F67AD7F8F546D79D611E3D511135C8"/>
        <w:category>
          <w:name w:val="General"/>
          <w:gallery w:val="placeholder"/>
        </w:category>
        <w:types>
          <w:type w:val="bbPlcHdr"/>
        </w:types>
        <w:behaviors>
          <w:behavior w:val="content"/>
        </w:behaviors>
        <w:guid w:val="{C8FBE23D-B06F-44EF-A197-0044CF3FCD09}"/>
      </w:docPartPr>
      <w:docPartBody>
        <w:p w:rsidR="00B61745" w:rsidRDefault="00B61745" w:rsidP="00B61745">
          <w:pPr>
            <w:pStyle w:val="54F67AD7F8F546D79D611E3D511135C8"/>
          </w:pPr>
          <w:r w:rsidRPr="00AB2E3E">
            <w:rPr>
              <w:rStyle w:val="PlaceholderText"/>
              <w:rFonts w:ascii="Arial" w:hAnsi="Arial" w:cs="Arial"/>
              <w:sz w:val="21"/>
              <w:szCs w:val="21"/>
            </w:rPr>
            <w:t xml:space="preserve"> </w:t>
          </w:r>
        </w:p>
      </w:docPartBody>
    </w:docPart>
    <w:docPart>
      <w:docPartPr>
        <w:name w:val="A077B6D81E4C4EBF9AC6E15A4F3B9BBC"/>
        <w:category>
          <w:name w:val="General"/>
          <w:gallery w:val="placeholder"/>
        </w:category>
        <w:types>
          <w:type w:val="bbPlcHdr"/>
        </w:types>
        <w:behaviors>
          <w:behavior w:val="content"/>
        </w:behaviors>
        <w:guid w:val="{0BC89D37-9475-4BF0-ADDB-98142202B74C}"/>
      </w:docPartPr>
      <w:docPartBody>
        <w:p w:rsidR="00B61745" w:rsidRDefault="00B61745" w:rsidP="00B61745">
          <w:pPr>
            <w:pStyle w:val="A077B6D81E4C4EBF9AC6E15A4F3B9BBC"/>
          </w:pPr>
          <w:r w:rsidRPr="00AB2E3E">
            <w:rPr>
              <w:rStyle w:val="PlaceholderText"/>
              <w:rFonts w:ascii="Arial" w:hAnsi="Arial" w:cs="Arial"/>
              <w:sz w:val="21"/>
              <w:szCs w:val="21"/>
            </w:rPr>
            <w:t xml:space="preserve"> </w:t>
          </w:r>
        </w:p>
      </w:docPartBody>
    </w:docPart>
    <w:docPart>
      <w:docPartPr>
        <w:name w:val="88066A3F15494BD483F05DD57307E153"/>
        <w:category>
          <w:name w:val="General"/>
          <w:gallery w:val="placeholder"/>
        </w:category>
        <w:types>
          <w:type w:val="bbPlcHdr"/>
        </w:types>
        <w:behaviors>
          <w:behavior w:val="content"/>
        </w:behaviors>
        <w:guid w:val="{4DA4B95D-6315-4BC6-8495-70AE82A77B35}"/>
      </w:docPartPr>
      <w:docPartBody>
        <w:p w:rsidR="00B61745" w:rsidRDefault="00B61745" w:rsidP="00B61745">
          <w:pPr>
            <w:pStyle w:val="88066A3F15494BD483F05DD57307E153"/>
          </w:pPr>
          <w:r w:rsidRPr="00AB2E3E">
            <w:rPr>
              <w:rStyle w:val="PlaceholderText"/>
              <w:rFonts w:ascii="Arial" w:hAnsi="Arial" w:cs="Arial"/>
              <w:sz w:val="21"/>
              <w:szCs w:val="21"/>
            </w:rPr>
            <w:t xml:space="preserve"> </w:t>
          </w:r>
        </w:p>
      </w:docPartBody>
    </w:docPart>
    <w:docPart>
      <w:docPartPr>
        <w:name w:val="E1885C3DE87249F7B9C0E7DE96C384CE"/>
        <w:category>
          <w:name w:val="General"/>
          <w:gallery w:val="placeholder"/>
        </w:category>
        <w:types>
          <w:type w:val="bbPlcHdr"/>
        </w:types>
        <w:behaviors>
          <w:behavior w:val="content"/>
        </w:behaviors>
        <w:guid w:val="{1C9F189E-DF00-4DC7-BEB3-72CFA1CEF9A8}"/>
      </w:docPartPr>
      <w:docPartBody>
        <w:p w:rsidR="00B61745" w:rsidRDefault="00B61745" w:rsidP="00B61745">
          <w:pPr>
            <w:pStyle w:val="E1885C3DE87249F7B9C0E7DE96C384CE"/>
          </w:pPr>
          <w:r w:rsidRPr="00AB2E3E">
            <w:rPr>
              <w:rStyle w:val="PlaceholderText"/>
              <w:rFonts w:ascii="Arial" w:hAnsi="Arial" w:cs="Arial"/>
              <w:sz w:val="21"/>
              <w:szCs w:val="21"/>
            </w:rPr>
            <w:t xml:space="preserve"> </w:t>
          </w:r>
        </w:p>
      </w:docPartBody>
    </w:docPart>
    <w:docPart>
      <w:docPartPr>
        <w:name w:val="F315DCBE6B46406EAF408A4C6B397EF2"/>
        <w:category>
          <w:name w:val="General"/>
          <w:gallery w:val="placeholder"/>
        </w:category>
        <w:types>
          <w:type w:val="bbPlcHdr"/>
        </w:types>
        <w:behaviors>
          <w:behavior w:val="content"/>
        </w:behaviors>
        <w:guid w:val="{7AD609BF-F4EA-4442-B07A-C8F1575F2C41}"/>
      </w:docPartPr>
      <w:docPartBody>
        <w:p w:rsidR="00B61745" w:rsidRDefault="00B61745" w:rsidP="00B61745">
          <w:pPr>
            <w:pStyle w:val="F315DCBE6B46406EAF408A4C6B397EF2"/>
          </w:pPr>
          <w:r w:rsidRPr="00AB2E3E">
            <w:rPr>
              <w:rStyle w:val="PlaceholderText"/>
              <w:rFonts w:ascii="Arial" w:hAnsi="Arial" w:cs="Arial"/>
              <w:sz w:val="21"/>
              <w:szCs w:val="21"/>
            </w:rPr>
            <w:t xml:space="preserve"> </w:t>
          </w:r>
        </w:p>
      </w:docPartBody>
    </w:docPart>
    <w:docPart>
      <w:docPartPr>
        <w:name w:val="9CE50E615A1C43568B9A3CE67292A806"/>
        <w:category>
          <w:name w:val="General"/>
          <w:gallery w:val="placeholder"/>
        </w:category>
        <w:types>
          <w:type w:val="bbPlcHdr"/>
        </w:types>
        <w:behaviors>
          <w:behavior w:val="content"/>
        </w:behaviors>
        <w:guid w:val="{E92A58BB-B3FB-432C-9DEC-794E657DA048}"/>
      </w:docPartPr>
      <w:docPartBody>
        <w:p w:rsidR="00B61745" w:rsidRDefault="00B61745" w:rsidP="00B61745">
          <w:pPr>
            <w:pStyle w:val="9CE50E615A1C43568B9A3CE67292A806"/>
          </w:pPr>
          <w:r w:rsidRPr="00AB2E3E">
            <w:rPr>
              <w:rStyle w:val="PlaceholderText"/>
              <w:rFonts w:ascii="Arial" w:hAnsi="Arial" w:cs="Arial"/>
              <w:sz w:val="21"/>
              <w:szCs w:val="21"/>
            </w:rPr>
            <w:t xml:space="preserve"> </w:t>
          </w:r>
        </w:p>
      </w:docPartBody>
    </w:docPart>
    <w:docPart>
      <w:docPartPr>
        <w:name w:val="817039168E704398889FAACA42256CFC"/>
        <w:category>
          <w:name w:val="General"/>
          <w:gallery w:val="placeholder"/>
        </w:category>
        <w:types>
          <w:type w:val="bbPlcHdr"/>
        </w:types>
        <w:behaviors>
          <w:behavior w:val="content"/>
        </w:behaviors>
        <w:guid w:val="{4A6099E8-C667-45C3-B575-3A09DDC22AC6}"/>
      </w:docPartPr>
      <w:docPartBody>
        <w:p w:rsidR="00B61745" w:rsidRDefault="00B61745" w:rsidP="00B61745">
          <w:pPr>
            <w:pStyle w:val="817039168E704398889FAACA42256CFC"/>
          </w:pPr>
          <w:r w:rsidRPr="00AB2E3E">
            <w:rPr>
              <w:rStyle w:val="PlaceholderText"/>
              <w:rFonts w:ascii="Arial" w:hAnsi="Arial" w:cs="Arial"/>
              <w:sz w:val="21"/>
              <w:szCs w:val="21"/>
            </w:rPr>
            <w:t xml:space="preserve"> </w:t>
          </w:r>
        </w:p>
      </w:docPartBody>
    </w:docPart>
    <w:docPart>
      <w:docPartPr>
        <w:name w:val="5E5B7B9D9B0747D0B649A3E4068CC882"/>
        <w:category>
          <w:name w:val="General"/>
          <w:gallery w:val="placeholder"/>
        </w:category>
        <w:types>
          <w:type w:val="bbPlcHdr"/>
        </w:types>
        <w:behaviors>
          <w:behavior w:val="content"/>
        </w:behaviors>
        <w:guid w:val="{A15D371F-F52E-4591-8C66-D9E93E52ABD0}"/>
      </w:docPartPr>
      <w:docPartBody>
        <w:p w:rsidR="00B61745" w:rsidRDefault="00B61745" w:rsidP="00B61745">
          <w:pPr>
            <w:pStyle w:val="5E5B7B9D9B0747D0B649A3E4068CC882"/>
          </w:pPr>
          <w:r w:rsidRPr="00AB2E3E">
            <w:rPr>
              <w:rStyle w:val="PlaceholderText"/>
              <w:rFonts w:ascii="Arial" w:hAnsi="Arial" w:cs="Arial"/>
              <w:sz w:val="21"/>
              <w:szCs w:val="21"/>
            </w:rPr>
            <w:t xml:space="preserve"> </w:t>
          </w:r>
        </w:p>
      </w:docPartBody>
    </w:docPart>
    <w:docPart>
      <w:docPartPr>
        <w:name w:val="E3361525FDD04242B9C34CCF6B58871D"/>
        <w:category>
          <w:name w:val="General"/>
          <w:gallery w:val="placeholder"/>
        </w:category>
        <w:types>
          <w:type w:val="bbPlcHdr"/>
        </w:types>
        <w:behaviors>
          <w:behavior w:val="content"/>
        </w:behaviors>
        <w:guid w:val="{B14514B3-1268-43B6-B75A-8468F52F8161}"/>
      </w:docPartPr>
      <w:docPartBody>
        <w:p w:rsidR="00B61745" w:rsidRDefault="00B61745" w:rsidP="00B61745">
          <w:pPr>
            <w:pStyle w:val="E3361525FDD04242B9C34CCF6B58871D"/>
          </w:pPr>
          <w:r w:rsidRPr="00AB2E3E">
            <w:rPr>
              <w:rStyle w:val="PlaceholderText"/>
              <w:rFonts w:ascii="Arial" w:hAnsi="Arial" w:cs="Arial"/>
              <w:sz w:val="21"/>
              <w:szCs w:val="21"/>
            </w:rPr>
            <w:t xml:space="preserve"> </w:t>
          </w:r>
        </w:p>
      </w:docPartBody>
    </w:docPart>
    <w:docPart>
      <w:docPartPr>
        <w:name w:val="AD6C52553F674174AE652FA95A533DB2"/>
        <w:category>
          <w:name w:val="General"/>
          <w:gallery w:val="placeholder"/>
        </w:category>
        <w:types>
          <w:type w:val="bbPlcHdr"/>
        </w:types>
        <w:behaviors>
          <w:behavior w:val="content"/>
        </w:behaviors>
        <w:guid w:val="{838A8A55-B4B5-4622-B5D5-2C9F3196BF13}"/>
      </w:docPartPr>
      <w:docPartBody>
        <w:p w:rsidR="00B61745" w:rsidRDefault="00B61745" w:rsidP="00B61745">
          <w:pPr>
            <w:pStyle w:val="AD6C52553F674174AE652FA95A533DB2"/>
          </w:pPr>
          <w:r w:rsidRPr="00AB2E3E">
            <w:rPr>
              <w:rStyle w:val="PlaceholderText"/>
              <w:rFonts w:ascii="Arial" w:hAnsi="Arial" w:cs="Arial"/>
              <w:sz w:val="21"/>
              <w:szCs w:val="21"/>
            </w:rPr>
            <w:t xml:space="preserve"> </w:t>
          </w:r>
        </w:p>
      </w:docPartBody>
    </w:docPart>
    <w:docPart>
      <w:docPartPr>
        <w:name w:val="FC87421F0BBB402B9817D600933B9C63"/>
        <w:category>
          <w:name w:val="General"/>
          <w:gallery w:val="placeholder"/>
        </w:category>
        <w:types>
          <w:type w:val="bbPlcHdr"/>
        </w:types>
        <w:behaviors>
          <w:behavior w:val="content"/>
        </w:behaviors>
        <w:guid w:val="{23A9B3EE-6C03-48E4-A2D1-1497A9C7869D}"/>
      </w:docPartPr>
      <w:docPartBody>
        <w:p w:rsidR="00B61745" w:rsidRDefault="00B61745" w:rsidP="00B61745">
          <w:pPr>
            <w:pStyle w:val="FC87421F0BBB402B9817D600933B9C63"/>
          </w:pPr>
          <w:r w:rsidRPr="00AB2E3E">
            <w:rPr>
              <w:rStyle w:val="PlaceholderText"/>
              <w:rFonts w:ascii="Arial" w:hAnsi="Arial" w:cs="Arial"/>
              <w:sz w:val="21"/>
              <w:szCs w:val="21"/>
            </w:rPr>
            <w:t xml:space="preserve"> </w:t>
          </w:r>
        </w:p>
      </w:docPartBody>
    </w:docPart>
    <w:docPart>
      <w:docPartPr>
        <w:name w:val="71159BBB2AC04A369A9CE3B17F17BAFC"/>
        <w:category>
          <w:name w:val="General"/>
          <w:gallery w:val="placeholder"/>
        </w:category>
        <w:types>
          <w:type w:val="bbPlcHdr"/>
        </w:types>
        <w:behaviors>
          <w:behavior w:val="content"/>
        </w:behaviors>
        <w:guid w:val="{81E0C7E4-E142-4069-9C1D-946EEE973BDC}"/>
      </w:docPartPr>
      <w:docPartBody>
        <w:p w:rsidR="00B61745" w:rsidRDefault="00B61745" w:rsidP="00B61745">
          <w:pPr>
            <w:pStyle w:val="71159BBB2AC04A369A9CE3B17F17BAFC"/>
          </w:pPr>
          <w:r w:rsidRPr="00AB2E3E">
            <w:rPr>
              <w:rStyle w:val="PlaceholderText"/>
              <w:rFonts w:ascii="Arial" w:hAnsi="Arial" w:cs="Arial"/>
              <w:sz w:val="21"/>
              <w:szCs w:val="21"/>
            </w:rPr>
            <w:t xml:space="preserve"> </w:t>
          </w:r>
        </w:p>
      </w:docPartBody>
    </w:docPart>
    <w:docPart>
      <w:docPartPr>
        <w:name w:val="01EF6642392347E3BEE097E195148495"/>
        <w:category>
          <w:name w:val="General"/>
          <w:gallery w:val="placeholder"/>
        </w:category>
        <w:types>
          <w:type w:val="bbPlcHdr"/>
        </w:types>
        <w:behaviors>
          <w:behavior w:val="content"/>
        </w:behaviors>
        <w:guid w:val="{3E3EE353-1E6F-46BF-A609-567EFFF1F3E2}"/>
      </w:docPartPr>
      <w:docPartBody>
        <w:p w:rsidR="00B61745" w:rsidRDefault="00B61745" w:rsidP="00B61745">
          <w:pPr>
            <w:pStyle w:val="01EF6642392347E3BEE097E195148495"/>
          </w:pPr>
          <w:r w:rsidRPr="00AB2E3E">
            <w:rPr>
              <w:rStyle w:val="PlaceholderText"/>
              <w:rFonts w:ascii="Arial" w:hAnsi="Arial" w:cs="Arial"/>
              <w:sz w:val="21"/>
              <w:szCs w:val="21"/>
            </w:rPr>
            <w:t xml:space="preserve"> </w:t>
          </w:r>
        </w:p>
      </w:docPartBody>
    </w:docPart>
    <w:docPart>
      <w:docPartPr>
        <w:name w:val="059826FDE48B4F5B9A02D6A0C987221F"/>
        <w:category>
          <w:name w:val="General"/>
          <w:gallery w:val="placeholder"/>
        </w:category>
        <w:types>
          <w:type w:val="bbPlcHdr"/>
        </w:types>
        <w:behaviors>
          <w:behavior w:val="content"/>
        </w:behaviors>
        <w:guid w:val="{93DF6AC7-2466-42A2-87CE-3D1C298BDD0E}"/>
      </w:docPartPr>
      <w:docPartBody>
        <w:p w:rsidR="00B61745" w:rsidRDefault="00B61745" w:rsidP="00B61745">
          <w:pPr>
            <w:pStyle w:val="059826FDE48B4F5B9A02D6A0C987221F"/>
          </w:pPr>
          <w:r w:rsidRPr="00AB2E3E">
            <w:rPr>
              <w:rStyle w:val="PlaceholderText"/>
              <w:rFonts w:ascii="Arial" w:hAnsi="Arial" w:cs="Arial"/>
              <w:sz w:val="21"/>
              <w:szCs w:val="21"/>
            </w:rPr>
            <w:t xml:space="preserve"> </w:t>
          </w:r>
        </w:p>
      </w:docPartBody>
    </w:docPart>
    <w:docPart>
      <w:docPartPr>
        <w:name w:val="ABCC3D9E2177476AA4C4E49465DD9C6E"/>
        <w:category>
          <w:name w:val="General"/>
          <w:gallery w:val="placeholder"/>
        </w:category>
        <w:types>
          <w:type w:val="bbPlcHdr"/>
        </w:types>
        <w:behaviors>
          <w:behavior w:val="content"/>
        </w:behaviors>
        <w:guid w:val="{4F3F4D4D-F96C-4AC8-B0DA-981629C3062F}"/>
      </w:docPartPr>
      <w:docPartBody>
        <w:p w:rsidR="00B61745" w:rsidRDefault="00B61745" w:rsidP="00B61745">
          <w:pPr>
            <w:pStyle w:val="ABCC3D9E2177476AA4C4E49465DD9C6E"/>
          </w:pPr>
          <w:r w:rsidRPr="00AB2E3E">
            <w:rPr>
              <w:rStyle w:val="PlaceholderText"/>
              <w:rFonts w:ascii="Arial" w:hAnsi="Arial" w:cs="Arial"/>
              <w:sz w:val="21"/>
              <w:szCs w:val="21"/>
            </w:rPr>
            <w:t xml:space="preserve"> </w:t>
          </w:r>
        </w:p>
      </w:docPartBody>
    </w:docPart>
    <w:docPart>
      <w:docPartPr>
        <w:name w:val="958D7DEB1A854936A0FC62248E7141B8"/>
        <w:category>
          <w:name w:val="General"/>
          <w:gallery w:val="placeholder"/>
        </w:category>
        <w:types>
          <w:type w:val="bbPlcHdr"/>
        </w:types>
        <w:behaviors>
          <w:behavior w:val="content"/>
        </w:behaviors>
        <w:guid w:val="{18ECFB68-716E-49C8-8003-9C9953F2C942}"/>
      </w:docPartPr>
      <w:docPartBody>
        <w:p w:rsidR="00B61745" w:rsidRDefault="00B61745" w:rsidP="00B61745">
          <w:pPr>
            <w:pStyle w:val="958D7DEB1A854936A0FC62248E7141B8"/>
          </w:pPr>
          <w:r w:rsidRPr="00AB2E3E">
            <w:rPr>
              <w:rStyle w:val="PlaceholderText"/>
              <w:rFonts w:ascii="Arial" w:hAnsi="Arial" w:cs="Arial"/>
              <w:sz w:val="21"/>
              <w:szCs w:val="21"/>
            </w:rPr>
            <w:t xml:space="preserve"> </w:t>
          </w:r>
        </w:p>
      </w:docPartBody>
    </w:docPart>
    <w:docPart>
      <w:docPartPr>
        <w:name w:val="A3AF917F49704B4C8D5CE143F0B18994"/>
        <w:category>
          <w:name w:val="General"/>
          <w:gallery w:val="placeholder"/>
        </w:category>
        <w:types>
          <w:type w:val="bbPlcHdr"/>
        </w:types>
        <w:behaviors>
          <w:behavior w:val="content"/>
        </w:behaviors>
        <w:guid w:val="{8B693B84-B283-4C83-AA60-413A754359A5}"/>
      </w:docPartPr>
      <w:docPartBody>
        <w:p w:rsidR="00B61745" w:rsidRDefault="00B61745" w:rsidP="00B61745">
          <w:pPr>
            <w:pStyle w:val="A3AF917F49704B4C8D5CE143F0B18994"/>
          </w:pPr>
          <w:r w:rsidRPr="00AB2E3E">
            <w:rPr>
              <w:rStyle w:val="PlaceholderText"/>
              <w:rFonts w:ascii="Arial" w:hAnsi="Arial" w:cs="Arial"/>
              <w:sz w:val="21"/>
              <w:szCs w:val="21"/>
            </w:rPr>
            <w:t xml:space="preserve"> </w:t>
          </w:r>
        </w:p>
      </w:docPartBody>
    </w:docPart>
    <w:docPart>
      <w:docPartPr>
        <w:name w:val="461BA76A474A48F89FE22CBEF4623E19"/>
        <w:category>
          <w:name w:val="General"/>
          <w:gallery w:val="placeholder"/>
        </w:category>
        <w:types>
          <w:type w:val="bbPlcHdr"/>
        </w:types>
        <w:behaviors>
          <w:behavior w:val="content"/>
        </w:behaviors>
        <w:guid w:val="{A4CB69A9-EEC7-44B0-82A0-E5895DF54330}"/>
      </w:docPartPr>
      <w:docPartBody>
        <w:p w:rsidR="00B61745" w:rsidRDefault="00B61745" w:rsidP="00B61745">
          <w:pPr>
            <w:pStyle w:val="461BA76A474A48F89FE22CBEF4623E19"/>
          </w:pPr>
          <w:r w:rsidRPr="00AB2E3E">
            <w:rPr>
              <w:rStyle w:val="PlaceholderText"/>
              <w:rFonts w:ascii="Arial" w:hAnsi="Arial" w:cs="Arial"/>
              <w:sz w:val="21"/>
              <w:szCs w:val="21"/>
            </w:rPr>
            <w:t xml:space="preserve"> </w:t>
          </w:r>
        </w:p>
      </w:docPartBody>
    </w:docPart>
    <w:docPart>
      <w:docPartPr>
        <w:name w:val="8A9D576EBF794942AB729C0B796DD33A"/>
        <w:category>
          <w:name w:val="General"/>
          <w:gallery w:val="placeholder"/>
        </w:category>
        <w:types>
          <w:type w:val="bbPlcHdr"/>
        </w:types>
        <w:behaviors>
          <w:behavior w:val="content"/>
        </w:behaviors>
        <w:guid w:val="{047858C4-94BC-436A-BE01-1980A8073F27}"/>
      </w:docPartPr>
      <w:docPartBody>
        <w:p w:rsidR="00B61745" w:rsidRDefault="00B61745" w:rsidP="00B61745">
          <w:pPr>
            <w:pStyle w:val="8A9D576EBF794942AB729C0B796DD33A"/>
          </w:pPr>
          <w:r w:rsidRPr="00AB2E3E">
            <w:rPr>
              <w:rStyle w:val="PlaceholderText"/>
              <w:rFonts w:ascii="Arial" w:hAnsi="Arial" w:cs="Arial"/>
              <w:sz w:val="21"/>
              <w:szCs w:val="21"/>
            </w:rPr>
            <w:t xml:space="preserve"> </w:t>
          </w:r>
        </w:p>
      </w:docPartBody>
    </w:docPart>
    <w:docPart>
      <w:docPartPr>
        <w:name w:val="ECF5B91CBD3145279822184D64F6BA9F"/>
        <w:category>
          <w:name w:val="General"/>
          <w:gallery w:val="placeholder"/>
        </w:category>
        <w:types>
          <w:type w:val="bbPlcHdr"/>
        </w:types>
        <w:behaviors>
          <w:behavior w:val="content"/>
        </w:behaviors>
        <w:guid w:val="{DF58AFEC-A194-4AC3-A72E-967C8138A087}"/>
      </w:docPartPr>
      <w:docPartBody>
        <w:p w:rsidR="00B61745" w:rsidRDefault="00B61745" w:rsidP="00B61745">
          <w:pPr>
            <w:pStyle w:val="ECF5B91CBD3145279822184D64F6BA9F"/>
          </w:pPr>
          <w:r w:rsidRPr="00AB2E3E">
            <w:rPr>
              <w:rStyle w:val="PlaceholderText"/>
              <w:rFonts w:ascii="Arial" w:hAnsi="Arial" w:cs="Arial"/>
              <w:sz w:val="21"/>
              <w:szCs w:val="21"/>
            </w:rPr>
            <w:t xml:space="preserve"> </w:t>
          </w:r>
        </w:p>
      </w:docPartBody>
    </w:docPart>
    <w:docPart>
      <w:docPartPr>
        <w:name w:val="7C835B9DA7B843DCA99BC607D6C8BCEA"/>
        <w:category>
          <w:name w:val="General"/>
          <w:gallery w:val="placeholder"/>
        </w:category>
        <w:types>
          <w:type w:val="bbPlcHdr"/>
        </w:types>
        <w:behaviors>
          <w:behavior w:val="content"/>
        </w:behaviors>
        <w:guid w:val="{1641F366-F114-4170-98E7-CB3072D27D1F}"/>
      </w:docPartPr>
      <w:docPartBody>
        <w:p w:rsidR="00B61745" w:rsidRDefault="00B61745" w:rsidP="00B61745">
          <w:pPr>
            <w:pStyle w:val="7C835B9DA7B843DCA99BC607D6C8BCEA"/>
          </w:pPr>
          <w:r w:rsidRPr="00AB2E3E">
            <w:rPr>
              <w:rStyle w:val="PlaceholderText"/>
              <w:rFonts w:ascii="Arial" w:hAnsi="Arial" w:cs="Arial"/>
              <w:sz w:val="21"/>
              <w:szCs w:val="21"/>
            </w:rPr>
            <w:t xml:space="preserve"> </w:t>
          </w:r>
        </w:p>
      </w:docPartBody>
    </w:docPart>
    <w:docPart>
      <w:docPartPr>
        <w:name w:val="EA0A7B728D5C46029E5DDA370828B90B"/>
        <w:category>
          <w:name w:val="General"/>
          <w:gallery w:val="placeholder"/>
        </w:category>
        <w:types>
          <w:type w:val="bbPlcHdr"/>
        </w:types>
        <w:behaviors>
          <w:behavior w:val="content"/>
        </w:behaviors>
        <w:guid w:val="{AF187E54-5A5C-4423-9E92-2E3ADD3D0BE6}"/>
      </w:docPartPr>
      <w:docPartBody>
        <w:p w:rsidR="00B61745" w:rsidRDefault="00B61745" w:rsidP="00B61745">
          <w:pPr>
            <w:pStyle w:val="EA0A7B728D5C46029E5DDA370828B90B"/>
          </w:pPr>
          <w:r w:rsidRPr="00AB2E3E">
            <w:rPr>
              <w:rStyle w:val="PlaceholderText"/>
              <w:rFonts w:ascii="Arial" w:hAnsi="Arial" w:cs="Arial"/>
              <w:sz w:val="21"/>
              <w:szCs w:val="21"/>
            </w:rPr>
            <w:t xml:space="preserve"> </w:t>
          </w:r>
        </w:p>
      </w:docPartBody>
    </w:docPart>
    <w:docPart>
      <w:docPartPr>
        <w:name w:val="51BB0A747B744FC88B862D874B2A5223"/>
        <w:category>
          <w:name w:val="General"/>
          <w:gallery w:val="placeholder"/>
        </w:category>
        <w:types>
          <w:type w:val="bbPlcHdr"/>
        </w:types>
        <w:behaviors>
          <w:behavior w:val="content"/>
        </w:behaviors>
        <w:guid w:val="{39DFFB80-1F23-4F34-B98F-C2CB0007C7EC}"/>
      </w:docPartPr>
      <w:docPartBody>
        <w:p w:rsidR="00B61745" w:rsidRDefault="00B61745" w:rsidP="00B61745">
          <w:pPr>
            <w:pStyle w:val="51BB0A747B744FC88B862D874B2A5223"/>
          </w:pPr>
          <w:r w:rsidRPr="00AB2E3E">
            <w:rPr>
              <w:rStyle w:val="PlaceholderText"/>
              <w:rFonts w:ascii="Arial" w:hAnsi="Arial" w:cs="Arial"/>
              <w:sz w:val="21"/>
              <w:szCs w:val="21"/>
            </w:rPr>
            <w:t xml:space="preserve"> </w:t>
          </w:r>
        </w:p>
      </w:docPartBody>
    </w:docPart>
    <w:docPart>
      <w:docPartPr>
        <w:name w:val="D54E2E42E47743DE89E1F3D4295BE4E2"/>
        <w:category>
          <w:name w:val="General"/>
          <w:gallery w:val="placeholder"/>
        </w:category>
        <w:types>
          <w:type w:val="bbPlcHdr"/>
        </w:types>
        <w:behaviors>
          <w:behavior w:val="content"/>
        </w:behaviors>
        <w:guid w:val="{0639AB08-BBE5-4D8C-830E-1C9E544BF913}"/>
      </w:docPartPr>
      <w:docPartBody>
        <w:p w:rsidR="00B61745" w:rsidRDefault="00B61745" w:rsidP="00B61745">
          <w:pPr>
            <w:pStyle w:val="D54E2E42E47743DE89E1F3D4295BE4E2"/>
          </w:pPr>
          <w:r w:rsidRPr="00AB2E3E">
            <w:rPr>
              <w:rStyle w:val="PlaceholderText"/>
              <w:rFonts w:ascii="Arial" w:hAnsi="Arial" w:cs="Arial"/>
              <w:sz w:val="21"/>
              <w:szCs w:val="21"/>
            </w:rPr>
            <w:t xml:space="preserve"> </w:t>
          </w:r>
        </w:p>
      </w:docPartBody>
    </w:docPart>
    <w:docPart>
      <w:docPartPr>
        <w:name w:val="FF7EF4C2237248088C4C9F05A46FC135"/>
        <w:category>
          <w:name w:val="General"/>
          <w:gallery w:val="placeholder"/>
        </w:category>
        <w:types>
          <w:type w:val="bbPlcHdr"/>
        </w:types>
        <w:behaviors>
          <w:behavior w:val="content"/>
        </w:behaviors>
        <w:guid w:val="{1E597490-BAC6-4199-93DA-7D1CF67C71D1}"/>
      </w:docPartPr>
      <w:docPartBody>
        <w:p w:rsidR="00B61745" w:rsidRDefault="00B61745" w:rsidP="00B61745">
          <w:pPr>
            <w:pStyle w:val="FF7EF4C2237248088C4C9F05A46FC135"/>
          </w:pPr>
          <w:r w:rsidRPr="00AB2E3E">
            <w:rPr>
              <w:rStyle w:val="PlaceholderText"/>
              <w:rFonts w:ascii="Arial" w:hAnsi="Arial" w:cs="Arial"/>
              <w:sz w:val="21"/>
              <w:szCs w:val="21"/>
            </w:rPr>
            <w:t xml:space="preserve"> </w:t>
          </w:r>
        </w:p>
      </w:docPartBody>
    </w:docPart>
    <w:docPart>
      <w:docPartPr>
        <w:name w:val="A224417D99464D1EBB43020BC8F65260"/>
        <w:category>
          <w:name w:val="General"/>
          <w:gallery w:val="placeholder"/>
        </w:category>
        <w:types>
          <w:type w:val="bbPlcHdr"/>
        </w:types>
        <w:behaviors>
          <w:behavior w:val="content"/>
        </w:behaviors>
        <w:guid w:val="{9B0062FA-E45D-4D32-9587-5315DC270B38}"/>
      </w:docPartPr>
      <w:docPartBody>
        <w:p w:rsidR="00B61745" w:rsidRDefault="00B61745" w:rsidP="00B61745">
          <w:pPr>
            <w:pStyle w:val="A224417D99464D1EBB43020BC8F65260"/>
          </w:pPr>
          <w:r w:rsidRPr="00AB2E3E">
            <w:rPr>
              <w:rStyle w:val="PlaceholderText"/>
              <w:rFonts w:ascii="Arial" w:hAnsi="Arial" w:cs="Arial"/>
              <w:sz w:val="21"/>
              <w:szCs w:val="21"/>
            </w:rPr>
            <w:t xml:space="preserve"> </w:t>
          </w:r>
        </w:p>
      </w:docPartBody>
    </w:docPart>
    <w:docPart>
      <w:docPartPr>
        <w:name w:val="D914A6593B8243289E58ACAAFEFCE3A7"/>
        <w:category>
          <w:name w:val="General"/>
          <w:gallery w:val="placeholder"/>
        </w:category>
        <w:types>
          <w:type w:val="bbPlcHdr"/>
        </w:types>
        <w:behaviors>
          <w:behavior w:val="content"/>
        </w:behaviors>
        <w:guid w:val="{9FAFAF58-0842-4182-AF02-E8202238104A}"/>
      </w:docPartPr>
      <w:docPartBody>
        <w:p w:rsidR="00B61745" w:rsidRDefault="00B61745" w:rsidP="00B61745">
          <w:pPr>
            <w:pStyle w:val="D914A6593B8243289E58ACAAFEFCE3A7"/>
          </w:pPr>
          <w:r>
            <w:rPr>
              <w:rStyle w:val="PlaceholderText"/>
            </w:rPr>
            <w:t xml:space="preserve"> </w:t>
          </w:r>
        </w:p>
      </w:docPartBody>
    </w:docPart>
    <w:docPart>
      <w:docPartPr>
        <w:name w:val="81CECC3E68894C9D83CBF0E941DB1D9A"/>
        <w:category>
          <w:name w:val="General"/>
          <w:gallery w:val="placeholder"/>
        </w:category>
        <w:types>
          <w:type w:val="bbPlcHdr"/>
        </w:types>
        <w:behaviors>
          <w:behavior w:val="content"/>
        </w:behaviors>
        <w:guid w:val="{8996C658-9A73-4664-A406-ECF1311CA2A2}"/>
      </w:docPartPr>
      <w:docPartBody>
        <w:p w:rsidR="00B61745" w:rsidRDefault="00B61745" w:rsidP="00B61745">
          <w:pPr>
            <w:pStyle w:val="81CECC3E68894C9D83CBF0E941DB1D9A"/>
          </w:pPr>
          <w:r>
            <w:rPr>
              <w:rStyle w:val="PlaceholderText"/>
            </w:rPr>
            <w:t xml:space="preserve"> </w:t>
          </w:r>
        </w:p>
      </w:docPartBody>
    </w:docPart>
    <w:docPart>
      <w:docPartPr>
        <w:name w:val="57C54B13E21D4974AC048A1A88FEECBD"/>
        <w:category>
          <w:name w:val="General"/>
          <w:gallery w:val="placeholder"/>
        </w:category>
        <w:types>
          <w:type w:val="bbPlcHdr"/>
        </w:types>
        <w:behaviors>
          <w:behavior w:val="content"/>
        </w:behaviors>
        <w:guid w:val="{9A347468-CCC6-42DA-91DD-CEF07B87D133}"/>
      </w:docPartPr>
      <w:docPartBody>
        <w:p w:rsidR="00B61745" w:rsidRDefault="00B61745" w:rsidP="00B61745">
          <w:pPr>
            <w:pStyle w:val="57C54B13E21D4974AC048A1A88FEECBD"/>
          </w:pPr>
          <w:r>
            <w:rPr>
              <w:rStyle w:val="PlaceholderText"/>
            </w:rPr>
            <w:t xml:space="preserve"> </w:t>
          </w:r>
        </w:p>
      </w:docPartBody>
    </w:docPart>
    <w:docPart>
      <w:docPartPr>
        <w:name w:val="01549EDBF15E412091C277F953F434BC"/>
        <w:category>
          <w:name w:val="General"/>
          <w:gallery w:val="placeholder"/>
        </w:category>
        <w:types>
          <w:type w:val="bbPlcHdr"/>
        </w:types>
        <w:behaviors>
          <w:behavior w:val="content"/>
        </w:behaviors>
        <w:guid w:val="{0904D9FA-AF63-4453-B437-F8FE017D0B8C}"/>
      </w:docPartPr>
      <w:docPartBody>
        <w:p w:rsidR="00B61745" w:rsidRDefault="00B61745" w:rsidP="00B61745">
          <w:pPr>
            <w:pStyle w:val="01549EDBF15E412091C277F953F434BC"/>
          </w:pPr>
          <w:r>
            <w:rPr>
              <w:rStyle w:val="PlaceholderText"/>
            </w:rPr>
            <w:t xml:space="preserve"> </w:t>
          </w:r>
        </w:p>
      </w:docPartBody>
    </w:docPart>
    <w:docPart>
      <w:docPartPr>
        <w:name w:val="7B514CA21E2143D78228DEBC40317632"/>
        <w:category>
          <w:name w:val="General"/>
          <w:gallery w:val="placeholder"/>
        </w:category>
        <w:types>
          <w:type w:val="bbPlcHdr"/>
        </w:types>
        <w:behaviors>
          <w:behavior w:val="content"/>
        </w:behaviors>
        <w:guid w:val="{8E93F7C1-98D9-4F06-BEF3-4906FB1C110F}"/>
      </w:docPartPr>
      <w:docPartBody>
        <w:p w:rsidR="00B61745" w:rsidRDefault="00B61745" w:rsidP="00B61745">
          <w:pPr>
            <w:pStyle w:val="7B514CA21E2143D78228DEBC40317632"/>
          </w:pPr>
          <w:r w:rsidRPr="00AB2E3E">
            <w:rPr>
              <w:rStyle w:val="PlaceholderText"/>
              <w:rFonts w:ascii="Arial" w:hAnsi="Arial" w:cs="Arial"/>
              <w:sz w:val="21"/>
              <w:szCs w:val="21"/>
            </w:rPr>
            <w:t xml:space="preserve"> </w:t>
          </w:r>
        </w:p>
      </w:docPartBody>
    </w:docPart>
    <w:docPart>
      <w:docPartPr>
        <w:name w:val="2CF7E38C0A124FEFB9ABF6C7B3A53934"/>
        <w:category>
          <w:name w:val="General"/>
          <w:gallery w:val="placeholder"/>
        </w:category>
        <w:types>
          <w:type w:val="bbPlcHdr"/>
        </w:types>
        <w:behaviors>
          <w:behavior w:val="content"/>
        </w:behaviors>
        <w:guid w:val="{3BB42AD8-3AEC-4EC2-8295-E772F40FB494}"/>
      </w:docPartPr>
      <w:docPartBody>
        <w:p w:rsidR="00B61745" w:rsidRDefault="00B61745" w:rsidP="00B61745">
          <w:pPr>
            <w:pStyle w:val="2CF7E38C0A124FEFB9ABF6C7B3A53934"/>
          </w:pPr>
          <w:r>
            <w:rPr>
              <w:rStyle w:val="PlaceholderText"/>
            </w:rPr>
            <w:t xml:space="preserve"> </w:t>
          </w:r>
        </w:p>
      </w:docPartBody>
    </w:docPart>
    <w:docPart>
      <w:docPartPr>
        <w:name w:val="568D498CD7994076A96DC78096AFADB3"/>
        <w:category>
          <w:name w:val="General"/>
          <w:gallery w:val="placeholder"/>
        </w:category>
        <w:types>
          <w:type w:val="bbPlcHdr"/>
        </w:types>
        <w:behaviors>
          <w:behavior w:val="content"/>
        </w:behaviors>
        <w:guid w:val="{0823E467-8130-47B1-B784-0AFE59DA8A0D}"/>
      </w:docPartPr>
      <w:docPartBody>
        <w:p w:rsidR="00B61745" w:rsidRDefault="00B61745" w:rsidP="00B61745">
          <w:pPr>
            <w:pStyle w:val="568D498CD7994076A96DC78096AFADB3"/>
          </w:pPr>
          <w:r>
            <w:rPr>
              <w:rStyle w:val="PlaceholderText"/>
            </w:rPr>
            <w:t xml:space="preserve"> </w:t>
          </w:r>
        </w:p>
      </w:docPartBody>
    </w:docPart>
    <w:docPart>
      <w:docPartPr>
        <w:name w:val="830D830D63FD41239353355EDA4A7E0F"/>
        <w:category>
          <w:name w:val="General"/>
          <w:gallery w:val="placeholder"/>
        </w:category>
        <w:types>
          <w:type w:val="bbPlcHdr"/>
        </w:types>
        <w:behaviors>
          <w:behavior w:val="content"/>
        </w:behaviors>
        <w:guid w:val="{E2DC7228-8A4F-400D-8405-1E8C868893CB}"/>
      </w:docPartPr>
      <w:docPartBody>
        <w:p w:rsidR="00B61745" w:rsidRDefault="00B61745" w:rsidP="00B61745">
          <w:pPr>
            <w:pStyle w:val="830D830D63FD41239353355EDA4A7E0F"/>
          </w:pPr>
          <w:r>
            <w:rPr>
              <w:rStyle w:val="PlaceholderText"/>
            </w:rPr>
            <w:t xml:space="preserve"> </w:t>
          </w:r>
        </w:p>
      </w:docPartBody>
    </w:docPart>
    <w:docPart>
      <w:docPartPr>
        <w:name w:val="07A65277E01D4B2D937008E0D1D3B435"/>
        <w:category>
          <w:name w:val="General"/>
          <w:gallery w:val="placeholder"/>
        </w:category>
        <w:types>
          <w:type w:val="bbPlcHdr"/>
        </w:types>
        <w:behaviors>
          <w:behavior w:val="content"/>
        </w:behaviors>
        <w:guid w:val="{0D43028A-E3D6-4881-86C8-20FA2707149A}"/>
      </w:docPartPr>
      <w:docPartBody>
        <w:p w:rsidR="00B61745" w:rsidRDefault="00B61745" w:rsidP="00B61745">
          <w:pPr>
            <w:pStyle w:val="07A65277E01D4B2D937008E0D1D3B435"/>
          </w:pPr>
          <w:r>
            <w:rPr>
              <w:rStyle w:val="PlaceholderText"/>
            </w:rPr>
            <w:t xml:space="preserve"> </w:t>
          </w:r>
        </w:p>
      </w:docPartBody>
    </w:docPart>
    <w:docPart>
      <w:docPartPr>
        <w:name w:val="14DB52C8E9E0457695F7F14165D49429"/>
        <w:category>
          <w:name w:val="General"/>
          <w:gallery w:val="placeholder"/>
        </w:category>
        <w:types>
          <w:type w:val="bbPlcHdr"/>
        </w:types>
        <w:behaviors>
          <w:behavior w:val="content"/>
        </w:behaviors>
        <w:guid w:val="{C847F8A4-860D-4927-83FD-0DFEE6E204C0}"/>
      </w:docPartPr>
      <w:docPartBody>
        <w:p w:rsidR="00B61745" w:rsidRDefault="00B61745" w:rsidP="00B61745">
          <w:pPr>
            <w:pStyle w:val="14DB52C8E9E0457695F7F14165D49429"/>
          </w:pPr>
          <w:r w:rsidRPr="00AB2E3E">
            <w:rPr>
              <w:rStyle w:val="PlaceholderText"/>
              <w:rFonts w:ascii="Arial" w:hAnsi="Arial" w:cs="Arial"/>
              <w:sz w:val="21"/>
              <w:szCs w:val="21"/>
            </w:rPr>
            <w:t xml:space="preserve"> </w:t>
          </w:r>
        </w:p>
      </w:docPartBody>
    </w:docPart>
    <w:docPart>
      <w:docPartPr>
        <w:name w:val="373AAF131B8A444A8743B6EE2B6F25BD"/>
        <w:category>
          <w:name w:val="General"/>
          <w:gallery w:val="placeholder"/>
        </w:category>
        <w:types>
          <w:type w:val="bbPlcHdr"/>
        </w:types>
        <w:behaviors>
          <w:behavior w:val="content"/>
        </w:behaviors>
        <w:guid w:val="{48B9E4CB-AEAA-4416-897D-4EA04AF09E81}"/>
      </w:docPartPr>
      <w:docPartBody>
        <w:p w:rsidR="00B61745" w:rsidRDefault="00B61745" w:rsidP="00B61745">
          <w:pPr>
            <w:pStyle w:val="373AAF131B8A444A8743B6EE2B6F25BD"/>
          </w:pPr>
          <w:r>
            <w:rPr>
              <w:rStyle w:val="PlaceholderText"/>
            </w:rPr>
            <w:t xml:space="preserve"> </w:t>
          </w:r>
        </w:p>
      </w:docPartBody>
    </w:docPart>
    <w:docPart>
      <w:docPartPr>
        <w:name w:val="ADF1326BAC924B79B9707B51809A81BE"/>
        <w:category>
          <w:name w:val="General"/>
          <w:gallery w:val="placeholder"/>
        </w:category>
        <w:types>
          <w:type w:val="bbPlcHdr"/>
        </w:types>
        <w:behaviors>
          <w:behavior w:val="content"/>
        </w:behaviors>
        <w:guid w:val="{A6B2E388-4AF1-46E9-B618-D52F68A2A71E}"/>
      </w:docPartPr>
      <w:docPartBody>
        <w:p w:rsidR="00B61745" w:rsidRDefault="00B61745" w:rsidP="00B61745">
          <w:pPr>
            <w:pStyle w:val="ADF1326BAC924B79B9707B51809A81BE"/>
          </w:pPr>
          <w:r>
            <w:rPr>
              <w:rStyle w:val="PlaceholderText"/>
            </w:rPr>
            <w:t xml:space="preserve"> </w:t>
          </w:r>
        </w:p>
      </w:docPartBody>
    </w:docPart>
    <w:docPart>
      <w:docPartPr>
        <w:name w:val="739432774F964E138E768F04A1DEEDD7"/>
        <w:category>
          <w:name w:val="General"/>
          <w:gallery w:val="placeholder"/>
        </w:category>
        <w:types>
          <w:type w:val="bbPlcHdr"/>
        </w:types>
        <w:behaviors>
          <w:behavior w:val="content"/>
        </w:behaviors>
        <w:guid w:val="{3635B5E5-A9CC-4FBC-B6C7-7272ECD37C2F}"/>
      </w:docPartPr>
      <w:docPartBody>
        <w:p w:rsidR="00B61745" w:rsidRDefault="00B61745" w:rsidP="00B61745">
          <w:pPr>
            <w:pStyle w:val="739432774F964E138E768F04A1DEEDD7"/>
          </w:pPr>
          <w:r>
            <w:rPr>
              <w:rStyle w:val="PlaceholderText"/>
            </w:rPr>
            <w:t xml:space="preserve"> </w:t>
          </w:r>
        </w:p>
      </w:docPartBody>
    </w:docPart>
    <w:docPart>
      <w:docPartPr>
        <w:name w:val="E43030C558B145F48DD840096074E269"/>
        <w:category>
          <w:name w:val="General"/>
          <w:gallery w:val="placeholder"/>
        </w:category>
        <w:types>
          <w:type w:val="bbPlcHdr"/>
        </w:types>
        <w:behaviors>
          <w:behavior w:val="content"/>
        </w:behaviors>
        <w:guid w:val="{5BAE96C4-7C53-4599-BA2A-1B33B6E186F6}"/>
      </w:docPartPr>
      <w:docPartBody>
        <w:p w:rsidR="00B61745" w:rsidRDefault="00B61745" w:rsidP="00B61745">
          <w:pPr>
            <w:pStyle w:val="E43030C558B145F48DD840096074E269"/>
          </w:pPr>
          <w:r>
            <w:rPr>
              <w:rStyle w:val="PlaceholderText"/>
            </w:rPr>
            <w:t xml:space="preserve"> </w:t>
          </w:r>
        </w:p>
      </w:docPartBody>
    </w:docPart>
    <w:docPart>
      <w:docPartPr>
        <w:name w:val="1A6DE74EEBAA48518159F5B99D924477"/>
        <w:category>
          <w:name w:val="General"/>
          <w:gallery w:val="placeholder"/>
        </w:category>
        <w:types>
          <w:type w:val="bbPlcHdr"/>
        </w:types>
        <w:behaviors>
          <w:behavior w:val="content"/>
        </w:behaviors>
        <w:guid w:val="{DF0D5684-877F-42B8-B3D9-17E1FD36DA8B}"/>
      </w:docPartPr>
      <w:docPartBody>
        <w:p w:rsidR="00B61745" w:rsidRDefault="00B61745" w:rsidP="00B61745">
          <w:pPr>
            <w:pStyle w:val="1A6DE74EEBAA48518159F5B99D924477"/>
          </w:pPr>
          <w:r w:rsidRPr="00AB2E3E">
            <w:rPr>
              <w:rStyle w:val="PlaceholderText"/>
              <w:rFonts w:ascii="Arial" w:hAnsi="Arial" w:cs="Arial"/>
              <w:sz w:val="21"/>
              <w:szCs w:val="21"/>
            </w:rPr>
            <w:t xml:space="preserve"> </w:t>
          </w:r>
        </w:p>
      </w:docPartBody>
    </w:docPart>
    <w:docPart>
      <w:docPartPr>
        <w:name w:val="770846A08BA348C7832BBAD6CB31D194"/>
        <w:category>
          <w:name w:val="General"/>
          <w:gallery w:val="placeholder"/>
        </w:category>
        <w:types>
          <w:type w:val="bbPlcHdr"/>
        </w:types>
        <w:behaviors>
          <w:behavior w:val="content"/>
        </w:behaviors>
        <w:guid w:val="{8F6A4CF3-A18E-4DC6-8CF2-AF6570503AEF}"/>
      </w:docPartPr>
      <w:docPartBody>
        <w:p w:rsidR="00B61745" w:rsidRDefault="00B61745" w:rsidP="00B61745">
          <w:pPr>
            <w:pStyle w:val="770846A08BA348C7832BBAD6CB31D194"/>
          </w:pPr>
          <w:r>
            <w:rPr>
              <w:rStyle w:val="PlaceholderText"/>
            </w:rPr>
            <w:t xml:space="preserve"> </w:t>
          </w:r>
        </w:p>
      </w:docPartBody>
    </w:docPart>
    <w:docPart>
      <w:docPartPr>
        <w:name w:val="6266A42050CA46988A434B22BBB15F05"/>
        <w:category>
          <w:name w:val="General"/>
          <w:gallery w:val="placeholder"/>
        </w:category>
        <w:types>
          <w:type w:val="bbPlcHdr"/>
        </w:types>
        <w:behaviors>
          <w:behavior w:val="content"/>
        </w:behaviors>
        <w:guid w:val="{76BB356D-6067-4842-B5DB-4C94D3E42625}"/>
      </w:docPartPr>
      <w:docPartBody>
        <w:p w:rsidR="00B61745" w:rsidRDefault="00B61745" w:rsidP="00B61745">
          <w:pPr>
            <w:pStyle w:val="6266A42050CA46988A434B22BBB15F05"/>
          </w:pPr>
          <w:r>
            <w:rPr>
              <w:rStyle w:val="PlaceholderText"/>
            </w:rPr>
            <w:t xml:space="preserve"> </w:t>
          </w:r>
        </w:p>
      </w:docPartBody>
    </w:docPart>
    <w:docPart>
      <w:docPartPr>
        <w:name w:val="FA57F181068B4A2C9B2B8C4A08AFE9ED"/>
        <w:category>
          <w:name w:val="General"/>
          <w:gallery w:val="placeholder"/>
        </w:category>
        <w:types>
          <w:type w:val="bbPlcHdr"/>
        </w:types>
        <w:behaviors>
          <w:behavior w:val="content"/>
        </w:behaviors>
        <w:guid w:val="{5E511114-F11C-4F26-9324-10FBB5AB66D0}"/>
      </w:docPartPr>
      <w:docPartBody>
        <w:p w:rsidR="00B61745" w:rsidRDefault="00B61745" w:rsidP="00B61745">
          <w:pPr>
            <w:pStyle w:val="FA57F181068B4A2C9B2B8C4A08AFE9ED"/>
          </w:pPr>
          <w:r>
            <w:rPr>
              <w:rStyle w:val="PlaceholderText"/>
            </w:rPr>
            <w:t xml:space="preserve"> </w:t>
          </w:r>
        </w:p>
      </w:docPartBody>
    </w:docPart>
    <w:docPart>
      <w:docPartPr>
        <w:name w:val="E0CCA4AB158F4649825CF10B2B0AFEFA"/>
        <w:category>
          <w:name w:val="General"/>
          <w:gallery w:val="placeholder"/>
        </w:category>
        <w:types>
          <w:type w:val="bbPlcHdr"/>
        </w:types>
        <w:behaviors>
          <w:behavior w:val="content"/>
        </w:behaviors>
        <w:guid w:val="{0F509DFA-D8F6-4AF5-9C60-7090AF711397}"/>
      </w:docPartPr>
      <w:docPartBody>
        <w:p w:rsidR="00B61745" w:rsidRDefault="00B61745" w:rsidP="00B61745">
          <w:pPr>
            <w:pStyle w:val="E0CCA4AB158F4649825CF10B2B0AFEFA"/>
          </w:pPr>
          <w:r>
            <w:rPr>
              <w:rStyle w:val="PlaceholderText"/>
            </w:rPr>
            <w:t xml:space="preserve"> </w:t>
          </w:r>
        </w:p>
      </w:docPartBody>
    </w:docPart>
    <w:docPart>
      <w:docPartPr>
        <w:name w:val="7AD7E3711B304BE19742C9C700C42435"/>
        <w:category>
          <w:name w:val="General"/>
          <w:gallery w:val="placeholder"/>
        </w:category>
        <w:types>
          <w:type w:val="bbPlcHdr"/>
        </w:types>
        <w:behaviors>
          <w:behavior w:val="content"/>
        </w:behaviors>
        <w:guid w:val="{D2B6CC11-C14E-4525-99B3-5B69DEA9FF4B}"/>
      </w:docPartPr>
      <w:docPartBody>
        <w:p w:rsidR="00B61745" w:rsidRDefault="00B61745" w:rsidP="00B61745">
          <w:pPr>
            <w:pStyle w:val="7AD7E3711B304BE19742C9C700C42435"/>
          </w:pPr>
          <w:r w:rsidRPr="00AB2E3E">
            <w:rPr>
              <w:rStyle w:val="PlaceholderText"/>
              <w:rFonts w:ascii="Arial" w:hAnsi="Arial" w:cs="Arial"/>
              <w:sz w:val="21"/>
              <w:szCs w:val="21"/>
            </w:rPr>
            <w:t xml:space="preserve"> </w:t>
          </w:r>
        </w:p>
      </w:docPartBody>
    </w:docPart>
    <w:docPart>
      <w:docPartPr>
        <w:name w:val="DCD08BFB8EF4475EA92900751A52DA5F"/>
        <w:category>
          <w:name w:val="General"/>
          <w:gallery w:val="placeholder"/>
        </w:category>
        <w:types>
          <w:type w:val="bbPlcHdr"/>
        </w:types>
        <w:behaviors>
          <w:behavior w:val="content"/>
        </w:behaviors>
        <w:guid w:val="{2F4ECE52-9263-4761-8427-1DC91B3BCF48}"/>
      </w:docPartPr>
      <w:docPartBody>
        <w:p w:rsidR="00B61745" w:rsidRDefault="00B61745" w:rsidP="00B61745">
          <w:pPr>
            <w:pStyle w:val="DCD08BFB8EF4475EA92900751A52DA5F"/>
          </w:pPr>
          <w:r>
            <w:rPr>
              <w:rStyle w:val="PlaceholderText"/>
            </w:rPr>
            <w:t xml:space="preserve"> </w:t>
          </w:r>
        </w:p>
      </w:docPartBody>
    </w:docPart>
    <w:docPart>
      <w:docPartPr>
        <w:name w:val="04376D86F7A24968AD0F3B391DC545EB"/>
        <w:category>
          <w:name w:val="General"/>
          <w:gallery w:val="placeholder"/>
        </w:category>
        <w:types>
          <w:type w:val="bbPlcHdr"/>
        </w:types>
        <w:behaviors>
          <w:behavior w:val="content"/>
        </w:behaviors>
        <w:guid w:val="{43CEEAA2-D635-4A58-AD2B-B689E548AB25}"/>
      </w:docPartPr>
      <w:docPartBody>
        <w:p w:rsidR="00B61745" w:rsidRDefault="00B61745" w:rsidP="00B61745">
          <w:pPr>
            <w:pStyle w:val="04376D86F7A24968AD0F3B391DC545EB"/>
          </w:pPr>
          <w:r>
            <w:rPr>
              <w:rStyle w:val="PlaceholderText"/>
            </w:rPr>
            <w:t xml:space="preserve"> </w:t>
          </w:r>
        </w:p>
      </w:docPartBody>
    </w:docPart>
    <w:docPart>
      <w:docPartPr>
        <w:name w:val="099D9275320D4048A5B867F3FAE7AE5F"/>
        <w:category>
          <w:name w:val="General"/>
          <w:gallery w:val="placeholder"/>
        </w:category>
        <w:types>
          <w:type w:val="bbPlcHdr"/>
        </w:types>
        <w:behaviors>
          <w:behavior w:val="content"/>
        </w:behaviors>
        <w:guid w:val="{1B9067AD-DBD8-4134-A01C-49E7E4D02A10}"/>
      </w:docPartPr>
      <w:docPartBody>
        <w:p w:rsidR="00B61745" w:rsidRDefault="00B61745" w:rsidP="00B61745">
          <w:pPr>
            <w:pStyle w:val="099D9275320D4048A5B867F3FAE7AE5F"/>
          </w:pPr>
          <w:r>
            <w:rPr>
              <w:rStyle w:val="PlaceholderText"/>
            </w:rPr>
            <w:t xml:space="preserve"> </w:t>
          </w:r>
        </w:p>
      </w:docPartBody>
    </w:docPart>
    <w:docPart>
      <w:docPartPr>
        <w:name w:val="B010736E6133438DABCFC8B00DBBB92A"/>
        <w:category>
          <w:name w:val="General"/>
          <w:gallery w:val="placeholder"/>
        </w:category>
        <w:types>
          <w:type w:val="bbPlcHdr"/>
        </w:types>
        <w:behaviors>
          <w:behavior w:val="content"/>
        </w:behaviors>
        <w:guid w:val="{2468F6A2-32A2-4927-B9A5-E3C2A37C092B}"/>
      </w:docPartPr>
      <w:docPartBody>
        <w:p w:rsidR="00B61745" w:rsidRDefault="00B61745" w:rsidP="00B61745">
          <w:pPr>
            <w:pStyle w:val="B010736E6133438DABCFC8B00DBBB92A"/>
          </w:pPr>
          <w:r>
            <w:rPr>
              <w:rStyle w:val="PlaceholderText"/>
            </w:rPr>
            <w:t xml:space="preserve"> </w:t>
          </w:r>
        </w:p>
      </w:docPartBody>
    </w:docPart>
    <w:docPart>
      <w:docPartPr>
        <w:name w:val="6E669FC96B6346CB8111CB0139CAEB30"/>
        <w:category>
          <w:name w:val="General"/>
          <w:gallery w:val="placeholder"/>
        </w:category>
        <w:types>
          <w:type w:val="bbPlcHdr"/>
        </w:types>
        <w:behaviors>
          <w:behavior w:val="content"/>
        </w:behaviors>
        <w:guid w:val="{C7077108-6B9A-460F-A17F-2CB888002D22}"/>
      </w:docPartPr>
      <w:docPartBody>
        <w:p w:rsidR="00B61745" w:rsidRDefault="00B61745" w:rsidP="00B61745">
          <w:pPr>
            <w:pStyle w:val="6E669FC96B6346CB8111CB0139CAEB30"/>
          </w:pPr>
          <w:r w:rsidRPr="00AB2E3E">
            <w:rPr>
              <w:rStyle w:val="PlaceholderText"/>
              <w:rFonts w:ascii="Arial" w:hAnsi="Arial" w:cs="Arial"/>
              <w:sz w:val="21"/>
              <w:szCs w:val="21"/>
            </w:rPr>
            <w:t xml:space="preserve"> </w:t>
          </w:r>
        </w:p>
      </w:docPartBody>
    </w:docPart>
    <w:docPart>
      <w:docPartPr>
        <w:name w:val="E01A971241AA420ABBF63995A6F5797B"/>
        <w:category>
          <w:name w:val="General"/>
          <w:gallery w:val="placeholder"/>
        </w:category>
        <w:types>
          <w:type w:val="bbPlcHdr"/>
        </w:types>
        <w:behaviors>
          <w:behavior w:val="content"/>
        </w:behaviors>
        <w:guid w:val="{6D7FA51D-FCCF-4AEC-8B4C-4A658966A5B5}"/>
      </w:docPartPr>
      <w:docPartBody>
        <w:p w:rsidR="00B61745" w:rsidRDefault="00B61745" w:rsidP="00B61745">
          <w:pPr>
            <w:pStyle w:val="E01A971241AA420ABBF63995A6F5797B"/>
          </w:pPr>
          <w:r>
            <w:rPr>
              <w:rStyle w:val="PlaceholderText"/>
            </w:rPr>
            <w:t xml:space="preserve"> </w:t>
          </w:r>
        </w:p>
      </w:docPartBody>
    </w:docPart>
    <w:docPart>
      <w:docPartPr>
        <w:name w:val="4F6FFA74EE89471892A9BBAEFD9E720B"/>
        <w:category>
          <w:name w:val="General"/>
          <w:gallery w:val="placeholder"/>
        </w:category>
        <w:types>
          <w:type w:val="bbPlcHdr"/>
        </w:types>
        <w:behaviors>
          <w:behavior w:val="content"/>
        </w:behaviors>
        <w:guid w:val="{FE974810-912A-4B83-B82F-D4E69A8E13C3}"/>
      </w:docPartPr>
      <w:docPartBody>
        <w:p w:rsidR="00B61745" w:rsidRDefault="00B61745" w:rsidP="00B61745">
          <w:pPr>
            <w:pStyle w:val="4F6FFA74EE89471892A9BBAEFD9E720B"/>
          </w:pPr>
          <w:r>
            <w:rPr>
              <w:rStyle w:val="PlaceholderText"/>
            </w:rPr>
            <w:t xml:space="preserve"> </w:t>
          </w:r>
        </w:p>
      </w:docPartBody>
    </w:docPart>
    <w:docPart>
      <w:docPartPr>
        <w:name w:val="D74AA32892984B95875F44238B5550C0"/>
        <w:category>
          <w:name w:val="General"/>
          <w:gallery w:val="placeholder"/>
        </w:category>
        <w:types>
          <w:type w:val="bbPlcHdr"/>
        </w:types>
        <w:behaviors>
          <w:behavior w:val="content"/>
        </w:behaviors>
        <w:guid w:val="{85C747DA-CD4E-47D3-8D55-A7738A65D8E1}"/>
      </w:docPartPr>
      <w:docPartBody>
        <w:p w:rsidR="00B61745" w:rsidRDefault="00B61745" w:rsidP="00B61745">
          <w:pPr>
            <w:pStyle w:val="D74AA32892984B95875F44238B5550C0"/>
          </w:pPr>
          <w:r>
            <w:rPr>
              <w:rStyle w:val="PlaceholderText"/>
            </w:rPr>
            <w:t xml:space="preserve"> </w:t>
          </w:r>
        </w:p>
      </w:docPartBody>
    </w:docPart>
    <w:docPart>
      <w:docPartPr>
        <w:name w:val="FC5C5E3494794AAF8A9190689B895A5E"/>
        <w:category>
          <w:name w:val="General"/>
          <w:gallery w:val="placeholder"/>
        </w:category>
        <w:types>
          <w:type w:val="bbPlcHdr"/>
        </w:types>
        <w:behaviors>
          <w:behavior w:val="content"/>
        </w:behaviors>
        <w:guid w:val="{5E18C69F-FD42-4DE3-8910-D7A02AFDA8BB}"/>
      </w:docPartPr>
      <w:docPartBody>
        <w:p w:rsidR="00B61745" w:rsidRDefault="00B61745" w:rsidP="00B61745">
          <w:pPr>
            <w:pStyle w:val="FC5C5E3494794AAF8A9190689B895A5E"/>
          </w:pPr>
          <w:r>
            <w:rPr>
              <w:rStyle w:val="PlaceholderText"/>
            </w:rPr>
            <w:t xml:space="preserve"> </w:t>
          </w:r>
        </w:p>
      </w:docPartBody>
    </w:docPart>
    <w:docPart>
      <w:docPartPr>
        <w:name w:val="A357116454584780A279D45C3B20E40E"/>
        <w:category>
          <w:name w:val="General"/>
          <w:gallery w:val="placeholder"/>
        </w:category>
        <w:types>
          <w:type w:val="bbPlcHdr"/>
        </w:types>
        <w:behaviors>
          <w:behavior w:val="content"/>
        </w:behaviors>
        <w:guid w:val="{D8BDF451-0485-4CCC-A9DE-A42357F8B14E}"/>
      </w:docPartPr>
      <w:docPartBody>
        <w:p w:rsidR="00B61745" w:rsidRDefault="00B61745" w:rsidP="00B61745">
          <w:pPr>
            <w:pStyle w:val="A357116454584780A279D45C3B20E40E"/>
          </w:pPr>
          <w:r w:rsidRPr="00AB2E3E">
            <w:rPr>
              <w:rStyle w:val="PlaceholderText"/>
              <w:rFonts w:ascii="Arial" w:hAnsi="Arial" w:cs="Arial"/>
              <w:sz w:val="21"/>
              <w:szCs w:val="21"/>
            </w:rPr>
            <w:t xml:space="preserve"> </w:t>
          </w:r>
        </w:p>
      </w:docPartBody>
    </w:docPart>
    <w:docPart>
      <w:docPartPr>
        <w:name w:val="2979EA77D7C54BBDB49009DA4FBB8B1B"/>
        <w:category>
          <w:name w:val="General"/>
          <w:gallery w:val="placeholder"/>
        </w:category>
        <w:types>
          <w:type w:val="bbPlcHdr"/>
        </w:types>
        <w:behaviors>
          <w:behavior w:val="content"/>
        </w:behaviors>
        <w:guid w:val="{0834D94C-5E7B-4E9F-9508-84F814C8AC9C}"/>
      </w:docPartPr>
      <w:docPartBody>
        <w:p w:rsidR="00B61745" w:rsidRDefault="00B61745" w:rsidP="00B61745">
          <w:pPr>
            <w:pStyle w:val="2979EA77D7C54BBDB49009DA4FBB8B1B"/>
          </w:pPr>
          <w:r>
            <w:rPr>
              <w:rStyle w:val="PlaceholderText"/>
            </w:rPr>
            <w:t xml:space="preserve"> </w:t>
          </w:r>
        </w:p>
      </w:docPartBody>
    </w:docPart>
    <w:docPart>
      <w:docPartPr>
        <w:name w:val="E0A50B7911F94084B4D6CECFEF2BECEB"/>
        <w:category>
          <w:name w:val="General"/>
          <w:gallery w:val="placeholder"/>
        </w:category>
        <w:types>
          <w:type w:val="bbPlcHdr"/>
        </w:types>
        <w:behaviors>
          <w:behavior w:val="content"/>
        </w:behaviors>
        <w:guid w:val="{D1045598-8B44-4B9A-9A67-83FDB891E620}"/>
      </w:docPartPr>
      <w:docPartBody>
        <w:p w:rsidR="00B61745" w:rsidRDefault="00B61745" w:rsidP="00B61745">
          <w:pPr>
            <w:pStyle w:val="E0A50B7911F94084B4D6CECFEF2BECEB"/>
          </w:pPr>
          <w:r>
            <w:rPr>
              <w:rStyle w:val="PlaceholderText"/>
            </w:rPr>
            <w:t xml:space="preserve"> </w:t>
          </w:r>
        </w:p>
      </w:docPartBody>
    </w:docPart>
    <w:docPart>
      <w:docPartPr>
        <w:name w:val="9EE3EC361EB8438CB616A43FA7960DEB"/>
        <w:category>
          <w:name w:val="General"/>
          <w:gallery w:val="placeholder"/>
        </w:category>
        <w:types>
          <w:type w:val="bbPlcHdr"/>
        </w:types>
        <w:behaviors>
          <w:behavior w:val="content"/>
        </w:behaviors>
        <w:guid w:val="{28F575F2-5254-4085-BEEE-B30FA4E4BAE2}"/>
      </w:docPartPr>
      <w:docPartBody>
        <w:p w:rsidR="00B61745" w:rsidRDefault="00B61745" w:rsidP="00B61745">
          <w:pPr>
            <w:pStyle w:val="9EE3EC361EB8438CB616A43FA7960DEB"/>
          </w:pPr>
          <w:r>
            <w:rPr>
              <w:rStyle w:val="PlaceholderText"/>
            </w:rPr>
            <w:t xml:space="preserve"> </w:t>
          </w:r>
        </w:p>
      </w:docPartBody>
    </w:docPart>
    <w:docPart>
      <w:docPartPr>
        <w:name w:val="13E933F686BD4948B63D7B2B25001D46"/>
        <w:category>
          <w:name w:val="General"/>
          <w:gallery w:val="placeholder"/>
        </w:category>
        <w:types>
          <w:type w:val="bbPlcHdr"/>
        </w:types>
        <w:behaviors>
          <w:behavior w:val="content"/>
        </w:behaviors>
        <w:guid w:val="{66ECA951-B05F-4327-B159-CC9556BA4D99}"/>
      </w:docPartPr>
      <w:docPartBody>
        <w:p w:rsidR="00B61745" w:rsidRDefault="00B61745" w:rsidP="00B61745">
          <w:pPr>
            <w:pStyle w:val="13E933F686BD4948B63D7B2B25001D46"/>
          </w:pPr>
          <w:r>
            <w:rPr>
              <w:rStyle w:val="PlaceholderText"/>
            </w:rPr>
            <w:t xml:space="preserve"> </w:t>
          </w:r>
        </w:p>
      </w:docPartBody>
    </w:docPart>
    <w:docPart>
      <w:docPartPr>
        <w:name w:val="79ADF85966214A58AFE3A50AA55BB494"/>
        <w:category>
          <w:name w:val="General"/>
          <w:gallery w:val="placeholder"/>
        </w:category>
        <w:types>
          <w:type w:val="bbPlcHdr"/>
        </w:types>
        <w:behaviors>
          <w:behavior w:val="content"/>
        </w:behaviors>
        <w:guid w:val="{9E654854-3972-47A4-9665-4C5AAC5F23AB}"/>
      </w:docPartPr>
      <w:docPartBody>
        <w:p w:rsidR="00B61745" w:rsidRDefault="00B61745" w:rsidP="00B61745">
          <w:pPr>
            <w:pStyle w:val="79ADF85966214A58AFE3A50AA55BB494"/>
          </w:pPr>
          <w:r w:rsidRPr="00AB2E3E">
            <w:rPr>
              <w:rStyle w:val="PlaceholderText"/>
              <w:rFonts w:ascii="Arial" w:hAnsi="Arial" w:cs="Arial"/>
              <w:sz w:val="21"/>
              <w:szCs w:val="21"/>
            </w:rPr>
            <w:t xml:space="preserve"> </w:t>
          </w:r>
        </w:p>
      </w:docPartBody>
    </w:docPart>
    <w:docPart>
      <w:docPartPr>
        <w:name w:val="CFAD481DF4934CAC987E88372C39F736"/>
        <w:category>
          <w:name w:val="General"/>
          <w:gallery w:val="placeholder"/>
        </w:category>
        <w:types>
          <w:type w:val="bbPlcHdr"/>
        </w:types>
        <w:behaviors>
          <w:behavior w:val="content"/>
        </w:behaviors>
        <w:guid w:val="{BF6B9311-2664-4B14-A4D4-58E4E65676CB}"/>
      </w:docPartPr>
      <w:docPartBody>
        <w:p w:rsidR="00B61745" w:rsidRDefault="00B61745" w:rsidP="00B61745">
          <w:pPr>
            <w:pStyle w:val="CFAD481DF4934CAC987E88372C39F736"/>
          </w:pPr>
          <w:r>
            <w:rPr>
              <w:rStyle w:val="PlaceholderText"/>
            </w:rPr>
            <w:t xml:space="preserve"> </w:t>
          </w:r>
        </w:p>
      </w:docPartBody>
    </w:docPart>
    <w:docPart>
      <w:docPartPr>
        <w:name w:val="2DEB5D2301FF48A69A8AE6E36F5F96D5"/>
        <w:category>
          <w:name w:val="General"/>
          <w:gallery w:val="placeholder"/>
        </w:category>
        <w:types>
          <w:type w:val="bbPlcHdr"/>
        </w:types>
        <w:behaviors>
          <w:behavior w:val="content"/>
        </w:behaviors>
        <w:guid w:val="{E9E26F7D-58F0-4096-A9B2-FFA037482CEA}"/>
      </w:docPartPr>
      <w:docPartBody>
        <w:p w:rsidR="00B61745" w:rsidRDefault="00B61745" w:rsidP="00B61745">
          <w:pPr>
            <w:pStyle w:val="2DEB5D2301FF48A69A8AE6E36F5F96D5"/>
          </w:pPr>
          <w:r>
            <w:rPr>
              <w:rStyle w:val="PlaceholderText"/>
            </w:rPr>
            <w:t xml:space="preserve"> </w:t>
          </w:r>
        </w:p>
      </w:docPartBody>
    </w:docPart>
    <w:docPart>
      <w:docPartPr>
        <w:name w:val="27220F2A04A548D8AD65F355C11288AA"/>
        <w:category>
          <w:name w:val="General"/>
          <w:gallery w:val="placeholder"/>
        </w:category>
        <w:types>
          <w:type w:val="bbPlcHdr"/>
        </w:types>
        <w:behaviors>
          <w:behavior w:val="content"/>
        </w:behaviors>
        <w:guid w:val="{59D195DC-62D7-4C32-8444-9A8D53596771}"/>
      </w:docPartPr>
      <w:docPartBody>
        <w:p w:rsidR="00B61745" w:rsidRDefault="00B61745" w:rsidP="00B61745">
          <w:pPr>
            <w:pStyle w:val="27220F2A04A548D8AD65F355C11288AA"/>
          </w:pPr>
          <w:r>
            <w:rPr>
              <w:rStyle w:val="PlaceholderText"/>
            </w:rPr>
            <w:t xml:space="preserve"> </w:t>
          </w:r>
        </w:p>
      </w:docPartBody>
    </w:docPart>
    <w:docPart>
      <w:docPartPr>
        <w:name w:val="6AEE4EF7C78947138C134B83FF0E7268"/>
        <w:category>
          <w:name w:val="General"/>
          <w:gallery w:val="placeholder"/>
        </w:category>
        <w:types>
          <w:type w:val="bbPlcHdr"/>
        </w:types>
        <w:behaviors>
          <w:behavior w:val="content"/>
        </w:behaviors>
        <w:guid w:val="{F9DD98C9-F9A5-414C-86F5-551E0F622555}"/>
      </w:docPartPr>
      <w:docPartBody>
        <w:p w:rsidR="00B61745" w:rsidRDefault="00B61745" w:rsidP="00B61745">
          <w:pPr>
            <w:pStyle w:val="6AEE4EF7C78947138C134B83FF0E7268"/>
          </w:pPr>
          <w:r>
            <w:rPr>
              <w:rStyle w:val="PlaceholderText"/>
            </w:rPr>
            <w:t xml:space="preserve"> </w:t>
          </w:r>
        </w:p>
      </w:docPartBody>
    </w:docPart>
    <w:docPart>
      <w:docPartPr>
        <w:name w:val="88B560DBBBC446A0A746E61547488914"/>
        <w:category>
          <w:name w:val="General"/>
          <w:gallery w:val="placeholder"/>
        </w:category>
        <w:types>
          <w:type w:val="bbPlcHdr"/>
        </w:types>
        <w:behaviors>
          <w:behavior w:val="content"/>
        </w:behaviors>
        <w:guid w:val="{1E7FF163-772D-4626-A209-D9D0A941ADD2}"/>
      </w:docPartPr>
      <w:docPartBody>
        <w:p w:rsidR="00B61745" w:rsidRDefault="00B61745" w:rsidP="00B61745">
          <w:pPr>
            <w:pStyle w:val="88B560DBBBC446A0A746E61547488914"/>
          </w:pPr>
          <w:r>
            <w:rPr>
              <w:rStyle w:val="PlaceholderText"/>
            </w:rPr>
            <w:t xml:space="preserve"> </w:t>
          </w:r>
        </w:p>
      </w:docPartBody>
    </w:docPart>
    <w:docPart>
      <w:docPartPr>
        <w:name w:val="E0BE0EFE51B74F68B55579125C34B7AC"/>
        <w:category>
          <w:name w:val="General"/>
          <w:gallery w:val="placeholder"/>
        </w:category>
        <w:types>
          <w:type w:val="bbPlcHdr"/>
        </w:types>
        <w:behaviors>
          <w:behavior w:val="content"/>
        </w:behaviors>
        <w:guid w:val="{CE15F570-00E1-458D-BEF2-867B00CB4729}"/>
      </w:docPartPr>
      <w:docPartBody>
        <w:p w:rsidR="00B61745" w:rsidRDefault="00B61745" w:rsidP="00B61745">
          <w:pPr>
            <w:pStyle w:val="E0BE0EFE51B74F68B55579125C34B7AC"/>
          </w:pPr>
          <w:r>
            <w:rPr>
              <w:rStyle w:val="PlaceholderText"/>
            </w:rPr>
            <w:t xml:space="preserve"> </w:t>
          </w:r>
        </w:p>
      </w:docPartBody>
    </w:docPart>
    <w:docPart>
      <w:docPartPr>
        <w:name w:val="6C495FB276274A1682D600ACEC4B1801"/>
        <w:category>
          <w:name w:val="General"/>
          <w:gallery w:val="placeholder"/>
        </w:category>
        <w:types>
          <w:type w:val="bbPlcHdr"/>
        </w:types>
        <w:behaviors>
          <w:behavior w:val="content"/>
        </w:behaviors>
        <w:guid w:val="{719FF784-224A-4148-9B48-C620B3B209A3}"/>
      </w:docPartPr>
      <w:docPartBody>
        <w:p w:rsidR="00B61745" w:rsidRDefault="00B61745" w:rsidP="00B61745">
          <w:pPr>
            <w:pStyle w:val="6C495FB276274A1682D600ACEC4B1801"/>
          </w:pPr>
          <w:r>
            <w:rPr>
              <w:rStyle w:val="PlaceholderText"/>
            </w:rPr>
            <w:t xml:space="preserve"> </w:t>
          </w:r>
        </w:p>
      </w:docPartBody>
    </w:docPart>
    <w:docPart>
      <w:docPartPr>
        <w:name w:val="18151D8F9ACB4CBB92283F5F48476C40"/>
        <w:category>
          <w:name w:val="General"/>
          <w:gallery w:val="placeholder"/>
        </w:category>
        <w:types>
          <w:type w:val="bbPlcHdr"/>
        </w:types>
        <w:behaviors>
          <w:behavior w:val="content"/>
        </w:behaviors>
        <w:guid w:val="{13E3E494-7005-4D10-87E4-4FD2453BFF4D}"/>
      </w:docPartPr>
      <w:docPartBody>
        <w:p w:rsidR="00B61745" w:rsidRDefault="00B61745" w:rsidP="00B61745">
          <w:pPr>
            <w:pStyle w:val="18151D8F9ACB4CBB92283F5F48476C40"/>
          </w:pPr>
          <w:r>
            <w:rPr>
              <w:rStyle w:val="PlaceholderText"/>
            </w:rPr>
            <w:t xml:space="preserve"> </w:t>
          </w:r>
        </w:p>
      </w:docPartBody>
    </w:docPart>
    <w:docPart>
      <w:docPartPr>
        <w:name w:val="A43CE8462C234338B3AE3B1FFFBE495D"/>
        <w:category>
          <w:name w:val="General"/>
          <w:gallery w:val="placeholder"/>
        </w:category>
        <w:types>
          <w:type w:val="bbPlcHdr"/>
        </w:types>
        <w:behaviors>
          <w:behavior w:val="content"/>
        </w:behaviors>
        <w:guid w:val="{8E6912E5-3B59-4C06-86CA-D5B650F03C21}"/>
      </w:docPartPr>
      <w:docPartBody>
        <w:p w:rsidR="00B61745" w:rsidRDefault="00B61745" w:rsidP="00B61745">
          <w:pPr>
            <w:pStyle w:val="A43CE8462C234338B3AE3B1FFFBE495D"/>
          </w:pPr>
          <w:r>
            <w:rPr>
              <w:rStyle w:val="PlaceholderText"/>
            </w:rPr>
            <w:t xml:space="preserve"> </w:t>
          </w:r>
        </w:p>
      </w:docPartBody>
    </w:docPart>
    <w:docPart>
      <w:docPartPr>
        <w:name w:val="F0D58052A65A4671BDA1CEF36F700618"/>
        <w:category>
          <w:name w:val="General"/>
          <w:gallery w:val="placeholder"/>
        </w:category>
        <w:types>
          <w:type w:val="bbPlcHdr"/>
        </w:types>
        <w:behaviors>
          <w:behavior w:val="content"/>
        </w:behaviors>
        <w:guid w:val="{8DE355AE-1792-4CF0-A519-1EDDA9C6E136}"/>
      </w:docPartPr>
      <w:docPartBody>
        <w:p w:rsidR="00B61745" w:rsidRDefault="00B61745" w:rsidP="00B61745">
          <w:pPr>
            <w:pStyle w:val="F0D58052A65A4671BDA1CEF36F700618"/>
          </w:pPr>
          <w:r>
            <w:rPr>
              <w:rStyle w:val="PlaceholderText"/>
            </w:rPr>
            <w:t xml:space="preserve"> </w:t>
          </w:r>
        </w:p>
      </w:docPartBody>
    </w:docPart>
    <w:docPart>
      <w:docPartPr>
        <w:name w:val="7D999E695D5442BBBC70E677EFA5ABDE"/>
        <w:category>
          <w:name w:val="General"/>
          <w:gallery w:val="placeholder"/>
        </w:category>
        <w:types>
          <w:type w:val="bbPlcHdr"/>
        </w:types>
        <w:behaviors>
          <w:behavior w:val="content"/>
        </w:behaviors>
        <w:guid w:val="{75E18ADD-000A-4B2F-B48B-F5AAFA01F496}"/>
      </w:docPartPr>
      <w:docPartBody>
        <w:p w:rsidR="00B61745" w:rsidRDefault="00B61745" w:rsidP="00B61745">
          <w:pPr>
            <w:pStyle w:val="7D999E695D5442BBBC70E677EFA5ABDE"/>
          </w:pPr>
          <w:r>
            <w:rPr>
              <w:rStyle w:val="PlaceholderText"/>
            </w:rPr>
            <w:t xml:space="preserve"> </w:t>
          </w:r>
        </w:p>
      </w:docPartBody>
    </w:docPart>
    <w:docPart>
      <w:docPartPr>
        <w:name w:val="E175EC29CA4D47D48CC0EB7D0CCCFAEE"/>
        <w:category>
          <w:name w:val="General"/>
          <w:gallery w:val="placeholder"/>
        </w:category>
        <w:types>
          <w:type w:val="bbPlcHdr"/>
        </w:types>
        <w:behaviors>
          <w:behavior w:val="content"/>
        </w:behaviors>
        <w:guid w:val="{4706FB9D-B3BA-4851-A18C-204ED471F61A}"/>
      </w:docPartPr>
      <w:docPartBody>
        <w:p w:rsidR="00B61745" w:rsidRDefault="00B61745" w:rsidP="00B61745">
          <w:pPr>
            <w:pStyle w:val="E175EC29CA4D47D48CC0EB7D0CCCFAEE"/>
          </w:pPr>
          <w:r>
            <w:rPr>
              <w:rStyle w:val="PlaceholderText"/>
            </w:rPr>
            <w:t xml:space="preserve"> </w:t>
          </w:r>
        </w:p>
      </w:docPartBody>
    </w:docPart>
    <w:docPart>
      <w:docPartPr>
        <w:name w:val="F62ADB4FBCBC44098DE26419B11F387E"/>
        <w:category>
          <w:name w:val="General"/>
          <w:gallery w:val="placeholder"/>
        </w:category>
        <w:types>
          <w:type w:val="bbPlcHdr"/>
        </w:types>
        <w:behaviors>
          <w:behavior w:val="content"/>
        </w:behaviors>
        <w:guid w:val="{7827D988-AAD7-4DE6-90D0-2325E5FD3ED6}"/>
      </w:docPartPr>
      <w:docPartBody>
        <w:p w:rsidR="00B61745" w:rsidRDefault="00B61745" w:rsidP="00B61745">
          <w:pPr>
            <w:pStyle w:val="F62ADB4FBCBC44098DE26419B11F387E"/>
          </w:pPr>
          <w:r>
            <w:rPr>
              <w:rStyle w:val="PlaceholderText"/>
            </w:rPr>
            <w:t xml:space="preserve"> </w:t>
          </w:r>
        </w:p>
      </w:docPartBody>
    </w:docPart>
    <w:docPart>
      <w:docPartPr>
        <w:name w:val="51B693EA6737480E9901D9F8A475A8F8"/>
        <w:category>
          <w:name w:val="General"/>
          <w:gallery w:val="placeholder"/>
        </w:category>
        <w:types>
          <w:type w:val="bbPlcHdr"/>
        </w:types>
        <w:behaviors>
          <w:behavior w:val="content"/>
        </w:behaviors>
        <w:guid w:val="{6A9E1C3A-73F3-4F8A-B5EF-101CBB6D248F}"/>
      </w:docPartPr>
      <w:docPartBody>
        <w:p w:rsidR="00B61745" w:rsidRDefault="00B61745" w:rsidP="00B61745">
          <w:pPr>
            <w:pStyle w:val="51B693EA6737480E9901D9F8A475A8F8"/>
          </w:pPr>
          <w:r>
            <w:rPr>
              <w:rStyle w:val="PlaceholderText"/>
            </w:rPr>
            <w:t xml:space="preserve"> </w:t>
          </w:r>
        </w:p>
      </w:docPartBody>
    </w:docPart>
    <w:docPart>
      <w:docPartPr>
        <w:name w:val="79BF5A5BBEA34FE9B5967B0BD7F3BAAB"/>
        <w:category>
          <w:name w:val="General"/>
          <w:gallery w:val="placeholder"/>
        </w:category>
        <w:types>
          <w:type w:val="bbPlcHdr"/>
        </w:types>
        <w:behaviors>
          <w:behavior w:val="content"/>
        </w:behaviors>
        <w:guid w:val="{BD97DFEF-A011-44BE-BE50-83FACD70DD85}"/>
      </w:docPartPr>
      <w:docPartBody>
        <w:p w:rsidR="00B61745" w:rsidRDefault="00B61745" w:rsidP="00B61745">
          <w:pPr>
            <w:pStyle w:val="79BF5A5BBEA34FE9B5967B0BD7F3BAAB"/>
          </w:pPr>
          <w:r>
            <w:rPr>
              <w:rStyle w:val="PlaceholderText"/>
            </w:rPr>
            <w:t xml:space="preserve"> </w:t>
          </w:r>
        </w:p>
      </w:docPartBody>
    </w:docPart>
    <w:docPart>
      <w:docPartPr>
        <w:name w:val="9282616100F84017B810A488808085EE"/>
        <w:category>
          <w:name w:val="General"/>
          <w:gallery w:val="placeholder"/>
        </w:category>
        <w:types>
          <w:type w:val="bbPlcHdr"/>
        </w:types>
        <w:behaviors>
          <w:behavior w:val="content"/>
        </w:behaviors>
        <w:guid w:val="{ED3C97DF-1E30-4006-8BEF-71B3CAE18EC2}"/>
      </w:docPartPr>
      <w:docPartBody>
        <w:p w:rsidR="00B61745" w:rsidRDefault="00B61745" w:rsidP="00B61745">
          <w:pPr>
            <w:pStyle w:val="9282616100F84017B810A488808085EE"/>
          </w:pPr>
          <w:r>
            <w:rPr>
              <w:rStyle w:val="PlaceholderText"/>
            </w:rPr>
            <w:t xml:space="preserve"> </w:t>
          </w:r>
        </w:p>
      </w:docPartBody>
    </w:docPart>
    <w:docPart>
      <w:docPartPr>
        <w:name w:val="C432C9CC6CD34087A8A995F594F4B921"/>
        <w:category>
          <w:name w:val="General"/>
          <w:gallery w:val="placeholder"/>
        </w:category>
        <w:types>
          <w:type w:val="bbPlcHdr"/>
        </w:types>
        <w:behaviors>
          <w:behavior w:val="content"/>
        </w:behaviors>
        <w:guid w:val="{3D07593E-5F03-47CC-BC07-EAABD13B7640}"/>
      </w:docPartPr>
      <w:docPartBody>
        <w:p w:rsidR="00B61745" w:rsidRDefault="00B61745" w:rsidP="00B61745">
          <w:pPr>
            <w:pStyle w:val="C432C9CC6CD34087A8A995F594F4B921"/>
          </w:pPr>
          <w:r>
            <w:rPr>
              <w:rStyle w:val="PlaceholderText"/>
            </w:rPr>
            <w:t xml:space="preserve"> </w:t>
          </w:r>
        </w:p>
      </w:docPartBody>
    </w:docPart>
    <w:docPart>
      <w:docPartPr>
        <w:name w:val="754E192813F2483F8B55661B80BE4ABA"/>
        <w:category>
          <w:name w:val="General"/>
          <w:gallery w:val="placeholder"/>
        </w:category>
        <w:types>
          <w:type w:val="bbPlcHdr"/>
        </w:types>
        <w:behaviors>
          <w:behavior w:val="content"/>
        </w:behaviors>
        <w:guid w:val="{ECFCFE4D-63C0-428D-A2C5-3DDB992ECF74}"/>
      </w:docPartPr>
      <w:docPartBody>
        <w:p w:rsidR="00B61745" w:rsidRDefault="00B61745" w:rsidP="00B61745">
          <w:pPr>
            <w:pStyle w:val="754E192813F2483F8B55661B80BE4ABA"/>
          </w:pPr>
          <w:r>
            <w:rPr>
              <w:rStyle w:val="PlaceholderText"/>
            </w:rPr>
            <w:t xml:space="preserve"> </w:t>
          </w:r>
        </w:p>
      </w:docPartBody>
    </w:docPart>
    <w:docPart>
      <w:docPartPr>
        <w:name w:val="49A2A4835D124D8399E7C14163AB24C8"/>
        <w:category>
          <w:name w:val="General"/>
          <w:gallery w:val="placeholder"/>
        </w:category>
        <w:types>
          <w:type w:val="bbPlcHdr"/>
        </w:types>
        <w:behaviors>
          <w:behavior w:val="content"/>
        </w:behaviors>
        <w:guid w:val="{5F63FC02-B1E9-4AD2-AC10-DD0021B518DF}"/>
      </w:docPartPr>
      <w:docPartBody>
        <w:p w:rsidR="00B61745" w:rsidRDefault="00B61745" w:rsidP="00B61745">
          <w:pPr>
            <w:pStyle w:val="49A2A4835D124D8399E7C14163AB24C8"/>
          </w:pPr>
          <w:r>
            <w:rPr>
              <w:rStyle w:val="PlaceholderText"/>
            </w:rPr>
            <w:t xml:space="preserve"> </w:t>
          </w:r>
        </w:p>
      </w:docPartBody>
    </w:docPart>
    <w:docPart>
      <w:docPartPr>
        <w:name w:val="5C014BA3D6C1445DB15C5307734BBF9D"/>
        <w:category>
          <w:name w:val="General"/>
          <w:gallery w:val="placeholder"/>
        </w:category>
        <w:types>
          <w:type w:val="bbPlcHdr"/>
        </w:types>
        <w:behaviors>
          <w:behavior w:val="content"/>
        </w:behaviors>
        <w:guid w:val="{C0773B5A-BD39-4919-8158-00D8140A138D}"/>
      </w:docPartPr>
      <w:docPartBody>
        <w:p w:rsidR="00B61745" w:rsidRDefault="00B61745" w:rsidP="00B61745">
          <w:pPr>
            <w:pStyle w:val="5C014BA3D6C1445DB15C5307734BBF9D"/>
          </w:pPr>
          <w:r>
            <w:rPr>
              <w:rStyle w:val="PlaceholderText"/>
            </w:rPr>
            <w:t xml:space="preserve"> </w:t>
          </w:r>
        </w:p>
      </w:docPartBody>
    </w:docPart>
    <w:docPart>
      <w:docPartPr>
        <w:name w:val="95C99DCE93164AEBB4812F79D1F6BD01"/>
        <w:category>
          <w:name w:val="General"/>
          <w:gallery w:val="placeholder"/>
        </w:category>
        <w:types>
          <w:type w:val="bbPlcHdr"/>
        </w:types>
        <w:behaviors>
          <w:behavior w:val="content"/>
        </w:behaviors>
        <w:guid w:val="{B2B98AF6-AFF1-40C4-9022-83A918AB7A51}"/>
      </w:docPartPr>
      <w:docPartBody>
        <w:p w:rsidR="00B61745" w:rsidRDefault="00B61745" w:rsidP="00B61745">
          <w:pPr>
            <w:pStyle w:val="95C99DCE93164AEBB4812F79D1F6BD01"/>
          </w:pPr>
          <w:r>
            <w:rPr>
              <w:rStyle w:val="PlaceholderText"/>
            </w:rPr>
            <w:t xml:space="preserve"> </w:t>
          </w:r>
        </w:p>
      </w:docPartBody>
    </w:docPart>
    <w:docPart>
      <w:docPartPr>
        <w:name w:val="D5A65FDCC5714846A35FB1FDB507CE04"/>
        <w:category>
          <w:name w:val="General"/>
          <w:gallery w:val="placeholder"/>
        </w:category>
        <w:types>
          <w:type w:val="bbPlcHdr"/>
        </w:types>
        <w:behaviors>
          <w:behavior w:val="content"/>
        </w:behaviors>
        <w:guid w:val="{B7664F10-BE9F-4E53-803C-1802495FB1D3}"/>
      </w:docPartPr>
      <w:docPartBody>
        <w:p w:rsidR="00B61745" w:rsidRDefault="00B61745" w:rsidP="00B61745">
          <w:pPr>
            <w:pStyle w:val="D5A65FDCC5714846A35FB1FDB507CE04"/>
          </w:pPr>
          <w:r>
            <w:rPr>
              <w:rStyle w:val="PlaceholderText"/>
            </w:rPr>
            <w:t xml:space="preserve"> </w:t>
          </w:r>
        </w:p>
      </w:docPartBody>
    </w:docPart>
    <w:docPart>
      <w:docPartPr>
        <w:name w:val="8F3B2BDADF98470EAB955FA97852BDF7"/>
        <w:category>
          <w:name w:val="General"/>
          <w:gallery w:val="placeholder"/>
        </w:category>
        <w:types>
          <w:type w:val="bbPlcHdr"/>
        </w:types>
        <w:behaviors>
          <w:behavior w:val="content"/>
        </w:behaviors>
        <w:guid w:val="{7D4FAC86-3D49-4FF5-94EC-90EE80D9A0E3}"/>
      </w:docPartPr>
      <w:docPartBody>
        <w:p w:rsidR="00B61745" w:rsidRDefault="00B61745" w:rsidP="00B61745">
          <w:pPr>
            <w:pStyle w:val="8F3B2BDADF98470EAB955FA97852BDF7"/>
          </w:pPr>
          <w:r>
            <w:rPr>
              <w:rStyle w:val="PlaceholderText"/>
            </w:rPr>
            <w:t xml:space="preserve"> </w:t>
          </w:r>
        </w:p>
      </w:docPartBody>
    </w:docPart>
    <w:docPart>
      <w:docPartPr>
        <w:name w:val="9E8FB23343A249F2998D1DF668501FFE"/>
        <w:category>
          <w:name w:val="General"/>
          <w:gallery w:val="placeholder"/>
        </w:category>
        <w:types>
          <w:type w:val="bbPlcHdr"/>
        </w:types>
        <w:behaviors>
          <w:behavior w:val="content"/>
        </w:behaviors>
        <w:guid w:val="{BE18E1CF-7622-4F29-AD1A-1B39E51B4B0F}"/>
      </w:docPartPr>
      <w:docPartBody>
        <w:p w:rsidR="00B61745" w:rsidRDefault="00B61745" w:rsidP="00B61745">
          <w:pPr>
            <w:pStyle w:val="9E8FB23343A249F2998D1DF668501FFE"/>
          </w:pPr>
          <w:r w:rsidRPr="00154B89">
            <w:rPr>
              <w:rStyle w:val="PlaceholderText"/>
              <w:rFonts w:ascii="Arial" w:hAnsi="Arial" w:cs="Arial"/>
              <w:sz w:val="21"/>
              <w:szCs w:val="21"/>
            </w:rPr>
            <w:t xml:space="preserve"> </w:t>
          </w:r>
        </w:p>
      </w:docPartBody>
    </w:docPart>
    <w:docPart>
      <w:docPartPr>
        <w:name w:val="38AC5F24B7424E6CA50A20ABAA58E90A"/>
        <w:category>
          <w:name w:val="General"/>
          <w:gallery w:val="placeholder"/>
        </w:category>
        <w:types>
          <w:type w:val="bbPlcHdr"/>
        </w:types>
        <w:behaviors>
          <w:behavior w:val="content"/>
        </w:behaviors>
        <w:guid w:val="{145C8EAA-B765-426D-A2CA-5B47C25ACD1B}"/>
      </w:docPartPr>
      <w:docPartBody>
        <w:p w:rsidR="00B61745" w:rsidRDefault="00B61745" w:rsidP="00B61745">
          <w:pPr>
            <w:pStyle w:val="38AC5F24B7424E6CA50A20ABAA58E90A"/>
          </w:pPr>
          <w:r w:rsidRPr="00154B89">
            <w:rPr>
              <w:rStyle w:val="PlaceholderText"/>
              <w:rFonts w:ascii="Arial" w:hAnsi="Arial" w:cs="Arial"/>
              <w:sz w:val="21"/>
              <w:szCs w:val="21"/>
            </w:rPr>
            <w:t xml:space="preserve"> </w:t>
          </w:r>
        </w:p>
      </w:docPartBody>
    </w:docPart>
    <w:docPart>
      <w:docPartPr>
        <w:name w:val="C765F6C8E4BC42E9A40A1E9C742C4B77"/>
        <w:category>
          <w:name w:val="General"/>
          <w:gallery w:val="placeholder"/>
        </w:category>
        <w:types>
          <w:type w:val="bbPlcHdr"/>
        </w:types>
        <w:behaviors>
          <w:behavior w:val="content"/>
        </w:behaviors>
        <w:guid w:val="{B2055C97-07AF-4770-8EF1-ADBE2C446B93}"/>
      </w:docPartPr>
      <w:docPartBody>
        <w:p w:rsidR="00B61745" w:rsidRDefault="00B61745" w:rsidP="00B61745">
          <w:pPr>
            <w:pStyle w:val="C765F6C8E4BC42E9A40A1E9C742C4B77"/>
          </w:pPr>
          <w:r w:rsidRPr="00154B89">
            <w:rPr>
              <w:rStyle w:val="PlaceholderText"/>
              <w:rFonts w:ascii="Arial" w:hAnsi="Arial" w:cs="Arial"/>
              <w:sz w:val="21"/>
              <w:szCs w:val="21"/>
            </w:rPr>
            <w:t xml:space="preserve"> </w:t>
          </w:r>
        </w:p>
      </w:docPartBody>
    </w:docPart>
    <w:docPart>
      <w:docPartPr>
        <w:name w:val="EBAFC3B103904DDDB27869CA70BB52F1"/>
        <w:category>
          <w:name w:val="General"/>
          <w:gallery w:val="placeholder"/>
        </w:category>
        <w:types>
          <w:type w:val="bbPlcHdr"/>
        </w:types>
        <w:behaviors>
          <w:behavior w:val="content"/>
        </w:behaviors>
        <w:guid w:val="{D278480A-1136-4148-AD8B-1BAF47D84B2D}"/>
      </w:docPartPr>
      <w:docPartBody>
        <w:p w:rsidR="00B61745" w:rsidRDefault="00B61745" w:rsidP="00B61745">
          <w:pPr>
            <w:pStyle w:val="EBAFC3B103904DDDB27869CA70BB52F1"/>
          </w:pPr>
          <w:r w:rsidRPr="00154B89">
            <w:rPr>
              <w:rStyle w:val="PlaceholderText"/>
              <w:rFonts w:ascii="Arial" w:hAnsi="Arial" w:cs="Arial"/>
              <w:sz w:val="21"/>
              <w:szCs w:val="21"/>
            </w:rPr>
            <w:t xml:space="preserve"> </w:t>
          </w:r>
        </w:p>
      </w:docPartBody>
    </w:docPart>
    <w:docPart>
      <w:docPartPr>
        <w:name w:val="81444B73BCFC47C0A17F351AF1D1DB5C"/>
        <w:category>
          <w:name w:val="General"/>
          <w:gallery w:val="placeholder"/>
        </w:category>
        <w:types>
          <w:type w:val="bbPlcHdr"/>
        </w:types>
        <w:behaviors>
          <w:behavior w:val="content"/>
        </w:behaviors>
        <w:guid w:val="{25ABAEA2-4B7D-42EC-9AD8-5F23236DF1B2}"/>
      </w:docPartPr>
      <w:docPartBody>
        <w:p w:rsidR="00B61745" w:rsidRDefault="00B61745" w:rsidP="00B61745">
          <w:pPr>
            <w:pStyle w:val="81444B73BCFC47C0A17F351AF1D1DB5C"/>
          </w:pPr>
          <w:r w:rsidRPr="00154B89">
            <w:rPr>
              <w:rStyle w:val="PlaceholderText"/>
              <w:rFonts w:ascii="Arial" w:hAnsi="Arial" w:cs="Arial"/>
              <w:sz w:val="21"/>
              <w:szCs w:val="21"/>
            </w:rPr>
            <w:t xml:space="preserve"> </w:t>
          </w:r>
        </w:p>
      </w:docPartBody>
    </w:docPart>
    <w:docPart>
      <w:docPartPr>
        <w:name w:val="0BE4AB2DACDD4935BFA0D3F0325FC707"/>
        <w:category>
          <w:name w:val="General"/>
          <w:gallery w:val="placeholder"/>
        </w:category>
        <w:types>
          <w:type w:val="bbPlcHdr"/>
        </w:types>
        <w:behaviors>
          <w:behavior w:val="content"/>
        </w:behaviors>
        <w:guid w:val="{59B08935-B513-4DC2-9EFF-1BE4AB88EC7C}"/>
      </w:docPartPr>
      <w:docPartBody>
        <w:p w:rsidR="00B61745" w:rsidRDefault="00B61745" w:rsidP="00B61745">
          <w:pPr>
            <w:pStyle w:val="0BE4AB2DACDD4935BFA0D3F0325FC707"/>
          </w:pPr>
          <w:r w:rsidRPr="00154B89">
            <w:rPr>
              <w:rStyle w:val="PlaceholderText"/>
              <w:rFonts w:ascii="Arial" w:hAnsi="Arial" w:cs="Arial"/>
              <w:sz w:val="21"/>
              <w:szCs w:val="21"/>
            </w:rPr>
            <w:t xml:space="preserve"> </w:t>
          </w:r>
        </w:p>
      </w:docPartBody>
    </w:docPart>
    <w:docPart>
      <w:docPartPr>
        <w:name w:val="4BBE1CC84F7A46A0812DB7E6AC68393B"/>
        <w:category>
          <w:name w:val="General"/>
          <w:gallery w:val="placeholder"/>
        </w:category>
        <w:types>
          <w:type w:val="bbPlcHdr"/>
        </w:types>
        <w:behaviors>
          <w:behavior w:val="content"/>
        </w:behaviors>
        <w:guid w:val="{D796C954-C970-40E9-96F2-53D268C899A3}"/>
      </w:docPartPr>
      <w:docPartBody>
        <w:p w:rsidR="00B61745" w:rsidRDefault="00B61745" w:rsidP="00B61745">
          <w:pPr>
            <w:pStyle w:val="4BBE1CC84F7A46A0812DB7E6AC68393B"/>
          </w:pPr>
          <w:r w:rsidRPr="00154B89">
            <w:rPr>
              <w:rStyle w:val="PlaceholderText"/>
              <w:rFonts w:ascii="Arial" w:hAnsi="Arial" w:cs="Arial"/>
              <w:sz w:val="21"/>
              <w:szCs w:val="21"/>
            </w:rPr>
            <w:t xml:space="preserve"> </w:t>
          </w:r>
        </w:p>
      </w:docPartBody>
    </w:docPart>
    <w:docPart>
      <w:docPartPr>
        <w:name w:val="107EFD5AC84E4B1A957D960AF11C8812"/>
        <w:category>
          <w:name w:val="General"/>
          <w:gallery w:val="placeholder"/>
        </w:category>
        <w:types>
          <w:type w:val="bbPlcHdr"/>
        </w:types>
        <w:behaviors>
          <w:behavior w:val="content"/>
        </w:behaviors>
        <w:guid w:val="{E01EFE5A-6971-4356-82F9-824A4F5DC81C}"/>
      </w:docPartPr>
      <w:docPartBody>
        <w:p w:rsidR="00B61745" w:rsidRDefault="00B61745" w:rsidP="00B61745">
          <w:pPr>
            <w:pStyle w:val="107EFD5AC84E4B1A957D960AF11C8812"/>
          </w:pPr>
          <w:r w:rsidRPr="00154B89">
            <w:rPr>
              <w:rStyle w:val="PlaceholderText"/>
              <w:rFonts w:ascii="Arial" w:hAnsi="Arial" w:cs="Arial"/>
              <w:sz w:val="21"/>
              <w:szCs w:val="21"/>
            </w:rPr>
            <w:t xml:space="preserve"> </w:t>
          </w:r>
        </w:p>
      </w:docPartBody>
    </w:docPart>
    <w:docPart>
      <w:docPartPr>
        <w:name w:val="4A648FDF443D4D24B6A05CF583C6C656"/>
        <w:category>
          <w:name w:val="General"/>
          <w:gallery w:val="placeholder"/>
        </w:category>
        <w:types>
          <w:type w:val="bbPlcHdr"/>
        </w:types>
        <w:behaviors>
          <w:behavior w:val="content"/>
        </w:behaviors>
        <w:guid w:val="{7ADB62E9-942B-442D-BB77-0654B90D7F7F}"/>
      </w:docPartPr>
      <w:docPartBody>
        <w:p w:rsidR="00B61745" w:rsidRDefault="00B61745" w:rsidP="00B61745">
          <w:pPr>
            <w:pStyle w:val="4A648FDF443D4D24B6A05CF583C6C656"/>
          </w:pPr>
          <w:r w:rsidRPr="00154B89">
            <w:rPr>
              <w:rStyle w:val="PlaceholderText"/>
              <w:rFonts w:ascii="Arial" w:hAnsi="Arial" w:cs="Arial"/>
              <w:sz w:val="21"/>
              <w:szCs w:val="21"/>
            </w:rPr>
            <w:t xml:space="preserve"> </w:t>
          </w:r>
        </w:p>
      </w:docPartBody>
    </w:docPart>
    <w:docPart>
      <w:docPartPr>
        <w:name w:val="05D42D5E69CD4070BA5E44E6D2E8F35A"/>
        <w:category>
          <w:name w:val="General"/>
          <w:gallery w:val="placeholder"/>
        </w:category>
        <w:types>
          <w:type w:val="bbPlcHdr"/>
        </w:types>
        <w:behaviors>
          <w:behavior w:val="content"/>
        </w:behaviors>
        <w:guid w:val="{2D1EEF0D-20AE-4819-A948-45409342BE7A}"/>
      </w:docPartPr>
      <w:docPartBody>
        <w:p w:rsidR="00B61745" w:rsidRDefault="00B61745" w:rsidP="00B61745">
          <w:pPr>
            <w:pStyle w:val="05D42D5E69CD4070BA5E44E6D2E8F35A"/>
          </w:pPr>
          <w:r w:rsidRPr="00154B89">
            <w:rPr>
              <w:rStyle w:val="PlaceholderText"/>
              <w:rFonts w:ascii="Arial" w:hAnsi="Arial" w:cs="Arial"/>
              <w:sz w:val="21"/>
              <w:szCs w:val="21"/>
            </w:rPr>
            <w:t xml:space="preserve"> </w:t>
          </w:r>
        </w:p>
      </w:docPartBody>
    </w:docPart>
    <w:docPart>
      <w:docPartPr>
        <w:name w:val="1664B911B3F84DA29818A99727369940"/>
        <w:category>
          <w:name w:val="General"/>
          <w:gallery w:val="placeholder"/>
        </w:category>
        <w:types>
          <w:type w:val="bbPlcHdr"/>
        </w:types>
        <w:behaviors>
          <w:behavior w:val="content"/>
        </w:behaviors>
        <w:guid w:val="{4CD5DB22-C495-455B-98C1-1F1322C04902}"/>
      </w:docPartPr>
      <w:docPartBody>
        <w:p w:rsidR="00B61745" w:rsidRDefault="00B61745" w:rsidP="00B61745">
          <w:pPr>
            <w:pStyle w:val="1664B911B3F84DA29818A99727369940"/>
          </w:pPr>
          <w:r w:rsidRPr="00154B89">
            <w:rPr>
              <w:rStyle w:val="PlaceholderText"/>
              <w:rFonts w:ascii="Arial" w:hAnsi="Arial" w:cs="Arial"/>
              <w:sz w:val="21"/>
              <w:szCs w:val="21"/>
            </w:rPr>
            <w:t xml:space="preserve"> </w:t>
          </w:r>
        </w:p>
      </w:docPartBody>
    </w:docPart>
    <w:docPart>
      <w:docPartPr>
        <w:name w:val="3CCB59350E7143159A41402C67E6078A"/>
        <w:category>
          <w:name w:val="General"/>
          <w:gallery w:val="placeholder"/>
        </w:category>
        <w:types>
          <w:type w:val="bbPlcHdr"/>
        </w:types>
        <w:behaviors>
          <w:behavior w:val="content"/>
        </w:behaviors>
        <w:guid w:val="{BA93FEA7-7EBD-48D8-9C28-AB781813ACDA}"/>
      </w:docPartPr>
      <w:docPartBody>
        <w:p w:rsidR="00B61745" w:rsidRDefault="00B61745" w:rsidP="00B61745">
          <w:pPr>
            <w:pStyle w:val="3CCB59350E7143159A41402C67E6078A"/>
          </w:pPr>
          <w:r w:rsidRPr="00154B89">
            <w:rPr>
              <w:rStyle w:val="PlaceholderText"/>
              <w:rFonts w:ascii="Arial" w:hAnsi="Arial" w:cs="Arial"/>
              <w:sz w:val="21"/>
              <w:szCs w:val="2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45"/>
    <w:rsid w:val="00B617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03BFCEA3C547CD9A96982E8DAD9020">
    <w:name w:val="4603BFCEA3C547CD9A96982E8DAD9020"/>
    <w:rsid w:val="00B61745"/>
  </w:style>
  <w:style w:type="character" w:styleId="PlaceholderText">
    <w:name w:val="Placeholder Text"/>
    <w:basedOn w:val="DefaultParagraphFont"/>
    <w:uiPriority w:val="99"/>
    <w:semiHidden/>
    <w:rsid w:val="00B61745"/>
    <w:rPr>
      <w:color w:val="808080"/>
    </w:rPr>
  </w:style>
  <w:style w:type="paragraph" w:customStyle="1" w:styleId="DD256D52108E4CBF8B17B81D192CABC5">
    <w:name w:val="DD256D52108E4CBF8B17B81D192CABC5"/>
    <w:rsid w:val="00B61745"/>
    <w:pPr>
      <w:spacing w:after="0" w:line="240" w:lineRule="auto"/>
    </w:pPr>
    <w:rPr>
      <w:rFonts w:eastAsiaTheme="minorHAnsi"/>
      <w:lang w:eastAsia="en-US"/>
    </w:rPr>
  </w:style>
  <w:style w:type="paragraph" w:customStyle="1" w:styleId="A84DDCC7D0744B0F882C35A2E2A147D7">
    <w:name w:val="A84DDCC7D0744B0F882C35A2E2A147D7"/>
    <w:rsid w:val="00B61745"/>
    <w:pPr>
      <w:spacing w:after="0" w:line="240" w:lineRule="auto"/>
    </w:pPr>
    <w:rPr>
      <w:rFonts w:eastAsiaTheme="minorHAnsi"/>
      <w:lang w:eastAsia="en-US"/>
    </w:rPr>
  </w:style>
  <w:style w:type="paragraph" w:customStyle="1" w:styleId="64E4196C13464380A71C7788D9A634EA">
    <w:name w:val="64E4196C13464380A71C7788D9A634EA"/>
    <w:rsid w:val="00B61745"/>
    <w:pPr>
      <w:spacing w:after="0" w:line="240" w:lineRule="auto"/>
    </w:pPr>
    <w:rPr>
      <w:rFonts w:eastAsiaTheme="minorHAnsi"/>
      <w:lang w:eastAsia="en-US"/>
    </w:rPr>
  </w:style>
  <w:style w:type="paragraph" w:customStyle="1" w:styleId="ECE35C59F5AB47C5B03F62A691ACDB05">
    <w:name w:val="ECE35C59F5AB47C5B03F62A691ACDB05"/>
    <w:rsid w:val="00B61745"/>
    <w:pPr>
      <w:spacing w:after="0" w:line="240" w:lineRule="auto"/>
    </w:pPr>
    <w:rPr>
      <w:rFonts w:eastAsiaTheme="minorHAnsi"/>
      <w:lang w:eastAsia="en-US"/>
    </w:rPr>
  </w:style>
  <w:style w:type="paragraph" w:customStyle="1" w:styleId="3D1C165105A941BAB82A64894ACB774E">
    <w:name w:val="3D1C165105A941BAB82A64894ACB774E"/>
    <w:rsid w:val="00B61745"/>
    <w:pPr>
      <w:spacing w:after="0" w:line="240" w:lineRule="auto"/>
    </w:pPr>
    <w:rPr>
      <w:rFonts w:eastAsiaTheme="minorHAnsi"/>
      <w:lang w:eastAsia="en-US"/>
    </w:rPr>
  </w:style>
  <w:style w:type="paragraph" w:customStyle="1" w:styleId="8291CA4A707F430DBF71325B1437DE4A">
    <w:name w:val="8291CA4A707F430DBF71325B1437DE4A"/>
    <w:rsid w:val="00B61745"/>
    <w:pPr>
      <w:spacing w:after="0" w:line="240" w:lineRule="auto"/>
    </w:pPr>
    <w:rPr>
      <w:rFonts w:eastAsiaTheme="minorHAnsi"/>
      <w:lang w:eastAsia="en-US"/>
    </w:rPr>
  </w:style>
  <w:style w:type="paragraph" w:customStyle="1" w:styleId="DF6D2F59135B4CA1847120901BD189B3">
    <w:name w:val="DF6D2F59135B4CA1847120901BD189B3"/>
    <w:rsid w:val="00B61745"/>
    <w:pPr>
      <w:spacing w:after="0" w:line="240" w:lineRule="auto"/>
    </w:pPr>
    <w:rPr>
      <w:rFonts w:eastAsiaTheme="minorHAnsi"/>
      <w:lang w:eastAsia="en-US"/>
    </w:rPr>
  </w:style>
  <w:style w:type="paragraph" w:customStyle="1" w:styleId="DCC26756AF7F479693F1FDFFEBB58723">
    <w:name w:val="DCC26756AF7F479693F1FDFFEBB58723"/>
    <w:rsid w:val="00B61745"/>
    <w:pPr>
      <w:spacing w:after="0" w:line="240" w:lineRule="auto"/>
    </w:pPr>
    <w:rPr>
      <w:rFonts w:eastAsiaTheme="minorHAnsi"/>
      <w:lang w:eastAsia="en-US"/>
    </w:rPr>
  </w:style>
  <w:style w:type="paragraph" w:customStyle="1" w:styleId="00BBDD9E01AA470582F513E5E8548CA0">
    <w:name w:val="00BBDD9E01AA470582F513E5E8548CA0"/>
    <w:rsid w:val="00B61745"/>
    <w:pPr>
      <w:spacing w:after="0" w:line="240" w:lineRule="auto"/>
    </w:pPr>
    <w:rPr>
      <w:rFonts w:eastAsiaTheme="minorHAnsi"/>
      <w:lang w:eastAsia="en-US"/>
    </w:rPr>
  </w:style>
  <w:style w:type="paragraph" w:customStyle="1" w:styleId="53975EB61CB0432097DA79A826570431">
    <w:name w:val="53975EB61CB0432097DA79A826570431"/>
    <w:rsid w:val="00B61745"/>
    <w:pPr>
      <w:spacing w:after="0" w:line="240" w:lineRule="auto"/>
    </w:pPr>
    <w:rPr>
      <w:rFonts w:eastAsiaTheme="minorHAnsi"/>
      <w:lang w:eastAsia="en-US"/>
    </w:rPr>
  </w:style>
  <w:style w:type="paragraph" w:customStyle="1" w:styleId="1D830A01768949FE80E5643084FD2CF1">
    <w:name w:val="1D830A01768949FE80E5643084FD2CF1"/>
    <w:rsid w:val="00B61745"/>
    <w:pPr>
      <w:spacing w:after="0" w:line="240" w:lineRule="auto"/>
    </w:pPr>
    <w:rPr>
      <w:rFonts w:eastAsiaTheme="minorHAnsi"/>
      <w:lang w:eastAsia="en-US"/>
    </w:rPr>
  </w:style>
  <w:style w:type="paragraph" w:customStyle="1" w:styleId="350F9BE171EE44B99F00066E3DEF94A0">
    <w:name w:val="350F9BE171EE44B99F00066E3DEF94A0"/>
    <w:rsid w:val="00B61745"/>
    <w:pPr>
      <w:spacing w:after="0" w:line="240" w:lineRule="auto"/>
    </w:pPr>
    <w:rPr>
      <w:rFonts w:eastAsiaTheme="minorHAnsi"/>
      <w:lang w:eastAsia="en-US"/>
    </w:rPr>
  </w:style>
  <w:style w:type="paragraph" w:customStyle="1" w:styleId="B981E8D1DD514040BD4A3CFBF5E5A08F">
    <w:name w:val="B981E8D1DD514040BD4A3CFBF5E5A08F"/>
    <w:rsid w:val="00B61745"/>
    <w:pPr>
      <w:spacing w:after="0" w:line="240" w:lineRule="auto"/>
    </w:pPr>
    <w:rPr>
      <w:rFonts w:eastAsiaTheme="minorHAnsi"/>
      <w:lang w:eastAsia="en-US"/>
    </w:rPr>
  </w:style>
  <w:style w:type="paragraph" w:customStyle="1" w:styleId="B97B93B717F944FEBA441B33DC192320">
    <w:name w:val="B97B93B717F944FEBA441B33DC192320"/>
    <w:rsid w:val="00B61745"/>
    <w:pPr>
      <w:spacing w:after="0" w:line="240" w:lineRule="auto"/>
    </w:pPr>
    <w:rPr>
      <w:rFonts w:eastAsiaTheme="minorHAnsi"/>
      <w:lang w:eastAsia="en-US"/>
    </w:rPr>
  </w:style>
  <w:style w:type="paragraph" w:customStyle="1" w:styleId="6F760498CE4E4BF58BB4E9B168E4A599">
    <w:name w:val="6F760498CE4E4BF58BB4E9B168E4A599"/>
    <w:rsid w:val="00B61745"/>
    <w:pPr>
      <w:spacing w:after="0" w:line="240" w:lineRule="auto"/>
    </w:pPr>
    <w:rPr>
      <w:rFonts w:eastAsiaTheme="minorHAnsi"/>
      <w:lang w:eastAsia="en-US"/>
    </w:rPr>
  </w:style>
  <w:style w:type="paragraph" w:customStyle="1" w:styleId="0C765F22D4BC4FB79C2F0DCF99F9E294">
    <w:name w:val="0C765F22D4BC4FB79C2F0DCF99F9E294"/>
    <w:rsid w:val="00B61745"/>
    <w:pPr>
      <w:spacing w:after="0" w:line="240" w:lineRule="auto"/>
    </w:pPr>
    <w:rPr>
      <w:rFonts w:eastAsiaTheme="minorHAnsi"/>
      <w:lang w:eastAsia="en-US"/>
    </w:rPr>
  </w:style>
  <w:style w:type="paragraph" w:customStyle="1" w:styleId="94B4144EB9104E44886C3DFE7BE07186">
    <w:name w:val="94B4144EB9104E44886C3DFE7BE07186"/>
    <w:rsid w:val="00B61745"/>
    <w:pPr>
      <w:spacing w:after="0" w:line="240" w:lineRule="auto"/>
    </w:pPr>
    <w:rPr>
      <w:rFonts w:eastAsiaTheme="minorHAnsi"/>
      <w:lang w:eastAsia="en-US"/>
    </w:rPr>
  </w:style>
  <w:style w:type="paragraph" w:customStyle="1" w:styleId="5659A714FE3F471EB84970A2A7573D87">
    <w:name w:val="5659A714FE3F471EB84970A2A7573D87"/>
    <w:rsid w:val="00B61745"/>
    <w:pPr>
      <w:spacing w:after="0" w:line="240" w:lineRule="auto"/>
    </w:pPr>
    <w:rPr>
      <w:rFonts w:eastAsiaTheme="minorHAnsi"/>
      <w:lang w:eastAsia="en-US"/>
    </w:rPr>
  </w:style>
  <w:style w:type="paragraph" w:customStyle="1" w:styleId="921057A66AD14069999AD4D7B7ED0004">
    <w:name w:val="921057A66AD14069999AD4D7B7ED0004"/>
    <w:rsid w:val="00B61745"/>
    <w:pPr>
      <w:spacing w:after="0" w:line="240" w:lineRule="auto"/>
    </w:pPr>
    <w:rPr>
      <w:rFonts w:eastAsiaTheme="minorHAnsi"/>
      <w:lang w:eastAsia="en-US"/>
    </w:rPr>
  </w:style>
  <w:style w:type="paragraph" w:customStyle="1" w:styleId="C307554BA28D4FEA92E0EBC5F998ACC3">
    <w:name w:val="C307554BA28D4FEA92E0EBC5F998ACC3"/>
    <w:rsid w:val="00B61745"/>
    <w:pPr>
      <w:spacing w:after="0" w:line="240" w:lineRule="auto"/>
    </w:pPr>
    <w:rPr>
      <w:rFonts w:eastAsiaTheme="minorHAnsi"/>
      <w:lang w:eastAsia="en-US"/>
    </w:rPr>
  </w:style>
  <w:style w:type="paragraph" w:customStyle="1" w:styleId="876DD50F4808402CBB466907EDC6DC23">
    <w:name w:val="876DD50F4808402CBB466907EDC6DC23"/>
    <w:rsid w:val="00B61745"/>
    <w:pPr>
      <w:spacing w:after="0" w:line="240" w:lineRule="auto"/>
    </w:pPr>
    <w:rPr>
      <w:rFonts w:eastAsiaTheme="minorHAnsi"/>
      <w:lang w:eastAsia="en-US"/>
    </w:rPr>
  </w:style>
  <w:style w:type="paragraph" w:customStyle="1" w:styleId="050BB28204B14D9588E904876A49CCF5">
    <w:name w:val="050BB28204B14D9588E904876A49CCF5"/>
    <w:rsid w:val="00B61745"/>
    <w:pPr>
      <w:spacing w:after="0" w:line="240" w:lineRule="auto"/>
    </w:pPr>
    <w:rPr>
      <w:rFonts w:eastAsiaTheme="minorHAnsi"/>
      <w:lang w:eastAsia="en-US"/>
    </w:rPr>
  </w:style>
  <w:style w:type="paragraph" w:customStyle="1" w:styleId="A47E20C2062B4541B5F2C24DB7AFF2F5">
    <w:name w:val="A47E20C2062B4541B5F2C24DB7AFF2F5"/>
    <w:rsid w:val="00B61745"/>
    <w:pPr>
      <w:spacing w:after="0" w:line="240" w:lineRule="auto"/>
    </w:pPr>
    <w:rPr>
      <w:rFonts w:eastAsiaTheme="minorHAnsi"/>
      <w:lang w:eastAsia="en-US"/>
    </w:rPr>
  </w:style>
  <w:style w:type="paragraph" w:customStyle="1" w:styleId="B21032FD071645C88124EBFDC4AE4F3C">
    <w:name w:val="B21032FD071645C88124EBFDC4AE4F3C"/>
    <w:rsid w:val="00B61745"/>
    <w:pPr>
      <w:spacing w:after="0" w:line="240" w:lineRule="auto"/>
    </w:pPr>
    <w:rPr>
      <w:rFonts w:eastAsiaTheme="minorHAnsi"/>
      <w:lang w:eastAsia="en-US"/>
    </w:rPr>
  </w:style>
  <w:style w:type="paragraph" w:customStyle="1" w:styleId="0BBC104D907F46718D2DAFBA9A27D8DF">
    <w:name w:val="0BBC104D907F46718D2DAFBA9A27D8DF"/>
    <w:rsid w:val="00B61745"/>
    <w:pPr>
      <w:spacing w:after="0" w:line="240" w:lineRule="auto"/>
    </w:pPr>
    <w:rPr>
      <w:rFonts w:eastAsiaTheme="minorHAnsi"/>
      <w:lang w:eastAsia="en-US"/>
    </w:rPr>
  </w:style>
  <w:style w:type="paragraph" w:customStyle="1" w:styleId="0DE7587A20F74226BF10CAEB039A2C4A">
    <w:name w:val="0DE7587A20F74226BF10CAEB039A2C4A"/>
    <w:rsid w:val="00B61745"/>
    <w:pPr>
      <w:spacing w:after="0" w:line="240" w:lineRule="auto"/>
    </w:pPr>
    <w:rPr>
      <w:rFonts w:eastAsiaTheme="minorHAnsi"/>
      <w:lang w:eastAsia="en-US"/>
    </w:rPr>
  </w:style>
  <w:style w:type="paragraph" w:customStyle="1" w:styleId="E8E61453573A45479B87F9A484ACC146">
    <w:name w:val="E8E61453573A45479B87F9A484ACC146"/>
    <w:rsid w:val="00B61745"/>
    <w:pPr>
      <w:spacing w:after="0" w:line="240" w:lineRule="auto"/>
    </w:pPr>
    <w:rPr>
      <w:rFonts w:eastAsiaTheme="minorHAnsi"/>
      <w:lang w:eastAsia="en-US"/>
    </w:rPr>
  </w:style>
  <w:style w:type="paragraph" w:customStyle="1" w:styleId="3524D10C2AE64CA29FF436D376561F05">
    <w:name w:val="3524D10C2AE64CA29FF436D376561F05"/>
    <w:rsid w:val="00B61745"/>
    <w:pPr>
      <w:spacing w:after="0" w:line="240" w:lineRule="auto"/>
    </w:pPr>
    <w:rPr>
      <w:rFonts w:eastAsiaTheme="minorHAnsi"/>
      <w:lang w:eastAsia="en-US"/>
    </w:rPr>
  </w:style>
  <w:style w:type="paragraph" w:customStyle="1" w:styleId="4E268CF3A360497DAC85898854A01952">
    <w:name w:val="4E268CF3A360497DAC85898854A01952"/>
    <w:rsid w:val="00B61745"/>
    <w:pPr>
      <w:spacing w:after="0" w:line="240" w:lineRule="auto"/>
    </w:pPr>
    <w:rPr>
      <w:rFonts w:eastAsiaTheme="minorHAnsi"/>
      <w:lang w:eastAsia="en-US"/>
    </w:rPr>
  </w:style>
  <w:style w:type="paragraph" w:customStyle="1" w:styleId="D2F37AF620EB4264B04604B7A12941A2">
    <w:name w:val="D2F37AF620EB4264B04604B7A12941A2"/>
    <w:rsid w:val="00B61745"/>
    <w:pPr>
      <w:spacing w:after="0" w:line="240" w:lineRule="auto"/>
    </w:pPr>
    <w:rPr>
      <w:rFonts w:eastAsiaTheme="minorHAnsi"/>
      <w:lang w:eastAsia="en-US"/>
    </w:rPr>
  </w:style>
  <w:style w:type="paragraph" w:customStyle="1" w:styleId="BC9951FDEBFA40E3A8592E0ECDB23C04">
    <w:name w:val="BC9951FDEBFA40E3A8592E0ECDB23C04"/>
    <w:rsid w:val="00B61745"/>
    <w:pPr>
      <w:spacing w:after="0" w:line="240" w:lineRule="auto"/>
    </w:pPr>
    <w:rPr>
      <w:rFonts w:eastAsiaTheme="minorHAnsi"/>
      <w:lang w:eastAsia="en-US"/>
    </w:rPr>
  </w:style>
  <w:style w:type="paragraph" w:customStyle="1" w:styleId="2CBC35A5871D435F873A24AAAD0BDD41">
    <w:name w:val="2CBC35A5871D435F873A24AAAD0BDD41"/>
    <w:rsid w:val="00B61745"/>
    <w:pPr>
      <w:spacing w:after="0" w:line="240" w:lineRule="auto"/>
    </w:pPr>
    <w:rPr>
      <w:rFonts w:eastAsiaTheme="minorHAnsi"/>
      <w:lang w:eastAsia="en-US"/>
    </w:rPr>
  </w:style>
  <w:style w:type="paragraph" w:customStyle="1" w:styleId="99772C23927343A695C7FF82FFA5EF0A">
    <w:name w:val="99772C23927343A695C7FF82FFA5EF0A"/>
    <w:rsid w:val="00B61745"/>
    <w:pPr>
      <w:spacing w:after="0" w:line="240" w:lineRule="auto"/>
    </w:pPr>
    <w:rPr>
      <w:rFonts w:eastAsiaTheme="minorHAnsi"/>
      <w:lang w:eastAsia="en-US"/>
    </w:rPr>
  </w:style>
  <w:style w:type="paragraph" w:customStyle="1" w:styleId="E31EA898DEF444D590DDB1A4964FF7B9">
    <w:name w:val="E31EA898DEF444D590DDB1A4964FF7B9"/>
    <w:rsid w:val="00B61745"/>
    <w:pPr>
      <w:spacing w:after="0" w:line="240" w:lineRule="auto"/>
    </w:pPr>
    <w:rPr>
      <w:rFonts w:eastAsiaTheme="minorHAnsi"/>
      <w:lang w:eastAsia="en-US"/>
    </w:rPr>
  </w:style>
  <w:style w:type="paragraph" w:customStyle="1" w:styleId="B84A30E727E24EDEA85AD9F0338C885E">
    <w:name w:val="B84A30E727E24EDEA85AD9F0338C885E"/>
    <w:rsid w:val="00B61745"/>
    <w:pPr>
      <w:spacing w:after="0" w:line="240" w:lineRule="auto"/>
    </w:pPr>
    <w:rPr>
      <w:rFonts w:eastAsiaTheme="minorHAnsi"/>
      <w:lang w:eastAsia="en-US"/>
    </w:rPr>
  </w:style>
  <w:style w:type="paragraph" w:customStyle="1" w:styleId="15B5137D031D420EA8EE1AC70059B1CE">
    <w:name w:val="15B5137D031D420EA8EE1AC70059B1CE"/>
    <w:rsid w:val="00B61745"/>
    <w:pPr>
      <w:spacing w:after="0" w:line="240" w:lineRule="auto"/>
    </w:pPr>
    <w:rPr>
      <w:rFonts w:eastAsiaTheme="minorHAnsi"/>
      <w:lang w:eastAsia="en-US"/>
    </w:rPr>
  </w:style>
  <w:style w:type="paragraph" w:customStyle="1" w:styleId="81AA7292CB07490493AFCC5006751774">
    <w:name w:val="81AA7292CB07490493AFCC5006751774"/>
    <w:rsid w:val="00B61745"/>
    <w:pPr>
      <w:spacing w:after="0" w:line="240" w:lineRule="auto"/>
    </w:pPr>
    <w:rPr>
      <w:rFonts w:eastAsiaTheme="minorHAnsi"/>
      <w:lang w:eastAsia="en-US"/>
    </w:rPr>
  </w:style>
  <w:style w:type="paragraph" w:customStyle="1" w:styleId="EF922273DCD24412A8599C9B42EBF688">
    <w:name w:val="EF922273DCD24412A8599C9B42EBF688"/>
    <w:rsid w:val="00B61745"/>
    <w:pPr>
      <w:spacing w:after="0" w:line="240" w:lineRule="auto"/>
    </w:pPr>
    <w:rPr>
      <w:rFonts w:eastAsiaTheme="minorHAnsi"/>
      <w:lang w:eastAsia="en-US"/>
    </w:rPr>
  </w:style>
  <w:style w:type="paragraph" w:customStyle="1" w:styleId="A95C38A09AE3427EAC134AE1DECA89A4">
    <w:name w:val="A95C38A09AE3427EAC134AE1DECA89A4"/>
    <w:rsid w:val="00B61745"/>
    <w:pPr>
      <w:spacing w:after="0" w:line="240" w:lineRule="auto"/>
    </w:pPr>
    <w:rPr>
      <w:rFonts w:eastAsiaTheme="minorHAnsi"/>
      <w:lang w:eastAsia="en-US"/>
    </w:rPr>
  </w:style>
  <w:style w:type="paragraph" w:customStyle="1" w:styleId="F6825B8603DB40B4B809DC6F41E956E0">
    <w:name w:val="F6825B8603DB40B4B809DC6F41E956E0"/>
    <w:rsid w:val="00B61745"/>
    <w:pPr>
      <w:spacing w:after="0" w:line="240" w:lineRule="auto"/>
    </w:pPr>
    <w:rPr>
      <w:rFonts w:eastAsiaTheme="minorHAnsi"/>
      <w:lang w:eastAsia="en-US"/>
    </w:rPr>
  </w:style>
  <w:style w:type="paragraph" w:customStyle="1" w:styleId="DFF21ACFF93D437393DCD5A4F6FFE558">
    <w:name w:val="DFF21ACFF93D437393DCD5A4F6FFE558"/>
    <w:rsid w:val="00B61745"/>
    <w:pPr>
      <w:spacing w:after="0" w:line="240" w:lineRule="auto"/>
    </w:pPr>
    <w:rPr>
      <w:rFonts w:eastAsiaTheme="minorHAnsi"/>
      <w:lang w:eastAsia="en-US"/>
    </w:rPr>
  </w:style>
  <w:style w:type="paragraph" w:customStyle="1" w:styleId="0C72AA85C9944B3B9777CD0474904992">
    <w:name w:val="0C72AA85C9944B3B9777CD0474904992"/>
    <w:rsid w:val="00B61745"/>
    <w:pPr>
      <w:spacing w:after="0" w:line="240" w:lineRule="auto"/>
    </w:pPr>
    <w:rPr>
      <w:rFonts w:eastAsiaTheme="minorHAnsi"/>
      <w:lang w:eastAsia="en-US"/>
    </w:rPr>
  </w:style>
  <w:style w:type="paragraph" w:customStyle="1" w:styleId="1922D6E058EC48B4891E80507F4F3682">
    <w:name w:val="1922D6E058EC48B4891E80507F4F3682"/>
    <w:rsid w:val="00B61745"/>
    <w:pPr>
      <w:spacing w:after="0" w:line="240" w:lineRule="auto"/>
    </w:pPr>
    <w:rPr>
      <w:rFonts w:eastAsiaTheme="minorHAnsi"/>
      <w:lang w:eastAsia="en-US"/>
    </w:rPr>
  </w:style>
  <w:style w:type="paragraph" w:customStyle="1" w:styleId="74BBC1FFD6154E7C8EC265D7AF05EB52">
    <w:name w:val="74BBC1FFD6154E7C8EC265D7AF05EB52"/>
    <w:rsid w:val="00B61745"/>
    <w:pPr>
      <w:spacing w:after="0" w:line="240" w:lineRule="auto"/>
    </w:pPr>
    <w:rPr>
      <w:rFonts w:eastAsiaTheme="minorHAnsi"/>
      <w:lang w:eastAsia="en-US"/>
    </w:rPr>
  </w:style>
  <w:style w:type="paragraph" w:customStyle="1" w:styleId="C5ACE0CCC2C3497FBBD2267EE6F38771">
    <w:name w:val="C5ACE0CCC2C3497FBBD2267EE6F38771"/>
    <w:rsid w:val="00B61745"/>
    <w:pPr>
      <w:spacing w:after="0" w:line="240" w:lineRule="auto"/>
    </w:pPr>
    <w:rPr>
      <w:rFonts w:eastAsiaTheme="minorHAnsi"/>
      <w:lang w:eastAsia="en-US"/>
    </w:rPr>
  </w:style>
  <w:style w:type="paragraph" w:customStyle="1" w:styleId="6DC7F3E00EBF485B8B701ED61D125C8B">
    <w:name w:val="6DC7F3E00EBF485B8B701ED61D125C8B"/>
    <w:rsid w:val="00B61745"/>
    <w:pPr>
      <w:spacing w:after="0" w:line="240" w:lineRule="auto"/>
    </w:pPr>
    <w:rPr>
      <w:rFonts w:eastAsiaTheme="minorHAnsi"/>
      <w:lang w:eastAsia="en-US"/>
    </w:rPr>
  </w:style>
  <w:style w:type="paragraph" w:customStyle="1" w:styleId="C1DFE290A48F4A5FAFE1D022CBD83180">
    <w:name w:val="C1DFE290A48F4A5FAFE1D022CBD83180"/>
    <w:rsid w:val="00B61745"/>
    <w:pPr>
      <w:spacing w:after="0" w:line="240" w:lineRule="auto"/>
    </w:pPr>
    <w:rPr>
      <w:rFonts w:eastAsiaTheme="minorHAnsi"/>
      <w:lang w:eastAsia="en-US"/>
    </w:rPr>
  </w:style>
  <w:style w:type="paragraph" w:customStyle="1" w:styleId="FB317F2D029F487BA4E9CFF9E6F0850B">
    <w:name w:val="FB317F2D029F487BA4E9CFF9E6F0850B"/>
    <w:rsid w:val="00B61745"/>
    <w:pPr>
      <w:spacing w:after="0" w:line="240" w:lineRule="auto"/>
    </w:pPr>
    <w:rPr>
      <w:rFonts w:eastAsiaTheme="minorHAnsi"/>
      <w:lang w:eastAsia="en-US"/>
    </w:rPr>
  </w:style>
  <w:style w:type="paragraph" w:customStyle="1" w:styleId="242612BCE4394D069672827DC3B1D312">
    <w:name w:val="242612BCE4394D069672827DC3B1D312"/>
    <w:rsid w:val="00B61745"/>
    <w:pPr>
      <w:spacing w:after="0" w:line="240" w:lineRule="auto"/>
    </w:pPr>
    <w:rPr>
      <w:rFonts w:eastAsiaTheme="minorHAnsi"/>
      <w:lang w:eastAsia="en-US"/>
    </w:rPr>
  </w:style>
  <w:style w:type="paragraph" w:customStyle="1" w:styleId="54F67AD7F8F546D79D611E3D511135C8">
    <w:name w:val="54F67AD7F8F546D79D611E3D511135C8"/>
    <w:rsid w:val="00B61745"/>
    <w:pPr>
      <w:spacing w:after="0" w:line="240" w:lineRule="auto"/>
    </w:pPr>
    <w:rPr>
      <w:rFonts w:eastAsiaTheme="minorHAnsi"/>
      <w:lang w:eastAsia="en-US"/>
    </w:rPr>
  </w:style>
  <w:style w:type="paragraph" w:customStyle="1" w:styleId="A077B6D81E4C4EBF9AC6E15A4F3B9BBC">
    <w:name w:val="A077B6D81E4C4EBF9AC6E15A4F3B9BBC"/>
    <w:rsid w:val="00B61745"/>
    <w:pPr>
      <w:spacing w:after="0" w:line="240" w:lineRule="auto"/>
    </w:pPr>
    <w:rPr>
      <w:rFonts w:eastAsiaTheme="minorHAnsi"/>
      <w:lang w:eastAsia="en-US"/>
    </w:rPr>
  </w:style>
  <w:style w:type="paragraph" w:customStyle="1" w:styleId="88066A3F15494BD483F05DD57307E153">
    <w:name w:val="88066A3F15494BD483F05DD57307E153"/>
    <w:rsid w:val="00B61745"/>
    <w:pPr>
      <w:spacing w:after="0" w:line="240" w:lineRule="auto"/>
    </w:pPr>
    <w:rPr>
      <w:rFonts w:eastAsiaTheme="minorHAnsi"/>
      <w:lang w:eastAsia="en-US"/>
    </w:rPr>
  </w:style>
  <w:style w:type="paragraph" w:customStyle="1" w:styleId="E1885C3DE87249F7B9C0E7DE96C384CE">
    <w:name w:val="E1885C3DE87249F7B9C0E7DE96C384CE"/>
    <w:rsid w:val="00B61745"/>
    <w:pPr>
      <w:spacing w:after="0" w:line="240" w:lineRule="auto"/>
    </w:pPr>
    <w:rPr>
      <w:rFonts w:eastAsiaTheme="minorHAnsi"/>
      <w:lang w:eastAsia="en-US"/>
    </w:rPr>
  </w:style>
  <w:style w:type="paragraph" w:customStyle="1" w:styleId="F315DCBE6B46406EAF408A4C6B397EF2">
    <w:name w:val="F315DCBE6B46406EAF408A4C6B397EF2"/>
    <w:rsid w:val="00B61745"/>
    <w:pPr>
      <w:spacing w:after="0" w:line="240" w:lineRule="auto"/>
    </w:pPr>
    <w:rPr>
      <w:rFonts w:eastAsiaTheme="minorHAnsi"/>
      <w:lang w:eastAsia="en-US"/>
    </w:rPr>
  </w:style>
  <w:style w:type="paragraph" w:customStyle="1" w:styleId="9CE50E615A1C43568B9A3CE67292A806">
    <w:name w:val="9CE50E615A1C43568B9A3CE67292A806"/>
    <w:rsid w:val="00B61745"/>
    <w:pPr>
      <w:spacing w:after="0" w:line="240" w:lineRule="auto"/>
    </w:pPr>
    <w:rPr>
      <w:rFonts w:eastAsiaTheme="minorHAnsi"/>
      <w:lang w:eastAsia="en-US"/>
    </w:rPr>
  </w:style>
  <w:style w:type="paragraph" w:customStyle="1" w:styleId="817039168E704398889FAACA42256CFC">
    <w:name w:val="817039168E704398889FAACA42256CFC"/>
    <w:rsid w:val="00B61745"/>
    <w:pPr>
      <w:spacing w:after="0" w:line="240" w:lineRule="auto"/>
    </w:pPr>
    <w:rPr>
      <w:rFonts w:eastAsiaTheme="minorHAnsi"/>
      <w:lang w:eastAsia="en-US"/>
    </w:rPr>
  </w:style>
  <w:style w:type="paragraph" w:customStyle="1" w:styleId="5E5B7B9D9B0747D0B649A3E4068CC882">
    <w:name w:val="5E5B7B9D9B0747D0B649A3E4068CC882"/>
    <w:rsid w:val="00B61745"/>
    <w:pPr>
      <w:spacing w:after="0" w:line="240" w:lineRule="auto"/>
    </w:pPr>
    <w:rPr>
      <w:rFonts w:eastAsiaTheme="minorHAnsi"/>
      <w:lang w:eastAsia="en-US"/>
    </w:rPr>
  </w:style>
  <w:style w:type="paragraph" w:customStyle="1" w:styleId="E3361525FDD04242B9C34CCF6B58871D">
    <w:name w:val="E3361525FDD04242B9C34CCF6B58871D"/>
    <w:rsid w:val="00B61745"/>
    <w:pPr>
      <w:spacing w:after="0" w:line="240" w:lineRule="auto"/>
    </w:pPr>
    <w:rPr>
      <w:rFonts w:eastAsiaTheme="minorHAnsi"/>
      <w:lang w:eastAsia="en-US"/>
    </w:rPr>
  </w:style>
  <w:style w:type="paragraph" w:customStyle="1" w:styleId="AD6C52553F674174AE652FA95A533DB2">
    <w:name w:val="AD6C52553F674174AE652FA95A533DB2"/>
    <w:rsid w:val="00B61745"/>
    <w:pPr>
      <w:spacing w:after="0" w:line="240" w:lineRule="auto"/>
    </w:pPr>
    <w:rPr>
      <w:rFonts w:eastAsiaTheme="minorHAnsi"/>
      <w:lang w:eastAsia="en-US"/>
    </w:rPr>
  </w:style>
  <w:style w:type="paragraph" w:customStyle="1" w:styleId="FC87421F0BBB402B9817D600933B9C63">
    <w:name w:val="FC87421F0BBB402B9817D600933B9C63"/>
    <w:rsid w:val="00B61745"/>
    <w:pPr>
      <w:spacing w:after="0" w:line="240" w:lineRule="auto"/>
    </w:pPr>
    <w:rPr>
      <w:rFonts w:eastAsiaTheme="minorHAnsi"/>
      <w:lang w:eastAsia="en-US"/>
    </w:rPr>
  </w:style>
  <w:style w:type="paragraph" w:customStyle="1" w:styleId="71159BBB2AC04A369A9CE3B17F17BAFC">
    <w:name w:val="71159BBB2AC04A369A9CE3B17F17BAFC"/>
    <w:rsid w:val="00B61745"/>
    <w:pPr>
      <w:spacing w:after="0" w:line="240" w:lineRule="auto"/>
    </w:pPr>
    <w:rPr>
      <w:rFonts w:eastAsiaTheme="minorHAnsi"/>
      <w:lang w:eastAsia="en-US"/>
    </w:rPr>
  </w:style>
  <w:style w:type="paragraph" w:customStyle="1" w:styleId="01EF6642392347E3BEE097E195148495">
    <w:name w:val="01EF6642392347E3BEE097E195148495"/>
    <w:rsid w:val="00B61745"/>
    <w:pPr>
      <w:spacing w:after="0" w:line="240" w:lineRule="auto"/>
    </w:pPr>
    <w:rPr>
      <w:rFonts w:eastAsiaTheme="minorHAnsi"/>
      <w:lang w:eastAsia="en-US"/>
    </w:rPr>
  </w:style>
  <w:style w:type="paragraph" w:customStyle="1" w:styleId="059826FDE48B4F5B9A02D6A0C987221F">
    <w:name w:val="059826FDE48B4F5B9A02D6A0C987221F"/>
    <w:rsid w:val="00B61745"/>
    <w:pPr>
      <w:spacing w:after="0" w:line="240" w:lineRule="auto"/>
    </w:pPr>
    <w:rPr>
      <w:rFonts w:eastAsiaTheme="minorHAnsi"/>
      <w:lang w:eastAsia="en-US"/>
    </w:rPr>
  </w:style>
  <w:style w:type="paragraph" w:customStyle="1" w:styleId="ABCC3D9E2177476AA4C4E49465DD9C6E">
    <w:name w:val="ABCC3D9E2177476AA4C4E49465DD9C6E"/>
    <w:rsid w:val="00B61745"/>
    <w:pPr>
      <w:spacing w:after="0" w:line="240" w:lineRule="auto"/>
    </w:pPr>
    <w:rPr>
      <w:rFonts w:eastAsiaTheme="minorHAnsi"/>
      <w:lang w:eastAsia="en-US"/>
    </w:rPr>
  </w:style>
  <w:style w:type="paragraph" w:customStyle="1" w:styleId="958D7DEB1A854936A0FC62248E7141B8">
    <w:name w:val="958D7DEB1A854936A0FC62248E7141B8"/>
    <w:rsid w:val="00B61745"/>
    <w:pPr>
      <w:spacing w:after="0" w:line="240" w:lineRule="auto"/>
    </w:pPr>
    <w:rPr>
      <w:rFonts w:eastAsiaTheme="minorHAnsi"/>
      <w:lang w:eastAsia="en-US"/>
    </w:rPr>
  </w:style>
  <w:style w:type="paragraph" w:customStyle="1" w:styleId="A3AF917F49704B4C8D5CE143F0B18994">
    <w:name w:val="A3AF917F49704B4C8D5CE143F0B18994"/>
    <w:rsid w:val="00B61745"/>
    <w:pPr>
      <w:spacing w:after="0" w:line="240" w:lineRule="auto"/>
    </w:pPr>
    <w:rPr>
      <w:rFonts w:eastAsiaTheme="minorHAnsi"/>
      <w:lang w:eastAsia="en-US"/>
    </w:rPr>
  </w:style>
  <w:style w:type="paragraph" w:customStyle="1" w:styleId="461BA76A474A48F89FE22CBEF4623E19">
    <w:name w:val="461BA76A474A48F89FE22CBEF4623E19"/>
    <w:rsid w:val="00B61745"/>
    <w:pPr>
      <w:spacing w:after="0" w:line="240" w:lineRule="auto"/>
    </w:pPr>
    <w:rPr>
      <w:rFonts w:eastAsiaTheme="minorHAnsi"/>
      <w:lang w:eastAsia="en-US"/>
    </w:rPr>
  </w:style>
  <w:style w:type="paragraph" w:customStyle="1" w:styleId="8A9D576EBF794942AB729C0B796DD33A">
    <w:name w:val="8A9D576EBF794942AB729C0B796DD33A"/>
    <w:rsid w:val="00B61745"/>
    <w:pPr>
      <w:spacing w:after="0" w:line="240" w:lineRule="auto"/>
    </w:pPr>
    <w:rPr>
      <w:rFonts w:eastAsiaTheme="minorHAnsi"/>
      <w:lang w:eastAsia="en-US"/>
    </w:rPr>
  </w:style>
  <w:style w:type="paragraph" w:customStyle="1" w:styleId="ECF5B91CBD3145279822184D64F6BA9F">
    <w:name w:val="ECF5B91CBD3145279822184D64F6BA9F"/>
    <w:rsid w:val="00B61745"/>
    <w:pPr>
      <w:spacing w:after="0" w:line="240" w:lineRule="auto"/>
    </w:pPr>
    <w:rPr>
      <w:rFonts w:eastAsiaTheme="minorHAnsi"/>
      <w:lang w:eastAsia="en-US"/>
    </w:rPr>
  </w:style>
  <w:style w:type="paragraph" w:customStyle="1" w:styleId="7C835B9DA7B843DCA99BC607D6C8BCEA">
    <w:name w:val="7C835B9DA7B843DCA99BC607D6C8BCEA"/>
    <w:rsid w:val="00B61745"/>
    <w:pPr>
      <w:spacing w:after="0" w:line="240" w:lineRule="auto"/>
    </w:pPr>
    <w:rPr>
      <w:rFonts w:eastAsiaTheme="minorHAnsi"/>
      <w:lang w:eastAsia="en-US"/>
    </w:rPr>
  </w:style>
  <w:style w:type="paragraph" w:customStyle="1" w:styleId="EA0A7B728D5C46029E5DDA370828B90B">
    <w:name w:val="EA0A7B728D5C46029E5DDA370828B90B"/>
    <w:rsid w:val="00B61745"/>
    <w:pPr>
      <w:spacing w:after="0" w:line="240" w:lineRule="auto"/>
    </w:pPr>
    <w:rPr>
      <w:rFonts w:eastAsiaTheme="minorHAnsi"/>
      <w:lang w:eastAsia="en-US"/>
    </w:rPr>
  </w:style>
  <w:style w:type="paragraph" w:customStyle="1" w:styleId="51BB0A747B744FC88B862D874B2A5223">
    <w:name w:val="51BB0A747B744FC88B862D874B2A5223"/>
    <w:rsid w:val="00B61745"/>
    <w:pPr>
      <w:spacing w:after="0" w:line="240" w:lineRule="auto"/>
    </w:pPr>
    <w:rPr>
      <w:rFonts w:eastAsiaTheme="minorHAnsi"/>
      <w:lang w:eastAsia="en-US"/>
    </w:rPr>
  </w:style>
  <w:style w:type="paragraph" w:customStyle="1" w:styleId="D54E2E42E47743DE89E1F3D4295BE4E2">
    <w:name w:val="D54E2E42E47743DE89E1F3D4295BE4E2"/>
    <w:rsid w:val="00B61745"/>
    <w:pPr>
      <w:spacing w:after="0" w:line="240" w:lineRule="auto"/>
    </w:pPr>
    <w:rPr>
      <w:rFonts w:eastAsiaTheme="minorHAnsi"/>
      <w:lang w:eastAsia="en-US"/>
    </w:rPr>
  </w:style>
  <w:style w:type="paragraph" w:customStyle="1" w:styleId="FF7EF4C2237248088C4C9F05A46FC135">
    <w:name w:val="FF7EF4C2237248088C4C9F05A46FC135"/>
    <w:rsid w:val="00B61745"/>
    <w:pPr>
      <w:spacing w:after="0" w:line="240" w:lineRule="auto"/>
    </w:pPr>
    <w:rPr>
      <w:rFonts w:eastAsiaTheme="minorHAnsi"/>
      <w:lang w:eastAsia="en-US"/>
    </w:rPr>
  </w:style>
  <w:style w:type="paragraph" w:customStyle="1" w:styleId="A224417D99464D1EBB43020BC8F65260">
    <w:name w:val="A224417D99464D1EBB43020BC8F65260"/>
    <w:rsid w:val="00B61745"/>
    <w:pPr>
      <w:spacing w:after="0" w:line="240" w:lineRule="auto"/>
    </w:pPr>
    <w:rPr>
      <w:rFonts w:eastAsiaTheme="minorHAnsi"/>
      <w:lang w:eastAsia="en-US"/>
    </w:rPr>
  </w:style>
  <w:style w:type="paragraph" w:customStyle="1" w:styleId="D914A6593B8243289E58ACAAFEFCE3A7">
    <w:name w:val="D914A6593B8243289E58ACAAFEFCE3A7"/>
    <w:rsid w:val="00B61745"/>
    <w:pPr>
      <w:spacing w:after="0" w:line="240" w:lineRule="auto"/>
    </w:pPr>
    <w:rPr>
      <w:rFonts w:eastAsiaTheme="minorHAnsi"/>
      <w:lang w:eastAsia="en-US"/>
    </w:rPr>
  </w:style>
  <w:style w:type="paragraph" w:customStyle="1" w:styleId="81CECC3E68894C9D83CBF0E941DB1D9A">
    <w:name w:val="81CECC3E68894C9D83CBF0E941DB1D9A"/>
    <w:rsid w:val="00B61745"/>
    <w:pPr>
      <w:spacing w:after="0" w:line="240" w:lineRule="auto"/>
    </w:pPr>
    <w:rPr>
      <w:rFonts w:eastAsiaTheme="minorHAnsi"/>
      <w:lang w:eastAsia="en-US"/>
    </w:rPr>
  </w:style>
  <w:style w:type="paragraph" w:customStyle="1" w:styleId="57C54B13E21D4974AC048A1A88FEECBD">
    <w:name w:val="57C54B13E21D4974AC048A1A88FEECBD"/>
    <w:rsid w:val="00B61745"/>
    <w:pPr>
      <w:spacing w:after="0" w:line="240" w:lineRule="auto"/>
    </w:pPr>
    <w:rPr>
      <w:rFonts w:eastAsiaTheme="minorHAnsi"/>
      <w:lang w:eastAsia="en-US"/>
    </w:rPr>
  </w:style>
  <w:style w:type="paragraph" w:customStyle="1" w:styleId="01549EDBF15E412091C277F953F434BC">
    <w:name w:val="01549EDBF15E412091C277F953F434BC"/>
    <w:rsid w:val="00B61745"/>
    <w:pPr>
      <w:spacing w:after="0" w:line="240" w:lineRule="auto"/>
    </w:pPr>
    <w:rPr>
      <w:rFonts w:eastAsiaTheme="minorHAnsi"/>
      <w:lang w:eastAsia="en-US"/>
    </w:rPr>
  </w:style>
  <w:style w:type="paragraph" w:customStyle="1" w:styleId="7B514CA21E2143D78228DEBC40317632">
    <w:name w:val="7B514CA21E2143D78228DEBC40317632"/>
    <w:rsid w:val="00B61745"/>
    <w:pPr>
      <w:spacing w:after="0" w:line="240" w:lineRule="auto"/>
    </w:pPr>
    <w:rPr>
      <w:rFonts w:eastAsiaTheme="minorHAnsi"/>
      <w:lang w:eastAsia="en-US"/>
    </w:rPr>
  </w:style>
  <w:style w:type="paragraph" w:customStyle="1" w:styleId="2CF7E38C0A124FEFB9ABF6C7B3A53934">
    <w:name w:val="2CF7E38C0A124FEFB9ABF6C7B3A53934"/>
    <w:rsid w:val="00B61745"/>
    <w:pPr>
      <w:spacing w:after="0" w:line="240" w:lineRule="auto"/>
    </w:pPr>
    <w:rPr>
      <w:rFonts w:eastAsiaTheme="minorHAnsi"/>
      <w:lang w:eastAsia="en-US"/>
    </w:rPr>
  </w:style>
  <w:style w:type="paragraph" w:customStyle="1" w:styleId="568D498CD7994076A96DC78096AFADB3">
    <w:name w:val="568D498CD7994076A96DC78096AFADB3"/>
    <w:rsid w:val="00B61745"/>
    <w:pPr>
      <w:spacing w:after="0" w:line="240" w:lineRule="auto"/>
    </w:pPr>
    <w:rPr>
      <w:rFonts w:eastAsiaTheme="minorHAnsi"/>
      <w:lang w:eastAsia="en-US"/>
    </w:rPr>
  </w:style>
  <w:style w:type="paragraph" w:customStyle="1" w:styleId="830D830D63FD41239353355EDA4A7E0F">
    <w:name w:val="830D830D63FD41239353355EDA4A7E0F"/>
    <w:rsid w:val="00B61745"/>
    <w:pPr>
      <w:spacing w:after="0" w:line="240" w:lineRule="auto"/>
    </w:pPr>
    <w:rPr>
      <w:rFonts w:eastAsiaTheme="minorHAnsi"/>
      <w:lang w:eastAsia="en-US"/>
    </w:rPr>
  </w:style>
  <w:style w:type="paragraph" w:customStyle="1" w:styleId="07A65277E01D4B2D937008E0D1D3B435">
    <w:name w:val="07A65277E01D4B2D937008E0D1D3B435"/>
    <w:rsid w:val="00B61745"/>
    <w:pPr>
      <w:spacing w:after="0" w:line="240" w:lineRule="auto"/>
    </w:pPr>
    <w:rPr>
      <w:rFonts w:eastAsiaTheme="minorHAnsi"/>
      <w:lang w:eastAsia="en-US"/>
    </w:rPr>
  </w:style>
  <w:style w:type="paragraph" w:customStyle="1" w:styleId="14DB52C8E9E0457695F7F14165D49429">
    <w:name w:val="14DB52C8E9E0457695F7F14165D49429"/>
    <w:rsid w:val="00B61745"/>
    <w:pPr>
      <w:spacing w:after="0" w:line="240" w:lineRule="auto"/>
    </w:pPr>
    <w:rPr>
      <w:rFonts w:eastAsiaTheme="minorHAnsi"/>
      <w:lang w:eastAsia="en-US"/>
    </w:rPr>
  </w:style>
  <w:style w:type="paragraph" w:customStyle="1" w:styleId="373AAF131B8A444A8743B6EE2B6F25BD">
    <w:name w:val="373AAF131B8A444A8743B6EE2B6F25BD"/>
    <w:rsid w:val="00B61745"/>
    <w:pPr>
      <w:spacing w:after="0" w:line="240" w:lineRule="auto"/>
    </w:pPr>
    <w:rPr>
      <w:rFonts w:eastAsiaTheme="minorHAnsi"/>
      <w:lang w:eastAsia="en-US"/>
    </w:rPr>
  </w:style>
  <w:style w:type="paragraph" w:customStyle="1" w:styleId="ADF1326BAC924B79B9707B51809A81BE">
    <w:name w:val="ADF1326BAC924B79B9707B51809A81BE"/>
    <w:rsid w:val="00B61745"/>
    <w:pPr>
      <w:spacing w:after="0" w:line="240" w:lineRule="auto"/>
    </w:pPr>
    <w:rPr>
      <w:rFonts w:eastAsiaTheme="minorHAnsi"/>
      <w:lang w:eastAsia="en-US"/>
    </w:rPr>
  </w:style>
  <w:style w:type="paragraph" w:customStyle="1" w:styleId="739432774F964E138E768F04A1DEEDD7">
    <w:name w:val="739432774F964E138E768F04A1DEEDD7"/>
    <w:rsid w:val="00B61745"/>
    <w:pPr>
      <w:spacing w:after="0" w:line="240" w:lineRule="auto"/>
    </w:pPr>
    <w:rPr>
      <w:rFonts w:eastAsiaTheme="minorHAnsi"/>
      <w:lang w:eastAsia="en-US"/>
    </w:rPr>
  </w:style>
  <w:style w:type="paragraph" w:customStyle="1" w:styleId="E43030C558B145F48DD840096074E269">
    <w:name w:val="E43030C558B145F48DD840096074E269"/>
    <w:rsid w:val="00B61745"/>
    <w:pPr>
      <w:spacing w:after="0" w:line="240" w:lineRule="auto"/>
    </w:pPr>
    <w:rPr>
      <w:rFonts w:eastAsiaTheme="minorHAnsi"/>
      <w:lang w:eastAsia="en-US"/>
    </w:rPr>
  </w:style>
  <w:style w:type="paragraph" w:customStyle="1" w:styleId="1A6DE74EEBAA48518159F5B99D924477">
    <w:name w:val="1A6DE74EEBAA48518159F5B99D924477"/>
    <w:rsid w:val="00B61745"/>
    <w:pPr>
      <w:spacing w:after="0" w:line="240" w:lineRule="auto"/>
    </w:pPr>
    <w:rPr>
      <w:rFonts w:eastAsiaTheme="minorHAnsi"/>
      <w:lang w:eastAsia="en-US"/>
    </w:rPr>
  </w:style>
  <w:style w:type="paragraph" w:customStyle="1" w:styleId="770846A08BA348C7832BBAD6CB31D194">
    <w:name w:val="770846A08BA348C7832BBAD6CB31D194"/>
    <w:rsid w:val="00B61745"/>
    <w:pPr>
      <w:spacing w:after="0" w:line="240" w:lineRule="auto"/>
    </w:pPr>
    <w:rPr>
      <w:rFonts w:eastAsiaTheme="minorHAnsi"/>
      <w:lang w:eastAsia="en-US"/>
    </w:rPr>
  </w:style>
  <w:style w:type="paragraph" w:customStyle="1" w:styleId="6266A42050CA46988A434B22BBB15F05">
    <w:name w:val="6266A42050CA46988A434B22BBB15F05"/>
    <w:rsid w:val="00B61745"/>
    <w:pPr>
      <w:spacing w:after="0" w:line="240" w:lineRule="auto"/>
    </w:pPr>
    <w:rPr>
      <w:rFonts w:eastAsiaTheme="minorHAnsi"/>
      <w:lang w:eastAsia="en-US"/>
    </w:rPr>
  </w:style>
  <w:style w:type="paragraph" w:customStyle="1" w:styleId="FA57F181068B4A2C9B2B8C4A08AFE9ED">
    <w:name w:val="FA57F181068B4A2C9B2B8C4A08AFE9ED"/>
    <w:rsid w:val="00B61745"/>
    <w:pPr>
      <w:spacing w:after="0" w:line="240" w:lineRule="auto"/>
    </w:pPr>
    <w:rPr>
      <w:rFonts w:eastAsiaTheme="minorHAnsi"/>
      <w:lang w:eastAsia="en-US"/>
    </w:rPr>
  </w:style>
  <w:style w:type="paragraph" w:customStyle="1" w:styleId="E0CCA4AB158F4649825CF10B2B0AFEFA">
    <w:name w:val="E0CCA4AB158F4649825CF10B2B0AFEFA"/>
    <w:rsid w:val="00B61745"/>
    <w:pPr>
      <w:spacing w:after="0" w:line="240" w:lineRule="auto"/>
    </w:pPr>
    <w:rPr>
      <w:rFonts w:eastAsiaTheme="minorHAnsi"/>
      <w:lang w:eastAsia="en-US"/>
    </w:rPr>
  </w:style>
  <w:style w:type="paragraph" w:customStyle="1" w:styleId="7AD7E3711B304BE19742C9C700C42435">
    <w:name w:val="7AD7E3711B304BE19742C9C700C42435"/>
    <w:rsid w:val="00B61745"/>
    <w:pPr>
      <w:spacing w:after="0" w:line="240" w:lineRule="auto"/>
    </w:pPr>
    <w:rPr>
      <w:rFonts w:eastAsiaTheme="minorHAnsi"/>
      <w:lang w:eastAsia="en-US"/>
    </w:rPr>
  </w:style>
  <w:style w:type="paragraph" w:customStyle="1" w:styleId="DCD08BFB8EF4475EA92900751A52DA5F">
    <w:name w:val="DCD08BFB8EF4475EA92900751A52DA5F"/>
    <w:rsid w:val="00B61745"/>
    <w:pPr>
      <w:spacing w:after="0" w:line="240" w:lineRule="auto"/>
    </w:pPr>
    <w:rPr>
      <w:rFonts w:eastAsiaTheme="minorHAnsi"/>
      <w:lang w:eastAsia="en-US"/>
    </w:rPr>
  </w:style>
  <w:style w:type="paragraph" w:customStyle="1" w:styleId="04376D86F7A24968AD0F3B391DC545EB">
    <w:name w:val="04376D86F7A24968AD0F3B391DC545EB"/>
    <w:rsid w:val="00B61745"/>
    <w:pPr>
      <w:spacing w:after="0" w:line="240" w:lineRule="auto"/>
    </w:pPr>
    <w:rPr>
      <w:rFonts w:eastAsiaTheme="minorHAnsi"/>
      <w:lang w:eastAsia="en-US"/>
    </w:rPr>
  </w:style>
  <w:style w:type="paragraph" w:customStyle="1" w:styleId="099D9275320D4048A5B867F3FAE7AE5F">
    <w:name w:val="099D9275320D4048A5B867F3FAE7AE5F"/>
    <w:rsid w:val="00B61745"/>
    <w:pPr>
      <w:spacing w:after="0" w:line="240" w:lineRule="auto"/>
    </w:pPr>
    <w:rPr>
      <w:rFonts w:eastAsiaTheme="minorHAnsi"/>
      <w:lang w:eastAsia="en-US"/>
    </w:rPr>
  </w:style>
  <w:style w:type="paragraph" w:customStyle="1" w:styleId="B010736E6133438DABCFC8B00DBBB92A">
    <w:name w:val="B010736E6133438DABCFC8B00DBBB92A"/>
    <w:rsid w:val="00B61745"/>
    <w:pPr>
      <w:spacing w:after="0" w:line="240" w:lineRule="auto"/>
    </w:pPr>
    <w:rPr>
      <w:rFonts w:eastAsiaTheme="minorHAnsi"/>
      <w:lang w:eastAsia="en-US"/>
    </w:rPr>
  </w:style>
  <w:style w:type="paragraph" w:customStyle="1" w:styleId="6E669FC96B6346CB8111CB0139CAEB30">
    <w:name w:val="6E669FC96B6346CB8111CB0139CAEB30"/>
    <w:rsid w:val="00B61745"/>
    <w:pPr>
      <w:spacing w:after="0" w:line="240" w:lineRule="auto"/>
    </w:pPr>
    <w:rPr>
      <w:rFonts w:eastAsiaTheme="minorHAnsi"/>
      <w:lang w:eastAsia="en-US"/>
    </w:rPr>
  </w:style>
  <w:style w:type="paragraph" w:customStyle="1" w:styleId="E01A971241AA420ABBF63995A6F5797B">
    <w:name w:val="E01A971241AA420ABBF63995A6F5797B"/>
    <w:rsid w:val="00B61745"/>
    <w:pPr>
      <w:spacing w:after="0" w:line="240" w:lineRule="auto"/>
    </w:pPr>
    <w:rPr>
      <w:rFonts w:eastAsiaTheme="minorHAnsi"/>
      <w:lang w:eastAsia="en-US"/>
    </w:rPr>
  </w:style>
  <w:style w:type="paragraph" w:customStyle="1" w:styleId="4F6FFA74EE89471892A9BBAEFD9E720B">
    <w:name w:val="4F6FFA74EE89471892A9BBAEFD9E720B"/>
    <w:rsid w:val="00B61745"/>
    <w:pPr>
      <w:spacing w:after="0" w:line="240" w:lineRule="auto"/>
    </w:pPr>
    <w:rPr>
      <w:rFonts w:eastAsiaTheme="minorHAnsi"/>
      <w:lang w:eastAsia="en-US"/>
    </w:rPr>
  </w:style>
  <w:style w:type="paragraph" w:customStyle="1" w:styleId="D74AA32892984B95875F44238B5550C0">
    <w:name w:val="D74AA32892984B95875F44238B5550C0"/>
    <w:rsid w:val="00B61745"/>
    <w:pPr>
      <w:spacing w:after="0" w:line="240" w:lineRule="auto"/>
    </w:pPr>
    <w:rPr>
      <w:rFonts w:eastAsiaTheme="minorHAnsi"/>
      <w:lang w:eastAsia="en-US"/>
    </w:rPr>
  </w:style>
  <w:style w:type="paragraph" w:customStyle="1" w:styleId="FC5C5E3494794AAF8A9190689B895A5E">
    <w:name w:val="FC5C5E3494794AAF8A9190689B895A5E"/>
    <w:rsid w:val="00B61745"/>
    <w:pPr>
      <w:spacing w:after="0" w:line="240" w:lineRule="auto"/>
    </w:pPr>
    <w:rPr>
      <w:rFonts w:eastAsiaTheme="minorHAnsi"/>
      <w:lang w:eastAsia="en-US"/>
    </w:rPr>
  </w:style>
  <w:style w:type="paragraph" w:customStyle="1" w:styleId="A357116454584780A279D45C3B20E40E">
    <w:name w:val="A357116454584780A279D45C3B20E40E"/>
    <w:rsid w:val="00B61745"/>
    <w:pPr>
      <w:spacing w:after="0" w:line="240" w:lineRule="auto"/>
    </w:pPr>
    <w:rPr>
      <w:rFonts w:eastAsiaTheme="minorHAnsi"/>
      <w:lang w:eastAsia="en-US"/>
    </w:rPr>
  </w:style>
  <w:style w:type="paragraph" w:customStyle="1" w:styleId="2979EA77D7C54BBDB49009DA4FBB8B1B">
    <w:name w:val="2979EA77D7C54BBDB49009DA4FBB8B1B"/>
    <w:rsid w:val="00B61745"/>
    <w:pPr>
      <w:spacing w:after="0" w:line="240" w:lineRule="auto"/>
    </w:pPr>
    <w:rPr>
      <w:rFonts w:eastAsiaTheme="minorHAnsi"/>
      <w:lang w:eastAsia="en-US"/>
    </w:rPr>
  </w:style>
  <w:style w:type="paragraph" w:customStyle="1" w:styleId="E0A50B7911F94084B4D6CECFEF2BECEB">
    <w:name w:val="E0A50B7911F94084B4D6CECFEF2BECEB"/>
    <w:rsid w:val="00B61745"/>
    <w:pPr>
      <w:spacing w:after="0" w:line="240" w:lineRule="auto"/>
    </w:pPr>
    <w:rPr>
      <w:rFonts w:eastAsiaTheme="minorHAnsi"/>
      <w:lang w:eastAsia="en-US"/>
    </w:rPr>
  </w:style>
  <w:style w:type="paragraph" w:customStyle="1" w:styleId="9EE3EC361EB8438CB616A43FA7960DEB">
    <w:name w:val="9EE3EC361EB8438CB616A43FA7960DEB"/>
    <w:rsid w:val="00B61745"/>
    <w:pPr>
      <w:spacing w:after="0" w:line="240" w:lineRule="auto"/>
    </w:pPr>
    <w:rPr>
      <w:rFonts w:eastAsiaTheme="minorHAnsi"/>
      <w:lang w:eastAsia="en-US"/>
    </w:rPr>
  </w:style>
  <w:style w:type="paragraph" w:customStyle="1" w:styleId="13E933F686BD4948B63D7B2B25001D46">
    <w:name w:val="13E933F686BD4948B63D7B2B25001D46"/>
    <w:rsid w:val="00B61745"/>
    <w:pPr>
      <w:spacing w:after="0" w:line="240" w:lineRule="auto"/>
    </w:pPr>
    <w:rPr>
      <w:rFonts w:eastAsiaTheme="minorHAnsi"/>
      <w:lang w:eastAsia="en-US"/>
    </w:rPr>
  </w:style>
  <w:style w:type="paragraph" w:customStyle="1" w:styleId="79ADF85966214A58AFE3A50AA55BB494">
    <w:name w:val="79ADF85966214A58AFE3A50AA55BB494"/>
    <w:rsid w:val="00B61745"/>
    <w:pPr>
      <w:spacing w:after="0" w:line="240" w:lineRule="auto"/>
    </w:pPr>
    <w:rPr>
      <w:rFonts w:eastAsiaTheme="minorHAnsi"/>
      <w:lang w:eastAsia="en-US"/>
    </w:rPr>
  </w:style>
  <w:style w:type="paragraph" w:customStyle="1" w:styleId="CFAD481DF4934CAC987E88372C39F736">
    <w:name w:val="CFAD481DF4934CAC987E88372C39F736"/>
    <w:rsid w:val="00B61745"/>
    <w:pPr>
      <w:spacing w:after="0" w:line="240" w:lineRule="auto"/>
    </w:pPr>
    <w:rPr>
      <w:rFonts w:eastAsiaTheme="minorHAnsi"/>
      <w:lang w:eastAsia="en-US"/>
    </w:rPr>
  </w:style>
  <w:style w:type="paragraph" w:customStyle="1" w:styleId="2DEB5D2301FF48A69A8AE6E36F5F96D5">
    <w:name w:val="2DEB5D2301FF48A69A8AE6E36F5F96D5"/>
    <w:rsid w:val="00B61745"/>
    <w:pPr>
      <w:spacing w:after="0" w:line="240" w:lineRule="auto"/>
    </w:pPr>
    <w:rPr>
      <w:rFonts w:eastAsiaTheme="minorHAnsi"/>
      <w:lang w:eastAsia="en-US"/>
    </w:rPr>
  </w:style>
  <w:style w:type="paragraph" w:customStyle="1" w:styleId="27220F2A04A548D8AD65F355C11288AA">
    <w:name w:val="27220F2A04A548D8AD65F355C11288AA"/>
    <w:rsid w:val="00B61745"/>
    <w:pPr>
      <w:spacing w:after="0" w:line="240" w:lineRule="auto"/>
    </w:pPr>
    <w:rPr>
      <w:rFonts w:eastAsiaTheme="minorHAnsi"/>
      <w:lang w:eastAsia="en-US"/>
    </w:rPr>
  </w:style>
  <w:style w:type="paragraph" w:customStyle="1" w:styleId="6AEE4EF7C78947138C134B83FF0E7268">
    <w:name w:val="6AEE4EF7C78947138C134B83FF0E7268"/>
    <w:rsid w:val="00B61745"/>
    <w:pPr>
      <w:spacing w:after="0" w:line="240" w:lineRule="auto"/>
    </w:pPr>
    <w:rPr>
      <w:rFonts w:eastAsiaTheme="minorHAnsi"/>
      <w:lang w:eastAsia="en-US"/>
    </w:rPr>
  </w:style>
  <w:style w:type="paragraph" w:customStyle="1" w:styleId="88B560DBBBC446A0A746E61547488914">
    <w:name w:val="88B560DBBBC446A0A746E61547488914"/>
    <w:rsid w:val="00B61745"/>
    <w:pPr>
      <w:spacing w:after="0" w:line="240" w:lineRule="auto"/>
    </w:pPr>
    <w:rPr>
      <w:rFonts w:eastAsiaTheme="minorHAnsi"/>
      <w:lang w:eastAsia="en-US"/>
    </w:rPr>
  </w:style>
  <w:style w:type="paragraph" w:customStyle="1" w:styleId="E0BE0EFE51B74F68B55579125C34B7AC">
    <w:name w:val="E0BE0EFE51B74F68B55579125C34B7AC"/>
    <w:rsid w:val="00B61745"/>
    <w:pPr>
      <w:spacing w:after="0" w:line="240" w:lineRule="auto"/>
    </w:pPr>
    <w:rPr>
      <w:rFonts w:eastAsiaTheme="minorHAnsi"/>
      <w:lang w:eastAsia="en-US"/>
    </w:rPr>
  </w:style>
  <w:style w:type="paragraph" w:customStyle="1" w:styleId="6C495FB276274A1682D600ACEC4B1801">
    <w:name w:val="6C495FB276274A1682D600ACEC4B1801"/>
    <w:rsid w:val="00B61745"/>
    <w:pPr>
      <w:spacing w:after="0" w:line="240" w:lineRule="auto"/>
    </w:pPr>
    <w:rPr>
      <w:rFonts w:eastAsiaTheme="minorHAnsi"/>
      <w:lang w:eastAsia="en-US"/>
    </w:rPr>
  </w:style>
  <w:style w:type="paragraph" w:customStyle="1" w:styleId="18151D8F9ACB4CBB92283F5F48476C40">
    <w:name w:val="18151D8F9ACB4CBB92283F5F48476C40"/>
    <w:rsid w:val="00B61745"/>
    <w:pPr>
      <w:spacing w:after="0" w:line="240" w:lineRule="auto"/>
    </w:pPr>
    <w:rPr>
      <w:rFonts w:eastAsiaTheme="minorHAnsi"/>
      <w:lang w:eastAsia="en-US"/>
    </w:rPr>
  </w:style>
  <w:style w:type="paragraph" w:customStyle="1" w:styleId="A43CE8462C234338B3AE3B1FFFBE495D">
    <w:name w:val="A43CE8462C234338B3AE3B1FFFBE495D"/>
    <w:rsid w:val="00B61745"/>
    <w:pPr>
      <w:spacing w:after="0" w:line="240" w:lineRule="auto"/>
    </w:pPr>
    <w:rPr>
      <w:rFonts w:eastAsiaTheme="minorHAnsi"/>
      <w:lang w:eastAsia="en-US"/>
    </w:rPr>
  </w:style>
  <w:style w:type="paragraph" w:customStyle="1" w:styleId="F0D58052A65A4671BDA1CEF36F700618">
    <w:name w:val="F0D58052A65A4671BDA1CEF36F700618"/>
    <w:rsid w:val="00B61745"/>
    <w:pPr>
      <w:spacing w:after="0" w:line="240" w:lineRule="auto"/>
    </w:pPr>
    <w:rPr>
      <w:rFonts w:eastAsiaTheme="minorHAnsi"/>
      <w:lang w:eastAsia="en-US"/>
    </w:rPr>
  </w:style>
  <w:style w:type="paragraph" w:customStyle="1" w:styleId="7D999E695D5442BBBC70E677EFA5ABDE">
    <w:name w:val="7D999E695D5442BBBC70E677EFA5ABDE"/>
    <w:rsid w:val="00B61745"/>
    <w:pPr>
      <w:spacing w:after="0" w:line="240" w:lineRule="auto"/>
    </w:pPr>
    <w:rPr>
      <w:rFonts w:eastAsiaTheme="minorHAnsi"/>
      <w:lang w:eastAsia="en-US"/>
    </w:rPr>
  </w:style>
  <w:style w:type="paragraph" w:customStyle="1" w:styleId="E175EC29CA4D47D48CC0EB7D0CCCFAEE">
    <w:name w:val="E175EC29CA4D47D48CC0EB7D0CCCFAEE"/>
    <w:rsid w:val="00B61745"/>
    <w:pPr>
      <w:spacing w:after="0" w:line="240" w:lineRule="auto"/>
    </w:pPr>
    <w:rPr>
      <w:rFonts w:eastAsiaTheme="minorHAnsi"/>
      <w:lang w:eastAsia="en-US"/>
    </w:rPr>
  </w:style>
  <w:style w:type="paragraph" w:customStyle="1" w:styleId="F62ADB4FBCBC44098DE26419B11F387E">
    <w:name w:val="F62ADB4FBCBC44098DE26419B11F387E"/>
    <w:rsid w:val="00B61745"/>
    <w:pPr>
      <w:spacing w:after="0" w:line="240" w:lineRule="auto"/>
    </w:pPr>
    <w:rPr>
      <w:rFonts w:eastAsiaTheme="minorHAnsi"/>
      <w:lang w:eastAsia="en-US"/>
    </w:rPr>
  </w:style>
  <w:style w:type="paragraph" w:customStyle="1" w:styleId="51B693EA6737480E9901D9F8A475A8F8">
    <w:name w:val="51B693EA6737480E9901D9F8A475A8F8"/>
    <w:rsid w:val="00B61745"/>
    <w:pPr>
      <w:spacing w:after="0" w:line="240" w:lineRule="auto"/>
    </w:pPr>
    <w:rPr>
      <w:rFonts w:eastAsiaTheme="minorHAnsi"/>
      <w:lang w:eastAsia="en-US"/>
    </w:rPr>
  </w:style>
  <w:style w:type="paragraph" w:customStyle="1" w:styleId="2B64AD75D065455C8C6A36DB658A43D6">
    <w:name w:val="2B64AD75D065455C8C6A36DB658A43D6"/>
    <w:rsid w:val="00B61745"/>
    <w:pPr>
      <w:spacing w:after="0" w:line="240" w:lineRule="auto"/>
    </w:pPr>
    <w:rPr>
      <w:rFonts w:eastAsiaTheme="minorHAnsi"/>
      <w:lang w:eastAsia="en-US"/>
    </w:rPr>
  </w:style>
  <w:style w:type="paragraph" w:customStyle="1" w:styleId="D2174F281DFB44939B0FA68A49EF2DEB">
    <w:name w:val="D2174F281DFB44939B0FA68A49EF2DEB"/>
    <w:rsid w:val="00B61745"/>
    <w:pPr>
      <w:spacing w:after="0" w:line="240" w:lineRule="auto"/>
    </w:pPr>
    <w:rPr>
      <w:rFonts w:eastAsiaTheme="minorHAnsi"/>
      <w:lang w:eastAsia="en-US"/>
    </w:rPr>
  </w:style>
  <w:style w:type="paragraph" w:customStyle="1" w:styleId="EF542DDF97D94430A238B68CED2BBB36">
    <w:name w:val="EF542DDF97D94430A238B68CED2BBB36"/>
    <w:rsid w:val="00B61745"/>
    <w:pPr>
      <w:spacing w:after="0" w:line="240" w:lineRule="auto"/>
    </w:pPr>
    <w:rPr>
      <w:rFonts w:eastAsiaTheme="minorHAnsi"/>
      <w:lang w:eastAsia="en-US"/>
    </w:rPr>
  </w:style>
  <w:style w:type="paragraph" w:customStyle="1" w:styleId="79BF5A5BBEA34FE9B5967B0BD7F3BAAB">
    <w:name w:val="79BF5A5BBEA34FE9B5967B0BD7F3BAAB"/>
    <w:rsid w:val="00B61745"/>
    <w:pPr>
      <w:spacing w:after="0" w:line="240" w:lineRule="auto"/>
    </w:pPr>
    <w:rPr>
      <w:rFonts w:eastAsiaTheme="minorHAnsi"/>
      <w:lang w:eastAsia="en-US"/>
    </w:rPr>
  </w:style>
  <w:style w:type="paragraph" w:customStyle="1" w:styleId="9282616100F84017B810A488808085EE">
    <w:name w:val="9282616100F84017B810A488808085EE"/>
    <w:rsid w:val="00B61745"/>
    <w:pPr>
      <w:spacing w:after="0" w:line="240" w:lineRule="auto"/>
    </w:pPr>
    <w:rPr>
      <w:rFonts w:eastAsiaTheme="minorHAnsi"/>
      <w:lang w:eastAsia="en-US"/>
    </w:rPr>
  </w:style>
  <w:style w:type="paragraph" w:customStyle="1" w:styleId="C432C9CC6CD34087A8A995F594F4B921">
    <w:name w:val="C432C9CC6CD34087A8A995F594F4B921"/>
    <w:rsid w:val="00B61745"/>
    <w:pPr>
      <w:spacing w:after="0" w:line="240" w:lineRule="auto"/>
    </w:pPr>
    <w:rPr>
      <w:rFonts w:eastAsiaTheme="minorHAnsi"/>
      <w:lang w:eastAsia="en-US"/>
    </w:rPr>
  </w:style>
  <w:style w:type="paragraph" w:customStyle="1" w:styleId="754E192813F2483F8B55661B80BE4ABA">
    <w:name w:val="754E192813F2483F8B55661B80BE4ABA"/>
    <w:rsid w:val="00B61745"/>
    <w:pPr>
      <w:spacing w:after="0" w:line="240" w:lineRule="auto"/>
    </w:pPr>
    <w:rPr>
      <w:rFonts w:eastAsiaTheme="minorHAnsi"/>
      <w:lang w:eastAsia="en-US"/>
    </w:rPr>
  </w:style>
  <w:style w:type="paragraph" w:customStyle="1" w:styleId="49A2A4835D124D8399E7C14163AB24C8">
    <w:name w:val="49A2A4835D124D8399E7C14163AB24C8"/>
    <w:rsid w:val="00B61745"/>
    <w:pPr>
      <w:spacing w:after="0" w:line="240" w:lineRule="auto"/>
    </w:pPr>
    <w:rPr>
      <w:rFonts w:eastAsiaTheme="minorHAnsi"/>
      <w:lang w:eastAsia="en-US"/>
    </w:rPr>
  </w:style>
  <w:style w:type="paragraph" w:customStyle="1" w:styleId="5C014BA3D6C1445DB15C5307734BBF9D">
    <w:name w:val="5C014BA3D6C1445DB15C5307734BBF9D"/>
    <w:rsid w:val="00B61745"/>
    <w:pPr>
      <w:spacing w:after="0" w:line="240" w:lineRule="auto"/>
    </w:pPr>
    <w:rPr>
      <w:rFonts w:eastAsiaTheme="minorHAnsi"/>
      <w:lang w:eastAsia="en-US"/>
    </w:rPr>
  </w:style>
  <w:style w:type="paragraph" w:customStyle="1" w:styleId="95C99DCE93164AEBB4812F79D1F6BD01">
    <w:name w:val="95C99DCE93164AEBB4812F79D1F6BD01"/>
    <w:rsid w:val="00B61745"/>
    <w:pPr>
      <w:spacing w:after="0" w:line="240" w:lineRule="auto"/>
    </w:pPr>
    <w:rPr>
      <w:rFonts w:eastAsiaTheme="minorHAnsi"/>
      <w:lang w:eastAsia="en-US"/>
    </w:rPr>
  </w:style>
  <w:style w:type="paragraph" w:customStyle="1" w:styleId="D5A65FDCC5714846A35FB1FDB507CE04">
    <w:name w:val="D5A65FDCC5714846A35FB1FDB507CE04"/>
    <w:rsid w:val="00B61745"/>
    <w:pPr>
      <w:spacing w:after="0" w:line="240" w:lineRule="auto"/>
    </w:pPr>
    <w:rPr>
      <w:rFonts w:eastAsiaTheme="minorHAnsi"/>
      <w:lang w:eastAsia="en-US"/>
    </w:rPr>
  </w:style>
  <w:style w:type="paragraph" w:customStyle="1" w:styleId="8F3B2BDADF98470EAB955FA97852BDF7">
    <w:name w:val="8F3B2BDADF98470EAB955FA97852BDF7"/>
    <w:rsid w:val="00B61745"/>
    <w:pPr>
      <w:spacing w:after="0" w:line="240" w:lineRule="auto"/>
    </w:pPr>
    <w:rPr>
      <w:rFonts w:eastAsiaTheme="minorHAnsi"/>
      <w:lang w:eastAsia="en-US"/>
    </w:rPr>
  </w:style>
  <w:style w:type="paragraph" w:customStyle="1" w:styleId="9E8FB23343A249F2998D1DF668501FFE">
    <w:name w:val="9E8FB23343A249F2998D1DF668501FFE"/>
    <w:rsid w:val="00B61745"/>
    <w:pPr>
      <w:spacing w:after="0" w:line="240" w:lineRule="auto"/>
    </w:pPr>
    <w:rPr>
      <w:rFonts w:eastAsiaTheme="minorHAnsi"/>
      <w:lang w:eastAsia="en-US"/>
    </w:rPr>
  </w:style>
  <w:style w:type="paragraph" w:customStyle="1" w:styleId="38AC5F24B7424E6CA50A20ABAA58E90A">
    <w:name w:val="38AC5F24B7424E6CA50A20ABAA58E90A"/>
    <w:rsid w:val="00B61745"/>
    <w:pPr>
      <w:spacing w:after="0" w:line="240" w:lineRule="auto"/>
    </w:pPr>
    <w:rPr>
      <w:rFonts w:eastAsiaTheme="minorHAnsi"/>
      <w:lang w:eastAsia="en-US"/>
    </w:rPr>
  </w:style>
  <w:style w:type="paragraph" w:customStyle="1" w:styleId="C765F6C8E4BC42E9A40A1E9C742C4B77">
    <w:name w:val="C765F6C8E4BC42E9A40A1E9C742C4B77"/>
    <w:rsid w:val="00B61745"/>
    <w:pPr>
      <w:spacing w:after="0" w:line="240" w:lineRule="auto"/>
    </w:pPr>
    <w:rPr>
      <w:rFonts w:eastAsiaTheme="minorHAnsi"/>
      <w:lang w:eastAsia="en-US"/>
    </w:rPr>
  </w:style>
  <w:style w:type="paragraph" w:customStyle="1" w:styleId="EBAFC3B103904DDDB27869CA70BB52F1">
    <w:name w:val="EBAFC3B103904DDDB27869CA70BB52F1"/>
    <w:rsid w:val="00B61745"/>
    <w:pPr>
      <w:spacing w:after="0" w:line="240" w:lineRule="auto"/>
    </w:pPr>
    <w:rPr>
      <w:rFonts w:eastAsiaTheme="minorHAnsi"/>
      <w:lang w:eastAsia="en-US"/>
    </w:rPr>
  </w:style>
  <w:style w:type="paragraph" w:customStyle="1" w:styleId="81444B73BCFC47C0A17F351AF1D1DB5C">
    <w:name w:val="81444B73BCFC47C0A17F351AF1D1DB5C"/>
    <w:rsid w:val="00B61745"/>
    <w:pPr>
      <w:spacing w:after="0" w:line="240" w:lineRule="auto"/>
    </w:pPr>
    <w:rPr>
      <w:rFonts w:eastAsiaTheme="minorHAnsi"/>
      <w:lang w:eastAsia="en-US"/>
    </w:rPr>
  </w:style>
  <w:style w:type="paragraph" w:customStyle="1" w:styleId="0BE4AB2DACDD4935BFA0D3F0325FC707">
    <w:name w:val="0BE4AB2DACDD4935BFA0D3F0325FC707"/>
    <w:rsid w:val="00B61745"/>
    <w:pPr>
      <w:spacing w:after="0" w:line="240" w:lineRule="auto"/>
    </w:pPr>
    <w:rPr>
      <w:rFonts w:eastAsiaTheme="minorHAnsi"/>
      <w:lang w:eastAsia="en-US"/>
    </w:rPr>
  </w:style>
  <w:style w:type="paragraph" w:customStyle="1" w:styleId="4BBE1CC84F7A46A0812DB7E6AC68393B">
    <w:name w:val="4BBE1CC84F7A46A0812DB7E6AC68393B"/>
    <w:rsid w:val="00B61745"/>
    <w:pPr>
      <w:spacing w:after="0" w:line="240" w:lineRule="auto"/>
    </w:pPr>
    <w:rPr>
      <w:rFonts w:eastAsiaTheme="minorHAnsi"/>
      <w:lang w:eastAsia="en-US"/>
    </w:rPr>
  </w:style>
  <w:style w:type="paragraph" w:customStyle="1" w:styleId="107EFD5AC84E4B1A957D960AF11C8812">
    <w:name w:val="107EFD5AC84E4B1A957D960AF11C8812"/>
    <w:rsid w:val="00B61745"/>
    <w:pPr>
      <w:spacing w:after="0" w:line="240" w:lineRule="auto"/>
    </w:pPr>
    <w:rPr>
      <w:rFonts w:eastAsiaTheme="minorHAnsi"/>
      <w:lang w:eastAsia="en-US"/>
    </w:rPr>
  </w:style>
  <w:style w:type="paragraph" w:customStyle="1" w:styleId="4A648FDF443D4D24B6A05CF583C6C656">
    <w:name w:val="4A648FDF443D4D24B6A05CF583C6C656"/>
    <w:rsid w:val="00B61745"/>
    <w:pPr>
      <w:spacing w:after="0" w:line="240" w:lineRule="auto"/>
    </w:pPr>
    <w:rPr>
      <w:rFonts w:eastAsiaTheme="minorHAnsi"/>
      <w:lang w:eastAsia="en-US"/>
    </w:rPr>
  </w:style>
  <w:style w:type="paragraph" w:customStyle="1" w:styleId="05D42D5E69CD4070BA5E44E6D2E8F35A">
    <w:name w:val="05D42D5E69CD4070BA5E44E6D2E8F35A"/>
    <w:rsid w:val="00B61745"/>
    <w:pPr>
      <w:spacing w:after="0" w:line="240" w:lineRule="auto"/>
    </w:pPr>
    <w:rPr>
      <w:rFonts w:eastAsiaTheme="minorHAnsi"/>
      <w:lang w:eastAsia="en-US"/>
    </w:rPr>
  </w:style>
  <w:style w:type="paragraph" w:customStyle="1" w:styleId="1664B911B3F84DA29818A99727369940">
    <w:name w:val="1664B911B3F84DA29818A99727369940"/>
    <w:rsid w:val="00B61745"/>
    <w:pPr>
      <w:spacing w:after="0" w:line="240" w:lineRule="auto"/>
    </w:pPr>
    <w:rPr>
      <w:rFonts w:eastAsiaTheme="minorHAnsi"/>
      <w:lang w:eastAsia="en-US"/>
    </w:rPr>
  </w:style>
  <w:style w:type="paragraph" w:customStyle="1" w:styleId="3CCB59350E7143159A41402C67E6078A">
    <w:name w:val="3CCB59350E7143159A41402C67E6078A"/>
    <w:rsid w:val="00B61745"/>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C3988-4D77-47EF-9D2C-CF08344CB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7429823E</Template>
  <TotalTime>39</TotalTime>
  <Pages>3</Pages>
  <Words>617</Words>
  <Characters>3523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Sir George Monoux College</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 Azebiah</dc:creator>
  <cp:keywords/>
  <dc:description/>
  <cp:lastModifiedBy>Beno Azebiah</cp:lastModifiedBy>
  <cp:revision>5</cp:revision>
  <cp:lastPrinted>2020-09-22T14:09:00Z</cp:lastPrinted>
  <dcterms:created xsi:type="dcterms:W3CDTF">2020-09-22T13:43:00Z</dcterms:created>
  <dcterms:modified xsi:type="dcterms:W3CDTF">2020-10-15T13:29:00Z</dcterms:modified>
</cp:coreProperties>
</file>